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right" w:tblpY="-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121"/>
      </w:tblGrid>
      <w:tr w:rsidR="002956EF" w14:paraId="13E6EA8A" w14:textId="77777777" w:rsidTr="00BA5152">
        <w:trPr>
          <w:trHeight w:val="240"/>
        </w:trPr>
        <w:tc>
          <w:tcPr>
            <w:tcW w:w="757" w:type="dxa"/>
            <w:tcBorders>
              <w:bottom w:val="single" w:sz="4" w:space="0" w:color="auto"/>
            </w:tcBorders>
            <w:vAlign w:val="center"/>
          </w:tcPr>
          <w:p w14:paraId="21CC3EFC" w14:textId="77777777" w:rsidR="002956EF" w:rsidRDefault="002956EF" w:rsidP="00AD46D2">
            <w:pPr>
              <w:tabs>
                <w:tab w:val="center" w:pos="3119"/>
              </w:tabs>
              <w:snapToGrid w:val="0"/>
              <w:spacing w:line="216" w:lineRule="auto"/>
              <w:ind w:leftChars="-92" w:left="-184" w:rightChars="-54" w:right="-108" w:firstLineChars="143" w:firstLine="183"/>
              <w:rPr>
                <w:rFonts w:ascii="Arial" w:eastAsia="돋움" w:hAnsi="Arial" w:cs="Arial"/>
                <w:b/>
                <w:bCs/>
                <w:spacing w:val="-8"/>
                <w:w w:val="90"/>
                <w:sz w:val="16"/>
                <w:szCs w:val="16"/>
              </w:rPr>
            </w:pPr>
            <w:r>
              <w:rPr>
                <w:rFonts w:ascii="Arial" w:eastAsia="돋움" w:hAnsi="Arial" w:cs="Arial"/>
                <w:b/>
                <w:bCs/>
                <w:spacing w:val="-8"/>
                <w:w w:val="90"/>
                <w:sz w:val="16"/>
                <w:szCs w:val="16"/>
              </w:rPr>
              <w:t>Entry No.</w:t>
            </w:r>
          </w:p>
        </w:tc>
        <w:tc>
          <w:tcPr>
            <w:tcW w:w="1119" w:type="dxa"/>
            <w:tcBorders>
              <w:bottom w:val="single" w:sz="4" w:space="0" w:color="auto"/>
            </w:tcBorders>
          </w:tcPr>
          <w:p w14:paraId="33991C7E" w14:textId="77777777" w:rsidR="002956EF" w:rsidRDefault="002956EF" w:rsidP="00AD46D2">
            <w:pPr>
              <w:snapToGrid w:val="0"/>
              <w:spacing w:line="216" w:lineRule="auto"/>
              <w:ind w:leftChars="-85" w:left="-170"/>
              <w:rPr>
                <w:rFonts w:ascii="돋움" w:eastAsia="돋움" w:hAnsi="돋움" w:cs="Arial"/>
                <w:spacing w:val="-8"/>
                <w:w w:val="90"/>
                <w:sz w:val="16"/>
                <w:szCs w:val="16"/>
              </w:rPr>
            </w:pPr>
          </w:p>
        </w:tc>
      </w:tr>
      <w:tr w:rsidR="002956EF" w14:paraId="1AFC71E2" w14:textId="77777777" w:rsidTr="00BA5152">
        <w:trPr>
          <w:trHeight w:val="237"/>
        </w:trPr>
        <w:tc>
          <w:tcPr>
            <w:tcW w:w="1878" w:type="dxa"/>
            <w:gridSpan w:val="2"/>
            <w:tcBorders>
              <w:left w:val="nil"/>
              <w:bottom w:val="nil"/>
              <w:right w:val="nil"/>
            </w:tcBorders>
            <w:vAlign w:val="center"/>
          </w:tcPr>
          <w:p w14:paraId="1CC05EAA" w14:textId="77777777" w:rsidR="002956EF" w:rsidRDefault="003E7825" w:rsidP="003E7825">
            <w:pPr>
              <w:snapToGrid w:val="0"/>
              <w:spacing w:line="216" w:lineRule="auto"/>
              <w:ind w:leftChars="-125" w:left="-246" w:hangingChars="3" w:hanging="4"/>
              <w:jc w:val="right"/>
              <w:rPr>
                <w:rFonts w:ascii="돋움" w:eastAsia="돋움" w:hAnsi="돋움" w:cs="Arial"/>
                <w:spacing w:val="-8"/>
                <w:w w:val="90"/>
                <w:sz w:val="16"/>
                <w:szCs w:val="16"/>
              </w:rPr>
            </w:pPr>
            <w:r>
              <w:rPr>
                <w:rFonts w:ascii="돋움" w:eastAsia="돋움" w:hAnsi="돋움" w:cs="Arial" w:hint="eastAsia"/>
                <w:spacing w:val="-8"/>
                <w:w w:val="90"/>
                <w:sz w:val="16"/>
                <w:szCs w:val="16"/>
              </w:rPr>
              <w:t>(For festival office use only)</w:t>
            </w:r>
          </w:p>
        </w:tc>
      </w:tr>
    </w:tbl>
    <w:p w14:paraId="61A9A193" w14:textId="77777777" w:rsidR="009362F2" w:rsidRPr="00177D2D" w:rsidRDefault="00162207" w:rsidP="00BA5152">
      <w:pPr>
        <w:tabs>
          <w:tab w:val="center" w:pos="10490"/>
        </w:tabs>
        <w:spacing w:line="80" w:lineRule="atLeast"/>
        <w:ind w:left="792"/>
        <w:jc w:val="left"/>
      </w:pPr>
      <w:r>
        <w:rPr>
          <w:noProof/>
          <w:lang w:eastAsia="en-US"/>
        </w:rPr>
        <w:drawing>
          <wp:inline distT="0" distB="0" distL="0" distR="0" wp14:anchorId="08331122" wp14:editId="2A2508B7">
            <wp:extent cx="4908550" cy="723900"/>
            <wp:effectExtent l="19050" t="0" r="6350" b="0"/>
            <wp:docPr id="1" name="그림 1" descr="main%20signitur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n%20signiture%202"/>
                    <pic:cNvPicPr>
                      <a:picLocks noChangeAspect="1" noChangeArrowheads="1"/>
                    </pic:cNvPicPr>
                  </pic:nvPicPr>
                  <pic:blipFill>
                    <a:blip r:embed="rId8" cstate="print"/>
                    <a:srcRect/>
                    <a:stretch>
                      <a:fillRect/>
                    </a:stretch>
                  </pic:blipFill>
                  <pic:spPr bwMode="auto">
                    <a:xfrm>
                      <a:off x="0" y="0"/>
                      <a:ext cx="4908550" cy="723900"/>
                    </a:xfrm>
                    <a:prstGeom prst="rect">
                      <a:avLst/>
                    </a:prstGeom>
                    <a:noFill/>
                    <a:ln w="9525">
                      <a:noFill/>
                      <a:miter lim="800000"/>
                      <a:headEnd/>
                      <a:tailEnd/>
                    </a:ln>
                  </pic:spPr>
                </pic:pic>
              </a:graphicData>
            </a:graphic>
          </wp:inline>
        </w:drawing>
      </w:r>
    </w:p>
    <w:tbl>
      <w:tblPr>
        <w:tblW w:w="10651" w:type="dxa"/>
        <w:jc w:val="center"/>
        <w:tblLayout w:type="fixed"/>
        <w:tblLook w:val="01E0" w:firstRow="1" w:lastRow="1" w:firstColumn="1" w:lastColumn="1" w:noHBand="0" w:noVBand="0"/>
      </w:tblPr>
      <w:tblGrid>
        <w:gridCol w:w="451"/>
        <w:gridCol w:w="767"/>
        <w:gridCol w:w="281"/>
        <w:gridCol w:w="911"/>
        <w:gridCol w:w="15"/>
        <w:gridCol w:w="510"/>
        <w:gridCol w:w="285"/>
        <w:gridCol w:w="145"/>
        <w:gridCol w:w="294"/>
        <w:gridCol w:w="693"/>
        <w:gridCol w:w="285"/>
        <w:gridCol w:w="97"/>
        <w:gridCol w:w="19"/>
        <w:gridCol w:w="22"/>
        <w:gridCol w:w="566"/>
        <w:gridCol w:w="124"/>
        <w:gridCol w:w="1155"/>
        <w:gridCol w:w="344"/>
        <w:gridCol w:w="1014"/>
        <w:gridCol w:w="474"/>
        <w:gridCol w:w="2119"/>
        <w:gridCol w:w="80"/>
      </w:tblGrid>
      <w:tr w:rsidR="00BD27CD" w:rsidRPr="00E57F3C" w14:paraId="537C476A" w14:textId="77777777" w:rsidTr="000A7DE4">
        <w:trPr>
          <w:gridAfter w:val="1"/>
          <w:wAfter w:w="80" w:type="dxa"/>
          <w:trHeight w:val="1236"/>
          <w:jc w:val="center"/>
        </w:trPr>
        <w:tc>
          <w:tcPr>
            <w:tcW w:w="10571" w:type="dxa"/>
            <w:gridSpan w:val="21"/>
            <w:tcMar>
              <w:top w:w="28" w:type="dxa"/>
              <w:left w:w="28" w:type="dxa"/>
              <w:bottom w:w="28" w:type="dxa"/>
              <w:right w:w="28" w:type="dxa"/>
            </w:tcMar>
            <w:vAlign w:val="bottom"/>
          </w:tcPr>
          <w:p w14:paraId="43A86044" w14:textId="420F3E09" w:rsidR="00BD27CD" w:rsidRPr="001A4557" w:rsidRDefault="0038620C" w:rsidP="00BA5152">
            <w:pPr>
              <w:snapToGrid w:val="0"/>
              <w:spacing w:line="80" w:lineRule="atLeast"/>
              <w:jc w:val="left"/>
              <w:rPr>
                <w:rFonts w:ascii="서울남산체 B" w:eastAsia="서울남산체 B" w:hAnsi="서울남산체 B" w:cs="Arial"/>
                <w:iCs/>
                <w:spacing w:val="-8"/>
                <w:sz w:val="22"/>
              </w:rPr>
            </w:pPr>
            <w:r w:rsidRPr="001A4557">
              <w:rPr>
                <w:rFonts w:ascii="서울남산체 B" w:eastAsia="서울남산체 B" w:hAnsi="서울남산체 B" w:cs="Arial"/>
                <w:iCs/>
                <w:spacing w:val="-8"/>
                <w:sz w:val="22"/>
              </w:rPr>
              <w:t>SICAF</w:t>
            </w:r>
            <w:r w:rsidR="00937F86">
              <w:rPr>
                <w:rFonts w:ascii="서울남산체 B" w:eastAsia="서울남산체 B" w:hAnsi="서울남산체 B" w:cs="Arial"/>
                <w:iCs/>
                <w:spacing w:val="-8"/>
                <w:sz w:val="22"/>
              </w:rPr>
              <w:t xml:space="preserve"> Student Short Film Festival </w:t>
            </w:r>
            <w:r w:rsidR="00EF42D3">
              <w:rPr>
                <w:rFonts w:ascii="서울남산체 B" w:eastAsia="서울남산체 B" w:hAnsi="서울남산체 B" w:cs="Arial"/>
                <w:iCs/>
                <w:spacing w:val="-8"/>
                <w:sz w:val="22"/>
              </w:rPr>
              <w:t>02. 01</w:t>
            </w:r>
            <w:r w:rsidR="00D910AB">
              <w:rPr>
                <w:rFonts w:ascii="서울남산체 B" w:eastAsia="서울남산체 B" w:hAnsi="서울남산체 B" w:cs="Arial"/>
                <w:iCs/>
                <w:spacing w:val="-8"/>
                <w:sz w:val="22"/>
              </w:rPr>
              <w:t xml:space="preserve">.2016 </w:t>
            </w:r>
            <w:r w:rsidR="003F220B">
              <w:rPr>
                <w:rFonts w:ascii="서울남산체 B" w:eastAsia="서울남산체 B" w:hAnsi="서울남산체 B" w:cs="Arial"/>
                <w:iCs/>
                <w:spacing w:val="-8"/>
                <w:sz w:val="22"/>
              </w:rPr>
              <w:t xml:space="preserve"> </w:t>
            </w:r>
            <w:r w:rsidR="00521308">
              <w:rPr>
                <w:rFonts w:ascii="서울남산체 B" w:eastAsia="서울남산체 B" w:hAnsi="서울남산체 B" w:cs="Arial"/>
                <w:iCs/>
                <w:spacing w:val="-8"/>
                <w:sz w:val="22"/>
              </w:rPr>
              <w:t>–</w:t>
            </w:r>
            <w:r w:rsidR="003F220B">
              <w:rPr>
                <w:rFonts w:ascii="서울남산체 B" w:eastAsia="서울남산체 B" w:hAnsi="서울남산체 B" w:cs="Arial"/>
                <w:iCs/>
                <w:spacing w:val="-8"/>
                <w:sz w:val="22"/>
              </w:rPr>
              <w:t xml:space="preserve"> </w:t>
            </w:r>
            <w:r w:rsidR="008B564D">
              <w:rPr>
                <w:rFonts w:ascii="서울남산체 B" w:eastAsia="서울남산체 B" w:hAnsi="서울남산체 B" w:cs="Arial"/>
                <w:iCs/>
                <w:spacing w:val="-8"/>
                <w:sz w:val="22"/>
              </w:rPr>
              <w:t>04.</w:t>
            </w:r>
            <w:r w:rsidR="00D910AB">
              <w:rPr>
                <w:rFonts w:ascii="서울남산체 B" w:eastAsia="서울남산체 B" w:hAnsi="서울남산체 B" w:cs="Arial"/>
                <w:iCs/>
                <w:spacing w:val="-8"/>
                <w:sz w:val="22"/>
              </w:rPr>
              <w:t xml:space="preserve">01. 2016 </w:t>
            </w:r>
            <w:r w:rsidR="00937F86">
              <w:rPr>
                <w:rFonts w:ascii="서울남산체 B" w:eastAsia="서울남산체 B" w:hAnsi="서울남산체 B" w:cs="Arial"/>
                <w:iCs/>
                <w:spacing w:val="-8"/>
                <w:sz w:val="22"/>
              </w:rPr>
              <w:t xml:space="preserve"> </w:t>
            </w:r>
          </w:p>
          <w:p w14:paraId="2D81DEB4" w14:textId="12122164" w:rsidR="0031238D" w:rsidRDefault="0006766E" w:rsidP="00BA5152">
            <w:pPr>
              <w:snapToGrid w:val="0"/>
              <w:spacing w:line="80" w:lineRule="atLeast"/>
              <w:jc w:val="left"/>
              <w:rPr>
                <w:rFonts w:ascii="서울남산체 B" w:eastAsia="서울남산체 B" w:hAnsi="서울남산체 B" w:cs="Arial"/>
                <w:iCs/>
                <w:spacing w:val="-8"/>
                <w:sz w:val="24"/>
              </w:rPr>
            </w:pPr>
            <w:r>
              <w:rPr>
                <w:rFonts w:ascii="서울남산체 B" w:eastAsia="서울남산체 B" w:hAnsi="서울남산체 B" w:cs="Arial"/>
                <w:iCs/>
                <w:spacing w:val="-8"/>
                <w:sz w:val="28"/>
                <w:lang w:val="en-GB"/>
              </w:rPr>
              <w:t>SICAF</w:t>
            </w:r>
            <w:r w:rsidR="00251E76" w:rsidRPr="001A4557">
              <w:rPr>
                <w:rFonts w:ascii="서울남산체 B" w:eastAsia="서울남산체 B" w:hAnsi="서울남산체 B" w:cs="Arial" w:hint="eastAsia"/>
                <w:iCs/>
                <w:spacing w:val="-8"/>
                <w:sz w:val="28"/>
              </w:rPr>
              <w:t>2</w:t>
            </w:r>
            <w:r w:rsidR="00251E76" w:rsidRPr="001A4557">
              <w:rPr>
                <w:rFonts w:ascii="서울남산체 B" w:eastAsia="서울남산체 B" w:hAnsi="서울남산체 B" w:cs="Arial"/>
                <w:iCs/>
                <w:spacing w:val="-8"/>
                <w:sz w:val="28"/>
              </w:rPr>
              <w:t xml:space="preserve">016 </w:t>
            </w:r>
            <w:r w:rsidR="000C660F">
              <w:rPr>
                <w:rFonts w:ascii="서울남산체 B" w:eastAsia="서울남산체 B" w:hAnsi="서울남산체 B" w:cs="Arial"/>
                <w:iCs/>
                <w:spacing w:val="-8"/>
                <w:sz w:val="28"/>
              </w:rPr>
              <w:t>학</w:t>
            </w:r>
            <w:r w:rsidR="000C660F">
              <w:rPr>
                <w:rFonts w:ascii="서울남산체 B" w:eastAsia="서울남산체 B" w:hAnsi="서울남산체 B" w:cs="Arial" w:hint="eastAsia"/>
                <w:iCs/>
                <w:spacing w:val="-8"/>
                <w:sz w:val="28"/>
              </w:rPr>
              <w:t>생단편</w:t>
            </w:r>
            <w:r w:rsidR="00251E76" w:rsidRPr="001A4557">
              <w:rPr>
                <w:rFonts w:ascii="서울남산체 B" w:eastAsia="서울남산체 B" w:hAnsi="서울남산체 B" w:cs="Arial" w:hint="eastAsia"/>
                <w:iCs/>
                <w:spacing w:val="-8"/>
                <w:sz w:val="28"/>
              </w:rPr>
              <w:t xml:space="preserve">영화제 </w:t>
            </w:r>
            <w:r w:rsidR="001425CE" w:rsidRPr="001A4557">
              <w:rPr>
                <w:rFonts w:ascii="서울남산체 B" w:eastAsia="서울남산체 B" w:hAnsi="서울남산체 B" w:cs="Arial"/>
                <w:iCs/>
                <w:spacing w:val="-8"/>
                <w:sz w:val="28"/>
              </w:rPr>
              <w:t>출</w:t>
            </w:r>
            <w:r w:rsidR="001425CE" w:rsidRPr="001A4557">
              <w:rPr>
                <w:rFonts w:ascii="서울남산체 B" w:eastAsia="서울남산체 B" w:hAnsi="서울남산체 B" w:cs="Arial" w:hint="eastAsia"/>
                <w:iCs/>
                <w:spacing w:val="-8"/>
                <w:sz w:val="28"/>
              </w:rPr>
              <w:t xml:space="preserve">품요강 </w:t>
            </w:r>
            <w:r w:rsidR="00FA6684" w:rsidRPr="00BD7B66">
              <w:rPr>
                <w:rFonts w:ascii="서울남산체 B" w:eastAsia="서울남산체 B" w:hAnsi="서울남산체 B" w:cs="Arial"/>
                <w:iCs/>
                <w:spacing w:val="-8"/>
                <w:sz w:val="21"/>
              </w:rPr>
              <w:t>SICAF 2016 Student</w:t>
            </w:r>
            <w:r w:rsidR="00BD7B66" w:rsidRPr="00BD7B66">
              <w:rPr>
                <w:rFonts w:ascii="서울남산체 B" w:eastAsia="서울남산체 B" w:hAnsi="서울남산체 B" w:cs="Arial"/>
                <w:iCs/>
                <w:spacing w:val="-8"/>
                <w:sz w:val="21"/>
              </w:rPr>
              <w:t xml:space="preserve"> </w:t>
            </w:r>
            <w:r w:rsidR="00FA6684" w:rsidRPr="00BD7B66">
              <w:rPr>
                <w:rFonts w:ascii="서울남산체 B" w:eastAsia="서울남산체 B" w:hAnsi="서울남산체 B" w:cs="Arial"/>
                <w:iCs/>
                <w:spacing w:val="-8"/>
                <w:sz w:val="21"/>
              </w:rPr>
              <w:t>Short</w:t>
            </w:r>
            <w:r w:rsidR="00BD7B66" w:rsidRPr="00BD7B66">
              <w:rPr>
                <w:rFonts w:ascii="서울남산체 B" w:eastAsia="서울남산체 B" w:hAnsi="서울남산체 B" w:cs="Arial"/>
                <w:iCs/>
                <w:spacing w:val="-8"/>
                <w:sz w:val="22"/>
                <w:lang w:val="en-GB"/>
              </w:rPr>
              <w:t xml:space="preserve"> </w:t>
            </w:r>
            <w:r w:rsidR="00BD7B66" w:rsidRPr="00BD7B66">
              <w:rPr>
                <w:rFonts w:ascii="서울남산체 B" w:eastAsia="서울남산체 B" w:hAnsi="서울남산체 B" w:cs="Arial"/>
                <w:iCs/>
                <w:spacing w:val="-8"/>
                <w:sz w:val="21"/>
                <w:lang w:val="en-GB"/>
              </w:rPr>
              <w:t>Film Festival</w:t>
            </w:r>
            <w:r w:rsidR="00FA6684" w:rsidRPr="00BD7B66">
              <w:rPr>
                <w:rFonts w:ascii="서울남산체 B" w:eastAsia="서울남산체 B" w:hAnsi="서울남산체 B" w:cs="Arial"/>
                <w:iCs/>
                <w:spacing w:val="-8"/>
                <w:sz w:val="21"/>
              </w:rPr>
              <w:t xml:space="preserve"> </w:t>
            </w:r>
            <w:r w:rsidR="00BD27CD" w:rsidRPr="00937F86">
              <w:rPr>
                <w:rFonts w:ascii="서울남산체 B" w:eastAsia="서울남산체 B" w:hAnsi="서울남산체 B" w:cs="Arial"/>
                <w:iCs/>
                <w:spacing w:val="-8"/>
                <w:sz w:val="24"/>
              </w:rPr>
              <w:t>ENTRY FORM</w:t>
            </w:r>
            <w:r w:rsidR="00BD27CD" w:rsidRPr="00937F86">
              <w:rPr>
                <w:rFonts w:ascii="서울남산체 B" w:eastAsia="서울남산체 B" w:hAnsi="서울남산체 B" w:cs="Arial" w:hint="eastAsia"/>
                <w:iCs/>
                <w:spacing w:val="-8"/>
                <w:sz w:val="24"/>
              </w:rPr>
              <w:t xml:space="preserve"> </w:t>
            </w:r>
          </w:p>
          <w:p w14:paraId="6A497C99" w14:textId="77777777" w:rsidR="00BD27CD" w:rsidRPr="00BD7B66" w:rsidRDefault="00BD27CD" w:rsidP="00BA5152">
            <w:pPr>
              <w:snapToGrid w:val="0"/>
              <w:spacing w:line="80" w:lineRule="atLeast"/>
              <w:jc w:val="left"/>
              <w:rPr>
                <w:rFonts w:ascii="서울남산체 B" w:eastAsia="서울남산체 B" w:hAnsi="서울남산체 B" w:cs="Arial"/>
                <w:spacing w:val="-8"/>
                <w:w w:val="90"/>
                <w:sz w:val="18"/>
              </w:rPr>
            </w:pPr>
            <w:r w:rsidRPr="00BD7B66">
              <w:rPr>
                <w:rFonts w:ascii="서울남산체 B" w:eastAsia="서울남산체 B" w:hAnsi="서울남산체 B" w:cs="Arial" w:hint="eastAsia"/>
                <w:iCs/>
                <w:color w:val="FF0000"/>
                <w:spacing w:val="-8"/>
                <w:sz w:val="18"/>
              </w:rPr>
              <w:t>(</w:t>
            </w:r>
            <w:r w:rsidR="0031238D">
              <w:rPr>
                <w:rFonts w:ascii="서울남산체 B" w:eastAsia="서울남산체 B" w:hAnsi="서울남산체 B" w:cs="Arial"/>
                <w:iCs/>
                <w:color w:val="FF0000"/>
                <w:spacing w:val="-8"/>
                <w:sz w:val="18"/>
              </w:rPr>
              <w:t>출</w:t>
            </w:r>
            <w:r w:rsidR="0031238D">
              <w:rPr>
                <w:rFonts w:ascii="서울남산체 B" w:eastAsia="서울남산체 B" w:hAnsi="서울남산체 B" w:cs="Arial" w:hint="eastAsia"/>
                <w:iCs/>
                <w:color w:val="FF0000"/>
                <w:spacing w:val="-8"/>
                <w:sz w:val="18"/>
              </w:rPr>
              <w:t xml:space="preserve">품 </w:t>
            </w:r>
            <w:r w:rsidR="0031238D">
              <w:rPr>
                <w:rFonts w:ascii="서울남산체 B" w:eastAsia="서울남산체 B" w:hAnsi="서울남산체 B" w:cs="Arial"/>
                <w:iCs/>
                <w:color w:val="FF0000"/>
                <w:spacing w:val="-8"/>
                <w:sz w:val="18"/>
              </w:rPr>
              <w:t>마</w:t>
            </w:r>
            <w:r w:rsidR="0031238D">
              <w:rPr>
                <w:rFonts w:ascii="서울남산체 B" w:eastAsia="서울남산체 B" w:hAnsi="서울남산체 B" w:cs="Arial" w:hint="eastAsia"/>
                <w:iCs/>
                <w:color w:val="FF0000"/>
                <w:spacing w:val="-8"/>
                <w:sz w:val="18"/>
              </w:rPr>
              <w:t xml:space="preserve">감 </w:t>
            </w:r>
            <w:r w:rsidR="0031238D">
              <w:rPr>
                <w:rFonts w:ascii="서울남산체 B" w:eastAsia="서울남산체 B" w:hAnsi="서울남산체 B" w:cs="Arial"/>
                <w:iCs/>
                <w:color w:val="FF0000"/>
                <w:spacing w:val="-8"/>
                <w:sz w:val="18"/>
              </w:rPr>
              <w:t>2016</w:t>
            </w:r>
            <w:r w:rsidR="0031238D">
              <w:rPr>
                <w:rFonts w:ascii="서울남산체 B" w:eastAsia="서울남산체 B" w:hAnsi="서울남산체 B" w:cs="Arial" w:hint="eastAsia"/>
                <w:iCs/>
                <w:color w:val="FF0000"/>
                <w:spacing w:val="-8"/>
                <w:sz w:val="18"/>
              </w:rPr>
              <w:t xml:space="preserve">년 </w:t>
            </w:r>
            <w:r w:rsidR="0031238D">
              <w:rPr>
                <w:rFonts w:ascii="서울남산체 B" w:eastAsia="서울남산체 B" w:hAnsi="서울남산체 B" w:cs="Arial"/>
                <w:iCs/>
                <w:color w:val="FF0000"/>
                <w:spacing w:val="-8"/>
                <w:sz w:val="18"/>
              </w:rPr>
              <w:t>3</w:t>
            </w:r>
            <w:r w:rsidR="0031238D">
              <w:rPr>
                <w:rFonts w:ascii="서울남산체 B" w:eastAsia="서울남산체 B" w:hAnsi="서울남산체 B" w:cs="Arial" w:hint="eastAsia"/>
                <w:iCs/>
                <w:color w:val="FF0000"/>
                <w:spacing w:val="-8"/>
                <w:sz w:val="18"/>
              </w:rPr>
              <w:t xml:space="preserve">월 </w:t>
            </w:r>
            <w:r w:rsidR="008149CE">
              <w:rPr>
                <w:rFonts w:ascii="서울남산체 B" w:eastAsia="서울남산체 B" w:hAnsi="서울남산체 B" w:cs="Arial"/>
                <w:iCs/>
                <w:color w:val="FF0000"/>
                <w:spacing w:val="-8"/>
                <w:sz w:val="18"/>
              </w:rPr>
              <w:t>20</w:t>
            </w:r>
            <w:r w:rsidR="0031238D">
              <w:rPr>
                <w:rFonts w:ascii="서울남산체 B" w:eastAsia="서울남산체 B" w:hAnsi="서울남산체 B" w:cs="Arial" w:hint="eastAsia"/>
                <w:iCs/>
                <w:color w:val="FF0000"/>
                <w:spacing w:val="-8"/>
                <w:sz w:val="18"/>
              </w:rPr>
              <w:t xml:space="preserve">일 </w:t>
            </w:r>
            <w:r w:rsidR="0031238D">
              <w:rPr>
                <w:rFonts w:ascii="서울남산체 B" w:eastAsia="서울남산체 B" w:hAnsi="서울남산체 B" w:cs="Arial"/>
                <w:iCs/>
                <w:color w:val="FF0000"/>
                <w:spacing w:val="-8"/>
                <w:sz w:val="18"/>
              </w:rPr>
              <w:t xml:space="preserve">/ </w:t>
            </w:r>
            <w:r w:rsidRPr="00BD7B66">
              <w:rPr>
                <w:rFonts w:ascii="서울남산체 B" w:eastAsia="서울남산체 B" w:hAnsi="서울남산체 B" w:cs="Arial" w:hint="eastAsia"/>
                <w:iCs/>
                <w:color w:val="FF0000"/>
                <w:spacing w:val="-8"/>
                <w:sz w:val="18"/>
              </w:rPr>
              <w:t xml:space="preserve">Deadline: </w:t>
            </w:r>
            <w:r w:rsidR="00580EF6" w:rsidRPr="00BD7B66">
              <w:rPr>
                <w:rFonts w:ascii="서울남산체 B" w:eastAsia="서울남산체 B" w:hAnsi="서울남산체 B" w:cs="Arial"/>
                <w:iCs/>
                <w:color w:val="FF0000"/>
                <w:spacing w:val="-8"/>
                <w:sz w:val="18"/>
              </w:rPr>
              <w:t>March</w:t>
            </w:r>
            <w:r w:rsidRPr="00BD7B66">
              <w:rPr>
                <w:rFonts w:ascii="서울남산체 B" w:eastAsia="서울남산체 B" w:hAnsi="서울남산체 B" w:cs="Arial" w:hint="eastAsia"/>
                <w:iCs/>
                <w:color w:val="FF0000"/>
                <w:spacing w:val="-8"/>
                <w:sz w:val="18"/>
              </w:rPr>
              <w:t xml:space="preserve"> </w:t>
            </w:r>
            <w:r w:rsidR="00831FF4">
              <w:rPr>
                <w:rFonts w:ascii="서울남산체 B" w:eastAsia="서울남산체 B" w:hAnsi="서울남산체 B" w:cs="Arial"/>
                <w:iCs/>
                <w:color w:val="FF0000"/>
                <w:spacing w:val="-8"/>
                <w:sz w:val="18"/>
              </w:rPr>
              <w:t>20</w:t>
            </w:r>
            <w:r w:rsidRPr="00BD7B66">
              <w:rPr>
                <w:rFonts w:ascii="서울남산체 B" w:eastAsia="서울남산체 B" w:hAnsi="서울남산체 B" w:cs="Arial" w:hint="eastAsia"/>
                <w:iCs/>
                <w:color w:val="FF0000"/>
                <w:spacing w:val="-8"/>
                <w:sz w:val="18"/>
              </w:rPr>
              <w:t>, 201</w:t>
            </w:r>
            <w:r w:rsidR="00580EF6" w:rsidRPr="00BD7B66">
              <w:rPr>
                <w:rFonts w:ascii="서울남산체 B" w:eastAsia="서울남산체 B" w:hAnsi="서울남산체 B" w:cs="Arial"/>
                <w:iCs/>
                <w:color w:val="FF0000"/>
                <w:spacing w:val="-8"/>
                <w:sz w:val="18"/>
              </w:rPr>
              <w:t>6</w:t>
            </w:r>
            <w:r w:rsidRPr="00BD7B66">
              <w:rPr>
                <w:rFonts w:ascii="서울남산체 B" w:eastAsia="서울남산체 B" w:hAnsi="서울남산체 B" w:cs="Arial" w:hint="eastAsia"/>
                <w:iCs/>
                <w:color w:val="FF0000"/>
                <w:spacing w:val="-8"/>
                <w:sz w:val="18"/>
              </w:rPr>
              <w:t>)</w:t>
            </w:r>
          </w:p>
          <w:p w14:paraId="203DF84A" w14:textId="77777777" w:rsidR="00BD27CD" w:rsidRDefault="00BD27CD" w:rsidP="00BA5152">
            <w:pPr>
              <w:snapToGrid w:val="0"/>
              <w:spacing w:line="80" w:lineRule="atLeast"/>
              <w:jc w:val="left"/>
              <w:rPr>
                <w:rFonts w:ascii="서울남산체 L" w:eastAsia="서울남산체 L" w:hAnsi="서울남산체 L" w:cs="Arial"/>
                <w:spacing w:val="-8"/>
                <w:w w:val="90"/>
                <w:sz w:val="16"/>
                <w:szCs w:val="16"/>
              </w:rPr>
            </w:pPr>
            <w:r w:rsidRPr="00A5180B">
              <w:rPr>
                <w:rFonts w:ascii="서울남산체 L" w:eastAsia="서울남산체 L" w:hAnsi="서울남산체 L" w:cs="Arial" w:hint="eastAsia"/>
                <w:spacing w:val="-8"/>
                <w:w w:val="90"/>
                <w:sz w:val="16"/>
                <w:szCs w:val="16"/>
              </w:rPr>
              <w:t>(100-250) 서울특별시 중구 소파로 126 서울애니메이션센터</w:t>
            </w:r>
            <w:r w:rsidR="003B78F7">
              <w:rPr>
                <w:rFonts w:ascii="서울남산체 L" w:eastAsia="서울남산체 L" w:hAnsi="서울남산체 L" w:cs="Arial" w:hint="eastAsia"/>
                <w:spacing w:val="-8"/>
                <w:w w:val="90"/>
                <w:sz w:val="16"/>
                <w:szCs w:val="16"/>
              </w:rPr>
              <w:t xml:space="preserve"> A</w:t>
            </w:r>
            <w:r w:rsidRPr="00A5180B">
              <w:rPr>
                <w:rFonts w:ascii="서울남산체 L" w:eastAsia="서울남산체 L" w:hAnsi="서울남산체 L" w:cs="Arial" w:hint="eastAsia"/>
                <w:spacing w:val="-8"/>
                <w:w w:val="90"/>
                <w:sz w:val="16"/>
                <w:szCs w:val="16"/>
              </w:rPr>
              <w:t>동</w:t>
            </w:r>
            <w:r w:rsidR="003B78F7">
              <w:rPr>
                <w:rFonts w:ascii="서울남산체 L" w:eastAsia="서울남산체 L" w:hAnsi="서울남산체 L" w:cs="Arial" w:hint="eastAsia"/>
                <w:spacing w:val="-8"/>
                <w:w w:val="90"/>
                <w:sz w:val="16"/>
                <w:szCs w:val="16"/>
              </w:rPr>
              <w:t xml:space="preserve"> 2</w:t>
            </w:r>
            <w:r w:rsidRPr="00A5180B">
              <w:rPr>
                <w:rFonts w:ascii="서울남산체 L" w:eastAsia="서울남산체 L" w:hAnsi="서울남산체 L" w:cs="Arial" w:hint="eastAsia"/>
                <w:spacing w:val="-8"/>
                <w:w w:val="90"/>
                <w:sz w:val="16"/>
                <w:szCs w:val="16"/>
              </w:rPr>
              <w:t>03호 SICAF조직위원회</w:t>
            </w:r>
          </w:p>
          <w:p w14:paraId="046AE848" w14:textId="77777777" w:rsidR="00BD27CD" w:rsidRPr="00A5180B" w:rsidRDefault="00037D1B" w:rsidP="00BA5152">
            <w:pPr>
              <w:snapToGrid w:val="0"/>
              <w:spacing w:line="80" w:lineRule="atLeast"/>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6"/>
                <w:szCs w:val="16"/>
              </w:rPr>
              <w:t>SICAF Organizing Committee, A-2</w:t>
            </w:r>
            <w:r w:rsidR="00BD27CD" w:rsidRPr="00A5180B">
              <w:rPr>
                <w:rFonts w:ascii="서울남산체 L" w:eastAsia="서울남산체 L" w:hAnsi="서울남산체 L" w:cs="Arial" w:hint="eastAsia"/>
                <w:spacing w:val="-8"/>
                <w:w w:val="90"/>
                <w:sz w:val="16"/>
                <w:szCs w:val="16"/>
              </w:rPr>
              <w:t xml:space="preserve">03 Seoul Animation Center, 126 Sopa-ro, Jung-gu, Seoul 100-250, </w:t>
            </w:r>
            <w:r w:rsidR="00BD27CD">
              <w:rPr>
                <w:rFonts w:ascii="서울남산체 L" w:eastAsia="서울남산체 L" w:hAnsi="서울남산체 L" w:cs="Arial" w:hint="eastAsia"/>
                <w:spacing w:val="-8"/>
                <w:w w:val="90"/>
                <w:sz w:val="16"/>
                <w:szCs w:val="16"/>
              </w:rPr>
              <w:t xml:space="preserve">Rep. of </w:t>
            </w:r>
            <w:r w:rsidR="00BD27CD" w:rsidRPr="00A5180B">
              <w:rPr>
                <w:rFonts w:ascii="서울남산체 L" w:eastAsia="서울남산체 L" w:hAnsi="서울남산체 L" w:cs="Arial" w:hint="eastAsia"/>
                <w:spacing w:val="-8"/>
                <w:w w:val="90"/>
                <w:sz w:val="16"/>
                <w:szCs w:val="16"/>
              </w:rPr>
              <w:t>Korea</w:t>
            </w:r>
          </w:p>
          <w:p w14:paraId="145DCAE1" w14:textId="77777777" w:rsidR="00BD27CD" w:rsidRDefault="00037D1B" w:rsidP="00BA5152">
            <w:pPr>
              <w:snapToGrid w:val="0"/>
              <w:spacing w:line="80" w:lineRule="atLeast"/>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6"/>
                <w:szCs w:val="16"/>
              </w:rPr>
              <w:t>Tel.</w:t>
            </w:r>
            <w:r w:rsidR="005A57D6">
              <w:rPr>
                <w:rFonts w:ascii="서울남산체 L" w:eastAsia="서울남산체 L" w:hAnsi="서울남산체 L" w:cs="Arial" w:hint="eastAsia"/>
                <w:spacing w:val="-8"/>
                <w:w w:val="90"/>
                <w:sz w:val="16"/>
                <w:szCs w:val="16"/>
              </w:rPr>
              <w:t xml:space="preserve"> +82 2 3455 8436</w:t>
            </w:r>
            <w:r>
              <w:rPr>
                <w:rFonts w:ascii="서울남산체 L" w:eastAsia="서울남산체 L" w:hAnsi="서울남산체 L" w:cs="Arial" w:hint="eastAsia"/>
                <w:spacing w:val="-8"/>
                <w:w w:val="90"/>
                <w:sz w:val="16"/>
                <w:szCs w:val="16"/>
              </w:rPr>
              <w:t xml:space="preserve"> Fax.</w:t>
            </w:r>
            <w:r w:rsidR="00BD27CD" w:rsidRPr="00A5180B">
              <w:rPr>
                <w:rFonts w:ascii="서울남산체 L" w:eastAsia="서울남산체 L" w:hAnsi="서울남산체 L" w:cs="Arial" w:hint="eastAsia"/>
                <w:spacing w:val="-8"/>
                <w:w w:val="90"/>
                <w:sz w:val="16"/>
                <w:szCs w:val="16"/>
              </w:rPr>
              <w:t xml:space="preserve"> 82 2 3455 8422 E-Mail: </w:t>
            </w:r>
            <w:r w:rsidR="00BD27CD">
              <w:rPr>
                <w:rFonts w:ascii="서울남산체 L" w:eastAsia="서울남산체 L" w:hAnsi="서울남산체 L" w:cs="Arial"/>
                <w:color w:val="000000"/>
                <w:spacing w:val="-8"/>
                <w:w w:val="90"/>
                <w:sz w:val="16"/>
                <w:szCs w:val="16"/>
              </w:rPr>
              <w:t>entries</w:t>
            </w:r>
            <w:r w:rsidR="00BD27CD" w:rsidRPr="00A5180B">
              <w:rPr>
                <w:rFonts w:ascii="서울남산체 L" w:eastAsia="서울남산체 L" w:hAnsi="서울남산체 L" w:cs="Arial" w:hint="eastAsia"/>
                <w:color w:val="000000"/>
                <w:spacing w:val="-8"/>
                <w:w w:val="90"/>
                <w:sz w:val="16"/>
                <w:szCs w:val="16"/>
              </w:rPr>
              <w:t>.sicaf@gmail.com</w:t>
            </w:r>
            <w:r w:rsidR="00BD27CD" w:rsidRPr="00A5180B">
              <w:rPr>
                <w:rFonts w:ascii="서울남산체 L" w:eastAsia="서울남산체 L" w:hAnsi="서울남산체 L" w:cs="Arial" w:hint="eastAsia"/>
                <w:spacing w:val="-8"/>
                <w:w w:val="90"/>
                <w:sz w:val="16"/>
                <w:szCs w:val="16"/>
              </w:rPr>
              <w:t xml:space="preserve"> Official Website : </w:t>
            </w:r>
            <w:hyperlink r:id="rId9" w:history="1">
              <w:r w:rsidR="00BD27CD" w:rsidRPr="004E5E3D">
                <w:rPr>
                  <w:rStyle w:val="Hyperlink"/>
                  <w:rFonts w:ascii="서울남산체 L" w:eastAsia="서울남산체 L" w:hAnsi="서울남산체 L" w:cs="Arial" w:hint="eastAsia"/>
                  <w:spacing w:val="-8"/>
                  <w:w w:val="90"/>
                  <w:sz w:val="16"/>
                  <w:szCs w:val="16"/>
                </w:rPr>
                <w:t>www.sicaf.org</w:t>
              </w:r>
            </w:hyperlink>
          </w:p>
          <w:p w14:paraId="6D3CE078" w14:textId="77777777" w:rsidR="00D61411" w:rsidRPr="00BD27CD" w:rsidRDefault="00D61411" w:rsidP="00BA5152">
            <w:pPr>
              <w:snapToGrid w:val="0"/>
              <w:spacing w:line="80" w:lineRule="atLeast"/>
              <w:jc w:val="left"/>
              <w:rPr>
                <w:rFonts w:ascii="서울남산체 L" w:eastAsia="서울남산체 L" w:hAnsi="서울남산체 L" w:cs="Arial"/>
                <w:spacing w:val="-8"/>
                <w:w w:val="90"/>
                <w:sz w:val="16"/>
                <w:szCs w:val="16"/>
              </w:rPr>
            </w:pPr>
          </w:p>
        </w:tc>
      </w:tr>
      <w:tr w:rsidR="00C42AA1" w:rsidRPr="00BC50FF" w14:paraId="00A499A9" w14:textId="77777777" w:rsidTr="000A7DE4">
        <w:trPr>
          <w:gridAfter w:val="1"/>
          <w:wAfter w:w="80" w:type="dxa"/>
          <w:trHeight w:val="50"/>
          <w:jc w:val="center"/>
        </w:trPr>
        <w:tc>
          <w:tcPr>
            <w:tcW w:w="10571" w:type="dxa"/>
            <w:gridSpan w:val="21"/>
            <w:shd w:val="clear" w:color="auto" w:fill="333333"/>
            <w:tcMar>
              <w:top w:w="28" w:type="dxa"/>
              <w:left w:w="28" w:type="dxa"/>
              <w:bottom w:w="28" w:type="dxa"/>
              <w:right w:w="28" w:type="dxa"/>
            </w:tcMar>
            <w:vAlign w:val="center"/>
          </w:tcPr>
          <w:p w14:paraId="61CC9608" w14:textId="77777777" w:rsidR="00C42AA1" w:rsidRPr="00BC50FF" w:rsidRDefault="00C42AA1" w:rsidP="00BA5152">
            <w:pPr>
              <w:snapToGrid w:val="0"/>
              <w:jc w:val="left"/>
              <w:rPr>
                <w:rFonts w:ascii="서울남산체 L" w:eastAsia="서울남산체 L" w:hAnsi="서울남산체 L" w:cs="Arial"/>
                <w:b/>
                <w:bCs/>
                <w:color w:val="FFFFFF"/>
                <w:spacing w:val="-8"/>
                <w:w w:val="90"/>
                <w:sz w:val="18"/>
                <w:szCs w:val="18"/>
              </w:rPr>
            </w:pPr>
            <w:r w:rsidRPr="00BC50FF">
              <w:rPr>
                <w:rFonts w:ascii="서울남산체 L" w:eastAsia="서울남산체 L" w:hAnsi="서울남산체 L" w:cs="Arial" w:hint="eastAsia"/>
                <w:color w:val="FFFFFF"/>
                <w:spacing w:val="-8"/>
                <w:w w:val="90"/>
                <w:sz w:val="18"/>
                <w:szCs w:val="18"/>
              </w:rPr>
              <w:t xml:space="preserve">1. 신청부문 </w:t>
            </w:r>
            <w:r w:rsidRPr="00BC50FF">
              <w:rPr>
                <w:rFonts w:ascii="서울남산체 L" w:eastAsia="서울남산체 L" w:hAnsi="서울남산체 L" w:cs="Arial" w:hint="eastAsia"/>
                <w:b/>
                <w:bCs/>
                <w:color w:val="FFFFFF"/>
                <w:spacing w:val="-8"/>
                <w:w w:val="90"/>
                <w:sz w:val="18"/>
                <w:szCs w:val="18"/>
              </w:rPr>
              <w:t xml:space="preserve">| </w:t>
            </w:r>
            <w:r w:rsidRPr="00BC50FF">
              <w:rPr>
                <w:rFonts w:ascii="서울남산체 L" w:eastAsia="서울남산체 L" w:hAnsi="서울남산체 L" w:cs="Arial"/>
                <w:b/>
                <w:bCs/>
                <w:iCs/>
                <w:color w:val="FFFFFF"/>
                <w:spacing w:val="-8"/>
                <w:w w:val="90"/>
                <w:sz w:val="18"/>
                <w:szCs w:val="18"/>
              </w:rPr>
              <w:t>C</w:t>
            </w:r>
            <w:r w:rsidRPr="00BC50FF">
              <w:rPr>
                <w:rFonts w:ascii="서울남산체 L" w:eastAsia="서울남산체 L" w:hAnsi="서울남산체 L" w:cs="Arial" w:hint="eastAsia"/>
                <w:b/>
                <w:bCs/>
                <w:iCs/>
                <w:color w:val="FFFFFF"/>
                <w:spacing w:val="-8"/>
                <w:w w:val="90"/>
                <w:sz w:val="18"/>
                <w:szCs w:val="18"/>
              </w:rPr>
              <w:t>ategory</w:t>
            </w:r>
            <w:r w:rsidR="00BD48FE">
              <w:rPr>
                <w:rFonts w:ascii="서울남산체 L" w:eastAsia="서울남산체 L" w:hAnsi="서울남산체 L" w:cs="Arial"/>
                <w:b/>
                <w:bCs/>
                <w:iCs/>
                <w:color w:val="FFFFFF"/>
                <w:spacing w:val="-8"/>
                <w:w w:val="90"/>
                <w:sz w:val="18"/>
                <w:szCs w:val="18"/>
              </w:rPr>
              <w:t xml:space="preserve">  </w:t>
            </w:r>
            <w:r w:rsidR="000B093F">
              <w:rPr>
                <w:rFonts w:ascii="서울남산체 L" w:eastAsia="서울남산체 L" w:hAnsi="서울남산체 L" w:cs="Arial"/>
                <w:b/>
                <w:bCs/>
                <w:iCs/>
                <w:color w:val="FFFFFF"/>
                <w:spacing w:val="-8"/>
                <w:w w:val="90"/>
                <w:sz w:val="18"/>
                <w:szCs w:val="18"/>
              </w:rPr>
              <w:t xml:space="preserve">             </w:t>
            </w:r>
            <w:r w:rsidR="00915DA0">
              <w:rPr>
                <w:rFonts w:ascii="서울남산체 L" w:eastAsia="서울남산체 L" w:hAnsi="서울남산체 L" w:cs="Arial"/>
                <w:b/>
                <w:bCs/>
                <w:iCs/>
                <w:color w:val="FFFFFF"/>
                <w:spacing w:val="-8"/>
                <w:w w:val="90"/>
                <w:sz w:val="18"/>
                <w:szCs w:val="18"/>
              </w:rPr>
              <w:t xml:space="preserve">       </w:t>
            </w:r>
            <w:r w:rsidR="000B093F">
              <w:rPr>
                <w:rFonts w:ascii="서울남산체 L" w:eastAsia="서울남산체 L" w:hAnsi="서울남산체 L" w:cs="Arial"/>
                <w:b/>
                <w:bCs/>
                <w:iCs/>
                <w:color w:val="FFFFFF"/>
                <w:spacing w:val="-8"/>
                <w:w w:val="90"/>
                <w:sz w:val="18"/>
                <w:szCs w:val="18"/>
              </w:rPr>
              <w:t xml:space="preserve"> </w:t>
            </w:r>
            <w:r w:rsidR="00BD48FE" w:rsidRPr="00BC50FF">
              <w:rPr>
                <w:rFonts w:ascii="서울남산체 L" w:eastAsia="서울남산체 L" w:hAnsi="서울남산체 L" w:cs="Arial"/>
                <w:spacing w:val="-8"/>
                <w:w w:val="90"/>
                <w:sz w:val="16"/>
                <w:szCs w:val="16"/>
              </w:rPr>
              <w:t>※</w:t>
            </w:r>
            <w:r w:rsidR="00BD48FE">
              <w:rPr>
                <w:rFonts w:ascii="서울남산체 L" w:eastAsia="서울남산체 L" w:hAnsi="서울남산체 L" w:cs="Arial"/>
                <w:spacing w:val="-8"/>
                <w:w w:val="90"/>
                <w:sz w:val="16"/>
                <w:szCs w:val="16"/>
              </w:rPr>
              <w:t xml:space="preserve"> </w:t>
            </w:r>
            <w:r w:rsidR="000B093F">
              <w:rPr>
                <w:rFonts w:ascii="서울남산체 L" w:eastAsia="서울남산체 L" w:hAnsi="서울남산체 L" w:cs="Arial" w:hint="eastAsia"/>
                <w:w w:val="90"/>
                <w:kern w:val="0"/>
                <w:sz w:val="16"/>
                <w:szCs w:val="16"/>
              </w:rPr>
              <w:t>다</w:t>
            </w:r>
            <w:r w:rsidR="000B093F">
              <w:rPr>
                <w:rFonts w:ascii="서울남산체 L" w:eastAsia="서울남산체 L" w:hAnsi="서울남산체 L" w:cs="Arial"/>
                <w:w w:val="90"/>
                <w:kern w:val="0"/>
                <w:sz w:val="16"/>
                <w:szCs w:val="16"/>
              </w:rPr>
              <w:t>음 중</w:t>
            </w:r>
            <w:r w:rsidR="00BD48FE">
              <w:rPr>
                <w:rFonts w:ascii="서울남산체 L" w:eastAsia="서울남산체 L" w:hAnsi="서울남산체 L" w:cs="Arial"/>
                <w:w w:val="90"/>
                <w:kern w:val="0"/>
                <w:sz w:val="16"/>
                <w:szCs w:val="16"/>
              </w:rPr>
              <w:t xml:space="preserve"> </w:t>
            </w:r>
            <w:r w:rsidR="00BD48FE" w:rsidRPr="002F62C3">
              <w:rPr>
                <w:rFonts w:ascii="서울남산체 L" w:eastAsia="서울남산체 L" w:hAnsi="서울남산체 L" w:cs="Arial"/>
                <w:w w:val="90"/>
                <w:kern w:val="0"/>
                <w:sz w:val="16"/>
                <w:szCs w:val="16"/>
              </w:rPr>
              <w:t xml:space="preserve">한 </w:t>
            </w:r>
            <w:r w:rsidR="00BD48FE">
              <w:rPr>
                <w:rFonts w:ascii="서울남산체 L" w:eastAsia="서울남산체 L" w:hAnsi="서울남산체 L" w:cs="Arial" w:hint="eastAsia"/>
                <w:w w:val="90"/>
                <w:kern w:val="0"/>
                <w:sz w:val="16"/>
                <w:szCs w:val="16"/>
              </w:rPr>
              <w:t>가</w:t>
            </w:r>
            <w:r w:rsidR="00BD48FE">
              <w:rPr>
                <w:rFonts w:ascii="서울남산체 L" w:eastAsia="서울남산체 L" w:hAnsi="서울남산체 L" w:cs="Arial"/>
                <w:w w:val="90"/>
                <w:kern w:val="0"/>
                <w:sz w:val="16"/>
                <w:szCs w:val="16"/>
              </w:rPr>
              <w:t>지</w:t>
            </w:r>
            <w:r w:rsidR="00BD48FE">
              <w:rPr>
                <w:rFonts w:ascii="서울남산체 L" w:eastAsia="서울남산체 L" w:hAnsi="서울남산체 L" w:cs="Arial" w:hint="eastAsia"/>
                <w:w w:val="90"/>
                <w:kern w:val="0"/>
                <w:sz w:val="16"/>
                <w:szCs w:val="16"/>
              </w:rPr>
              <w:t xml:space="preserve">만 </w:t>
            </w:r>
            <w:r w:rsidR="000B093F">
              <w:rPr>
                <w:rFonts w:ascii="서울남산체 L" w:eastAsia="서울남산체 L" w:hAnsi="서울남산체 L" w:cs="Arial" w:hint="eastAsia"/>
                <w:w w:val="90"/>
                <w:kern w:val="0"/>
                <w:sz w:val="16"/>
                <w:szCs w:val="16"/>
              </w:rPr>
              <w:t>선</w:t>
            </w:r>
            <w:r w:rsidR="000B093F">
              <w:rPr>
                <w:rFonts w:ascii="서울남산체 L" w:eastAsia="서울남산체 L" w:hAnsi="서울남산체 L" w:cs="Arial"/>
                <w:w w:val="90"/>
                <w:kern w:val="0"/>
                <w:sz w:val="16"/>
                <w:szCs w:val="16"/>
              </w:rPr>
              <w:t xml:space="preserve">택해 </w:t>
            </w:r>
            <w:r w:rsidR="000B093F">
              <w:rPr>
                <w:rFonts w:ascii="서울남산체 L" w:eastAsia="서울남산체 L" w:hAnsi="서울남산체 L" w:cs="Arial" w:hint="eastAsia"/>
                <w:w w:val="90"/>
                <w:kern w:val="0"/>
                <w:sz w:val="16"/>
                <w:szCs w:val="16"/>
              </w:rPr>
              <w:t>주</w:t>
            </w:r>
            <w:r w:rsidR="000B093F">
              <w:rPr>
                <w:rFonts w:ascii="서울남산체 L" w:eastAsia="서울남산체 L" w:hAnsi="서울남산체 L" w:cs="Arial"/>
                <w:w w:val="90"/>
                <w:kern w:val="0"/>
                <w:sz w:val="16"/>
                <w:szCs w:val="16"/>
              </w:rPr>
              <w:t>시</w:t>
            </w:r>
            <w:r w:rsidR="000B093F">
              <w:rPr>
                <w:rFonts w:ascii="서울남산체 L" w:eastAsia="서울남산체 L" w:hAnsi="서울남산체 L" w:cs="Arial" w:hint="eastAsia"/>
                <w:w w:val="90"/>
                <w:kern w:val="0"/>
                <w:sz w:val="16"/>
                <w:szCs w:val="16"/>
              </w:rPr>
              <w:t>기</w:t>
            </w:r>
            <w:r w:rsidR="000B093F">
              <w:rPr>
                <w:rFonts w:ascii="서울남산체 L" w:eastAsia="서울남산체 L" w:hAnsi="서울남산체 L" w:cs="Arial"/>
                <w:w w:val="90"/>
                <w:kern w:val="0"/>
                <w:sz w:val="16"/>
                <w:szCs w:val="16"/>
              </w:rPr>
              <w:t xml:space="preserve"> 바랍니다.</w:t>
            </w:r>
            <w:r w:rsidR="00BD48FE" w:rsidRPr="002F62C3">
              <w:rPr>
                <w:rFonts w:ascii="서울남산체 L" w:eastAsia="서울남산체 L" w:hAnsi="서울남산체 L" w:cs="Arial" w:hint="eastAsia"/>
                <w:w w:val="90"/>
                <w:kern w:val="0"/>
                <w:sz w:val="16"/>
                <w:szCs w:val="16"/>
              </w:rPr>
              <w:t xml:space="preserve"> </w:t>
            </w:r>
            <w:r w:rsidR="000B093F">
              <w:rPr>
                <w:rFonts w:ascii="서울남산체 L" w:eastAsia="서울남산체 L" w:hAnsi="서울남산체 L" w:cs="Arial"/>
                <w:w w:val="90"/>
                <w:kern w:val="0"/>
                <w:sz w:val="16"/>
                <w:szCs w:val="16"/>
              </w:rPr>
              <w:t>| Please mark</w:t>
            </w:r>
            <w:r w:rsidR="00BD48FE" w:rsidRPr="002F62C3">
              <w:rPr>
                <w:rFonts w:ascii="서울남산체 L" w:eastAsia="서울남산체 L" w:hAnsi="서울남산체 L" w:cs="Arial"/>
                <w:w w:val="90"/>
                <w:kern w:val="0"/>
                <w:sz w:val="16"/>
                <w:szCs w:val="16"/>
              </w:rPr>
              <w:t xml:space="preserve"> one of</w:t>
            </w:r>
            <w:r w:rsidR="00BD48FE" w:rsidRPr="002F62C3">
              <w:rPr>
                <w:rFonts w:hAnsi="바탕" w:cs="바탕" w:hint="eastAsia"/>
                <w:w w:val="90"/>
                <w:kern w:val="0"/>
                <w:sz w:val="16"/>
                <w:szCs w:val="16"/>
              </w:rPr>
              <w:t> </w:t>
            </w:r>
            <w:r w:rsidR="00BD48FE" w:rsidRPr="002F62C3">
              <w:rPr>
                <w:rFonts w:ascii="서울남산체 L" w:eastAsia="서울남산체 L" w:hAnsi="서울남산체 L" w:cs="Arial"/>
                <w:w w:val="90"/>
                <w:kern w:val="0"/>
                <w:sz w:val="16"/>
                <w:szCs w:val="16"/>
              </w:rPr>
              <w:t>the</w:t>
            </w:r>
            <w:r w:rsidR="00BD48FE" w:rsidRPr="002F62C3">
              <w:rPr>
                <w:rFonts w:hAnsi="바탕" w:cs="바탕" w:hint="eastAsia"/>
                <w:w w:val="90"/>
                <w:kern w:val="0"/>
                <w:sz w:val="16"/>
                <w:szCs w:val="16"/>
              </w:rPr>
              <w:t> </w:t>
            </w:r>
            <w:r w:rsidR="00BD48FE" w:rsidRPr="002F62C3">
              <w:rPr>
                <w:rFonts w:ascii="서울남산체 L" w:eastAsia="서울남산체 L" w:hAnsi="서울남산체 L" w:cs="Arial"/>
                <w:w w:val="90"/>
                <w:kern w:val="0"/>
                <w:sz w:val="16"/>
                <w:szCs w:val="16"/>
              </w:rPr>
              <w:t>following categories.</w:t>
            </w:r>
            <w:r w:rsidR="00A00ECF">
              <w:rPr>
                <w:rFonts w:ascii="서울남산체 L" w:eastAsia="서울남산체 L" w:hAnsi="서울남산체 L" w:cs="Arial"/>
                <w:w w:val="90"/>
                <w:kern w:val="0"/>
                <w:sz w:val="16"/>
                <w:szCs w:val="16"/>
              </w:rPr>
              <w:t xml:space="preserve"> </w:t>
            </w:r>
          </w:p>
        </w:tc>
      </w:tr>
      <w:tr w:rsidR="000A0B14" w:rsidRPr="00BC50FF" w14:paraId="45888D25" w14:textId="77777777" w:rsidTr="00D910AB">
        <w:trPr>
          <w:gridAfter w:val="1"/>
          <w:wAfter w:w="80" w:type="dxa"/>
          <w:trHeight w:val="47"/>
          <w:jc w:val="center"/>
        </w:trPr>
        <w:tc>
          <w:tcPr>
            <w:tcW w:w="2425" w:type="dxa"/>
            <w:gridSpan w:val="5"/>
            <w:tcMar>
              <w:top w:w="28" w:type="dxa"/>
              <w:left w:w="28" w:type="dxa"/>
              <w:bottom w:w="28" w:type="dxa"/>
              <w:right w:w="28" w:type="dxa"/>
            </w:tcMar>
            <w:vAlign w:val="center"/>
          </w:tcPr>
          <w:p w14:paraId="45A79953" w14:textId="77777777" w:rsidR="00651FE8" w:rsidRPr="00D7675D" w:rsidRDefault="00651FE8" w:rsidP="003D5496">
            <w:pPr>
              <w:snapToGrid w:val="0"/>
              <w:jc w:val="left"/>
              <w:rPr>
                <w:rFonts w:ascii="서울남산체 L" w:eastAsia="서울남산체 L" w:hAnsi="서울남산체 L" w:cs="Arial"/>
                <w:spacing w:val="-8"/>
                <w:w w:val="90"/>
                <w:szCs w:val="16"/>
              </w:rPr>
            </w:pPr>
            <w:r w:rsidRPr="00D7675D">
              <w:rPr>
                <w:rFonts w:ascii="서울남산체 L" w:eastAsia="서울남산체 L" w:hAnsi="서울남산체 L" w:cs="Arial" w:hint="eastAsia"/>
                <w:b/>
                <w:bCs/>
                <w:spacing w:val="-8"/>
                <w:w w:val="90"/>
                <w:szCs w:val="16"/>
              </w:rPr>
              <w:t>1-1</w:t>
            </w:r>
            <w:r w:rsidRPr="00D7675D">
              <w:rPr>
                <w:rFonts w:ascii="서울남산체 L" w:eastAsia="서울남산체 L" w:hAnsi="서울남산체 L" w:cs="Arial" w:hint="eastAsia"/>
                <w:spacing w:val="-8"/>
                <w:w w:val="90"/>
                <w:szCs w:val="16"/>
              </w:rPr>
              <w:t xml:space="preserve">. </w:t>
            </w:r>
            <w:r w:rsidR="00184B7E" w:rsidRPr="00CF6BF8">
              <w:rPr>
                <w:rFonts w:ascii="서울남산체 L" w:eastAsia="서울남산체 L" w:hAnsi="서울남산체 L" w:cs="Arial"/>
                <w:b/>
                <w:spacing w:val="-8"/>
                <w:w w:val="90"/>
                <w:szCs w:val="16"/>
              </w:rPr>
              <w:t>메</w:t>
            </w:r>
            <w:r w:rsidR="00184B7E" w:rsidRPr="00CF6BF8">
              <w:rPr>
                <w:rFonts w:ascii="서울남산체 L" w:eastAsia="서울남산체 L" w:hAnsi="서울남산체 L" w:cs="Arial" w:hint="eastAsia"/>
                <w:b/>
                <w:spacing w:val="-8"/>
                <w:w w:val="90"/>
                <w:szCs w:val="16"/>
              </w:rPr>
              <w:t>이드인</w:t>
            </w:r>
            <w:r w:rsidR="00184B7E" w:rsidRPr="00CF6BF8">
              <w:rPr>
                <w:rFonts w:ascii="서울남산체 L" w:eastAsia="서울남산체 L" w:hAnsi="서울남산체 L" w:cs="Arial"/>
                <w:b/>
                <w:spacing w:val="-8"/>
                <w:w w:val="90"/>
                <w:szCs w:val="16"/>
              </w:rPr>
              <w:t>스</w:t>
            </w:r>
            <w:r w:rsidR="00184B7E" w:rsidRPr="00CF6BF8">
              <w:rPr>
                <w:rFonts w:ascii="서울남산체 L" w:eastAsia="서울남산체 L" w:hAnsi="서울남산체 L" w:cs="Arial" w:hint="eastAsia"/>
                <w:b/>
                <w:spacing w:val="-8"/>
                <w:w w:val="90"/>
                <w:szCs w:val="16"/>
              </w:rPr>
              <w:t>쿨</w:t>
            </w:r>
            <w:r w:rsidR="005833D7" w:rsidRPr="00D7675D">
              <w:rPr>
                <w:rFonts w:ascii="서울남산체 L" w:eastAsia="서울남산체 L" w:hAnsi="서울남산체 L" w:cs="Arial" w:hint="eastAsia"/>
                <w:b/>
                <w:spacing w:val="-8"/>
                <w:w w:val="90"/>
                <w:szCs w:val="16"/>
              </w:rPr>
              <w:t xml:space="preserve"> </w:t>
            </w:r>
            <w:r w:rsidRPr="00D7675D">
              <w:rPr>
                <w:rFonts w:ascii="서울남산체 L" w:eastAsia="서울남산체 L" w:hAnsi="서울남산체 L" w:cs="Arial" w:hint="eastAsia"/>
                <w:b/>
                <w:spacing w:val="-8"/>
                <w:w w:val="90"/>
                <w:szCs w:val="16"/>
              </w:rPr>
              <w:t xml:space="preserve">| </w:t>
            </w:r>
            <w:r w:rsidR="003D5496" w:rsidRPr="003F5FA6">
              <w:rPr>
                <w:rFonts w:ascii="서울남산체 L" w:eastAsia="서울남산체 L" w:hAnsi="서울남산체 L" w:cs="Arial"/>
                <w:b/>
                <w:spacing w:val="-8"/>
                <w:w w:val="90"/>
                <w:sz w:val="18"/>
                <w:szCs w:val="16"/>
                <w:lang w:val="en-GB"/>
              </w:rPr>
              <w:t>Made in School</w:t>
            </w:r>
          </w:p>
        </w:tc>
        <w:tc>
          <w:tcPr>
            <w:tcW w:w="8146" w:type="dxa"/>
            <w:gridSpan w:val="16"/>
            <w:vAlign w:val="center"/>
          </w:tcPr>
          <w:p w14:paraId="49B1D015" w14:textId="77777777" w:rsidR="00651FE8" w:rsidRPr="005F145B" w:rsidRDefault="00AB06B8" w:rsidP="00CD3D28">
            <w:pPr>
              <w:snapToGrid w:val="0"/>
              <w:jc w:val="left"/>
              <w:rPr>
                <w:rFonts w:ascii="서울남산체 L" w:eastAsia="서울남산체 L" w:hAnsi="서울남산체 L" w:cs="Arial"/>
                <w:spacing w:val="-8"/>
                <w:w w:val="90"/>
                <w:sz w:val="16"/>
                <w:szCs w:val="16"/>
                <w:lang w:val="en-GB"/>
              </w:rPr>
            </w:pPr>
            <w:r w:rsidRPr="00D7675D">
              <w:rPr>
                <w:rFonts w:ascii="서울남산체 L" w:eastAsia="서울남산체 L" w:hAnsi="서울남산체 L" w:cs="Arial"/>
                <w:spacing w:val="-8"/>
                <w:sz w:val="16"/>
                <w:szCs w:val="22"/>
              </w:rPr>
              <w:t>□</w:t>
            </w:r>
            <w:r w:rsidR="000E3735" w:rsidRPr="00D7675D">
              <w:rPr>
                <w:rFonts w:ascii="서울남산체 L" w:eastAsia="서울남산체 L" w:hAnsi="서울남산체 L" w:cs="Arial"/>
                <w:spacing w:val="-8"/>
                <w:sz w:val="16"/>
                <w:szCs w:val="22"/>
              </w:rPr>
              <w:t xml:space="preserve"> </w:t>
            </w:r>
            <w:r w:rsidR="000E3735" w:rsidRPr="00FA49D8">
              <w:rPr>
                <w:rFonts w:ascii="서울남산체 L" w:eastAsia="서울남산체 L" w:hAnsi="서울남산체 L" w:cs="Arial" w:hint="eastAsia"/>
                <w:bCs/>
                <w:kern w:val="0"/>
                <w:sz w:val="15"/>
                <w:szCs w:val="14"/>
              </w:rPr>
              <w:t>졸업작품</w:t>
            </w:r>
            <w:r w:rsidR="000E3735" w:rsidRPr="00FA49D8">
              <w:rPr>
                <w:rFonts w:ascii="서울남산체 L" w:eastAsia="서울남산체 L" w:hAnsi="서울남산체 L" w:cs="Arial"/>
                <w:bCs/>
                <w:kern w:val="0"/>
                <w:sz w:val="15"/>
                <w:szCs w:val="14"/>
              </w:rPr>
              <w:t xml:space="preserve"> </w:t>
            </w:r>
            <w:r w:rsidR="000E3735" w:rsidRPr="00FA49D8">
              <w:rPr>
                <w:rFonts w:ascii="서울남산체 L" w:eastAsia="서울남산체 L" w:hAnsi="서울남산체 L" w:cs="Arial" w:hint="eastAsia"/>
                <w:bCs/>
                <w:kern w:val="0"/>
                <w:sz w:val="15"/>
                <w:szCs w:val="14"/>
              </w:rPr>
              <w:t xml:space="preserve">및 </w:t>
            </w:r>
            <w:r w:rsidR="000E3735" w:rsidRPr="00FA49D8">
              <w:rPr>
                <w:rFonts w:ascii="서울남산체 L" w:eastAsia="서울남산체 L" w:hAnsi="서울남산체 L" w:cs="Arial"/>
                <w:bCs/>
                <w:kern w:val="0"/>
                <w:sz w:val="15"/>
                <w:szCs w:val="14"/>
              </w:rPr>
              <w:t>학</w:t>
            </w:r>
            <w:r w:rsidR="000E3735" w:rsidRPr="00FA49D8">
              <w:rPr>
                <w:rFonts w:ascii="서울남산체 L" w:eastAsia="서울남산체 L" w:hAnsi="서울남산체 L" w:cs="Arial" w:hint="eastAsia"/>
                <w:bCs/>
                <w:kern w:val="0"/>
                <w:sz w:val="15"/>
                <w:szCs w:val="14"/>
              </w:rPr>
              <w:t>교</w:t>
            </w:r>
            <w:r w:rsidR="00C0454E" w:rsidRPr="00FA49D8">
              <w:rPr>
                <w:rFonts w:ascii="서울남산체 L" w:eastAsia="서울남산체 L" w:hAnsi="서울남산체 L" w:cs="Arial"/>
                <w:bCs/>
                <w:kern w:val="0"/>
                <w:sz w:val="15"/>
                <w:szCs w:val="14"/>
              </w:rPr>
              <w:t>과</w:t>
            </w:r>
            <w:r w:rsidR="00C0454E" w:rsidRPr="00FA49D8">
              <w:rPr>
                <w:rFonts w:ascii="서울남산체 L" w:eastAsia="서울남산체 L" w:hAnsi="서울남산체 L" w:cs="Arial" w:hint="eastAsia"/>
                <w:bCs/>
                <w:kern w:val="0"/>
                <w:sz w:val="15"/>
                <w:szCs w:val="14"/>
              </w:rPr>
              <w:t xml:space="preserve">제작 </w:t>
            </w:r>
            <w:r w:rsidR="000E3735" w:rsidRPr="00FA49D8">
              <w:rPr>
                <w:rFonts w:ascii="서울남산체 L" w:eastAsia="서울남산체 L" w:hAnsi="서울남산체 L" w:cs="Arial"/>
                <w:bCs/>
                <w:kern w:val="0"/>
                <w:sz w:val="15"/>
                <w:szCs w:val="14"/>
              </w:rPr>
              <w:t>목</w:t>
            </w:r>
            <w:r w:rsidR="000E3735" w:rsidRPr="00FA49D8">
              <w:rPr>
                <w:rFonts w:ascii="서울남산체 L" w:eastAsia="서울남산체 L" w:hAnsi="서울남산체 L" w:cs="Arial" w:hint="eastAsia"/>
                <w:bCs/>
                <w:kern w:val="0"/>
                <w:sz w:val="15"/>
                <w:szCs w:val="14"/>
              </w:rPr>
              <w:t xml:space="preserve">적으로 </w:t>
            </w:r>
            <w:r w:rsidR="000E3735" w:rsidRPr="00FA49D8">
              <w:rPr>
                <w:rFonts w:ascii="서울남산체 L" w:eastAsia="서울남산체 L" w:hAnsi="서울남산체 L" w:cs="Arial"/>
                <w:bCs/>
                <w:kern w:val="0"/>
                <w:sz w:val="15"/>
                <w:szCs w:val="14"/>
              </w:rPr>
              <w:t>만</w:t>
            </w:r>
            <w:r w:rsidR="000E3735" w:rsidRPr="00FA49D8">
              <w:rPr>
                <w:rFonts w:ascii="서울남산체 L" w:eastAsia="서울남산체 L" w:hAnsi="서울남산체 L" w:cs="Arial" w:hint="eastAsia"/>
                <w:bCs/>
                <w:kern w:val="0"/>
                <w:sz w:val="15"/>
                <w:szCs w:val="14"/>
              </w:rPr>
              <w:t xml:space="preserve">들어진 </w:t>
            </w:r>
            <w:r w:rsidR="000E3735" w:rsidRPr="00FA49D8">
              <w:rPr>
                <w:rFonts w:ascii="서울남산체 L" w:eastAsia="서울남산체 L" w:hAnsi="서울남산체 L" w:cs="Arial"/>
                <w:bCs/>
                <w:kern w:val="0"/>
                <w:sz w:val="15"/>
                <w:szCs w:val="14"/>
              </w:rPr>
              <w:t>작</w:t>
            </w:r>
            <w:r w:rsidR="000E3735" w:rsidRPr="00FA49D8">
              <w:rPr>
                <w:rFonts w:ascii="서울남산체 L" w:eastAsia="서울남산체 L" w:hAnsi="서울남산체 L" w:cs="Arial" w:hint="eastAsia"/>
                <w:bCs/>
                <w:kern w:val="0"/>
                <w:sz w:val="15"/>
                <w:szCs w:val="14"/>
              </w:rPr>
              <w:t>품</w:t>
            </w:r>
            <w:r w:rsidR="00D7675D" w:rsidRPr="00FA49D8">
              <w:rPr>
                <w:rFonts w:ascii="서울남산체 L" w:eastAsia="서울남산체 L" w:hAnsi="서울남산체 L" w:cs="Arial"/>
                <w:bCs/>
                <w:kern w:val="0"/>
                <w:sz w:val="15"/>
                <w:szCs w:val="14"/>
              </w:rPr>
              <w:t xml:space="preserve"> </w:t>
            </w:r>
            <w:r w:rsidR="00651FE8" w:rsidRPr="00D7675D">
              <w:rPr>
                <w:rFonts w:ascii="서울남산체 L" w:eastAsia="서울남산체 L" w:hAnsi="서울남산체 L" w:cs="SeoulNamsanM"/>
                <w:kern w:val="0"/>
                <w:sz w:val="16"/>
                <w:szCs w:val="14"/>
              </w:rPr>
              <w:t xml:space="preserve">| </w:t>
            </w:r>
            <w:r w:rsidR="00651FE8" w:rsidRPr="004804B8">
              <w:rPr>
                <w:rFonts w:ascii="서울남산체 L" w:eastAsia="서울남산체 L" w:hAnsi="서울남산체 L" w:cs="SeoulNamsanM"/>
                <w:kern w:val="0"/>
                <w:sz w:val="15"/>
                <w:szCs w:val="14"/>
              </w:rPr>
              <w:t xml:space="preserve">Works </w:t>
            </w:r>
            <w:r w:rsidR="00737993" w:rsidRPr="004804B8">
              <w:rPr>
                <w:rFonts w:ascii="서울남산체 L" w:eastAsia="서울남산체 L" w:hAnsi="서울남산체 L" w:cs="SeoulNamsanM"/>
                <w:kern w:val="0"/>
                <w:sz w:val="15"/>
                <w:szCs w:val="14"/>
                <w:lang w:val="en-GB"/>
              </w:rPr>
              <w:t>produced for</w:t>
            </w:r>
            <w:r w:rsidR="00602A02" w:rsidRPr="004804B8">
              <w:rPr>
                <w:rFonts w:ascii="서울남산체 L" w:eastAsia="서울남산체 L" w:hAnsi="서울남산체 L" w:cs="SeoulNamsanM"/>
                <w:kern w:val="0"/>
                <w:sz w:val="15"/>
                <w:szCs w:val="14"/>
              </w:rPr>
              <w:t xml:space="preserve"> </w:t>
            </w:r>
            <w:r w:rsidR="00037D1B" w:rsidRPr="004804B8">
              <w:rPr>
                <w:rFonts w:ascii="서울남산체 L" w:eastAsia="서울남산체 L" w:hAnsi="서울남산체 L" w:cs="SeoulNamsanM"/>
                <w:kern w:val="0"/>
                <w:sz w:val="15"/>
                <w:szCs w:val="14"/>
                <w:lang w:val="en-GB"/>
              </w:rPr>
              <w:t>student</w:t>
            </w:r>
            <w:r w:rsidR="00382478" w:rsidRPr="004804B8">
              <w:rPr>
                <w:rFonts w:ascii="서울남산체 L" w:eastAsia="서울남산체 L" w:hAnsi="서울남산체 L" w:cs="SeoulNamsanM"/>
                <w:kern w:val="0"/>
                <w:sz w:val="15"/>
                <w:szCs w:val="14"/>
                <w:lang w:val="en-GB"/>
              </w:rPr>
              <w:t xml:space="preserve"> </w:t>
            </w:r>
            <w:r w:rsidR="002E16B6" w:rsidRPr="004804B8">
              <w:rPr>
                <w:rFonts w:ascii="서울남산체 L" w:eastAsia="서울남산체 L" w:hAnsi="서울남산체 L" w:cs="SeoulNamsanM"/>
                <w:kern w:val="0"/>
                <w:sz w:val="15"/>
                <w:szCs w:val="14"/>
                <w:lang w:val="en-GB"/>
              </w:rPr>
              <w:t xml:space="preserve">animation </w:t>
            </w:r>
            <w:r w:rsidR="00382478" w:rsidRPr="004804B8">
              <w:rPr>
                <w:rFonts w:ascii="서울남산체 L" w:eastAsia="서울남산체 L" w:hAnsi="서울남산체 L" w:cs="SeoulNamsanM"/>
                <w:kern w:val="0"/>
                <w:sz w:val="15"/>
                <w:szCs w:val="14"/>
                <w:lang w:val="en-GB"/>
              </w:rPr>
              <w:t>film</w:t>
            </w:r>
            <w:r w:rsidR="0030012C" w:rsidRPr="004804B8">
              <w:rPr>
                <w:rFonts w:ascii="서울남산체 L" w:eastAsia="서울남산체 L" w:hAnsi="서울남산체 L" w:cs="SeoulNamsanM"/>
                <w:kern w:val="0"/>
                <w:sz w:val="15"/>
                <w:szCs w:val="14"/>
              </w:rPr>
              <w:t xml:space="preserve"> </w:t>
            </w:r>
            <w:r w:rsidR="005F145B" w:rsidRPr="004804B8">
              <w:rPr>
                <w:rFonts w:ascii="서울남산체 L" w:eastAsia="서울남산체 L" w:hAnsi="서울남산체 L" w:cs="SeoulNamsanM"/>
                <w:kern w:val="0"/>
                <w:sz w:val="15"/>
                <w:szCs w:val="14"/>
                <w:lang w:val="en-GB"/>
              </w:rPr>
              <w:t xml:space="preserve">less than 10 minutes </w:t>
            </w:r>
            <w:r w:rsidR="0088610C" w:rsidRPr="004804B8">
              <w:rPr>
                <w:rFonts w:ascii="서울남산체 L" w:eastAsia="서울남산체 L" w:hAnsi="서울남산체 L" w:cs="SeoulNamsanM"/>
                <w:kern w:val="0"/>
                <w:sz w:val="15"/>
                <w:szCs w:val="14"/>
                <w:lang w:val="en-GB"/>
              </w:rPr>
              <w:t>in length</w:t>
            </w:r>
          </w:p>
        </w:tc>
      </w:tr>
      <w:tr w:rsidR="000A0B14" w:rsidRPr="00BC50FF" w14:paraId="5B9812A8" w14:textId="77777777" w:rsidTr="00D910AB">
        <w:trPr>
          <w:gridAfter w:val="1"/>
          <w:wAfter w:w="80" w:type="dxa"/>
          <w:trHeight w:val="47"/>
          <w:jc w:val="center"/>
        </w:trPr>
        <w:tc>
          <w:tcPr>
            <w:tcW w:w="2425" w:type="dxa"/>
            <w:gridSpan w:val="5"/>
            <w:tcMar>
              <w:top w:w="28" w:type="dxa"/>
              <w:left w:w="28" w:type="dxa"/>
              <w:bottom w:w="28" w:type="dxa"/>
              <w:right w:w="28" w:type="dxa"/>
            </w:tcMar>
            <w:vAlign w:val="center"/>
          </w:tcPr>
          <w:p w14:paraId="229BA447" w14:textId="77777777" w:rsidR="00651FE8" w:rsidRPr="00D7675D" w:rsidRDefault="00651FE8" w:rsidP="00BA5152">
            <w:pPr>
              <w:snapToGrid w:val="0"/>
              <w:jc w:val="left"/>
              <w:rPr>
                <w:rFonts w:ascii="서울남산체 L" w:eastAsia="서울남산체 L" w:hAnsi="서울남산체 L" w:cs="Arial"/>
                <w:spacing w:val="-8"/>
                <w:w w:val="90"/>
                <w:szCs w:val="16"/>
              </w:rPr>
            </w:pPr>
            <w:r w:rsidRPr="00D7675D">
              <w:rPr>
                <w:rFonts w:ascii="서울남산체 L" w:eastAsia="서울남산체 L" w:hAnsi="서울남산체 L" w:cs="Arial" w:hint="eastAsia"/>
                <w:b/>
                <w:bCs/>
                <w:spacing w:val="-8"/>
                <w:w w:val="90"/>
                <w:szCs w:val="16"/>
              </w:rPr>
              <w:t>1-2.</w:t>
            </w:r>
            <w:r w:rsidRPr="00D7675D">
              <w:rPr>
                <w:rFonts w:ascii="서울남산체 L" w:eastAsia="서울남산체 L" w:hAnsi="서울남산체 L" w:cs="Arial" w:hint="eastAsia"/>
                <w:spacing w:val="-8"/>
                <w:w w:val="90"/>
                <w:szCs w:val="16"/>
              </w:rPr>
              <w:t xml:space="preserve"> </w:t>
            </w:r>
            <w:r w:rsidR="0030012C" w:rsidRPr="00D7675D">
              <w:rPr>
                <w:rFonts w:ascii="서울남산체 L" w:eastAsia="서울남산체 L" w:hAnsi="서울남산체 L" w:cs="Arial"/>
                <w:b/>
                <w:spacing w:val="-8"/>
                <w:w w:val="90"/>
                <w:szCs w:val="16"/>
              </w:rPr>
              <w:t>언</w:t>
            </w:r>
            <w:r w:rsidR="0030012C" w:rsidRPr="00D7675D">
              <w:rPr>
                <w:rFonts w:ascii="서울남산체 L" w:eastAsia="서울남산체 L" w:hAnsi="서울남산체 L" w:cs="Arial" w:hint="eastAsia"/>
                <w:b/>
                <w:spacing w:val="-8"/>
                <w:w w:val="90"/>
                <w:szCs w:val="16"/>
              </w:rPr>
              <w:t xml:space="preserve">더 </w:t>
            </w:r>
            <w:r w:rsidR="0030012C" w:rsidRPr="00D7675D">
              <w:rPr>
                <w:rFonts w:ascii="서울남산체 L" w:eastAsia="서울남산체 L" w:hAnsi="서울남산체 L" w:cs="Arial"/>
                <w:b/>
                <w:spacing w:val="-8"/>
                <w:w w:val="90"/>
                <w:szCs w:val="16"/>
              </w:rPr>
              <w:t>15</w:t>
            </w:r>
            <w:r w:rsidR="0030012C" w:rsidRPr="00D7675D">
              <w:rPr>
                <w:rFonts w:ascii="서울남산체 L" w:eastAsia="서울남산체 L" w:hAnsi="서울남산체 L" w:cs="Arial" w:hint="eastAsia"/>
                <w:b/>
                <w:spacing w:val="-8"/>
                <w:w w:val="90"/>
                <w:szCs w:val="16"/>
              </w:rPr>
              <w:t xml:space="preserve"> | </w:t>
            </w:r>
            <w:r w:rsidR="001A225F">
              <w:rPr>
                <w:rFonts w:ascii="서울남산체 L" w:eastAsia="서울남산체 L" w:hAnsi="서울남산체 L" w:cs="Arial"/>
                <w:b/>
                <w:spacing w:val="-8"/>
                <w:w w:val="90"/>
                <w:szCs w:val="16"/>
                <w:lang w:val="en-GB"/>
              </w:rPr>
              <w:t>Under</w:t>
            </w:r>
            <w:r w:rsidR="0030012C" w:rsidRPr="00D7675D">
              <w:rPr>
                <w:rFonts w:ascii="서울남산체 L" w:eastAsia="서울남산체 L" w:hAnsi="서울남산체 L" w:cs="Arial"/>
                <w:b/>
                <w:spacing w:val="-8"/>
                <w:w w:val="90"/>
                <w:szCs w:val="16"/>
                <w:lang w:val="en-GB"/>
              </w:rPr>
              <w:t xml:space="preserve"> 15</w:t>
            </w:r>
          </w:p>
        </w:tc>
        <w:tc>
          <w:tcPr>
            <w:tcW w:w="8146" w:type="dxa"/>
            <w:gridSpan w:val="16"/>
            <w:vAlign w:val="center"/>
          </w:tcPr>
          <w:p w14:paraId="47F9F77B" w14:textId="77777777" w:rsidR="00651FE8" w:rsidRPr="00D7675D" w:rsidRDefault="00AB06B8" w:rsidP="00CD3D28">
            <w:pPr>
              <w:snapToGrid w:val="0"/>
              <w:jc w:val="left"/>
              <w:rPr>
                <w:rFonts w:ascii="서울남산체 L" w:eastAsia="서울남산체 L" w:hAnsi="서울남산체 L" w:cs="Arial"/>
                <w:spacing w:val="-8"/>
                <w:w w:val="90"/>
                <w:sz w:val="16"/>
                <w:szCs w:val="14"/>
              </w:rPr>
            </w:pPr>
            <w:r w:rsidRPr="00D7675D">
              <w:rPr>
                <w:rFonts w:ascii="서울남산체 L" w:eastAsia="서울남산체 L" w:hAnsi="서울남산체 L" w:cs="Arial"/>
                <w:spacing w:val="-8"/>
                <w:sz w:val="16"/>
                <w:szCs w:val="22"/>
              </w:rPr>
              <w:t>□</w:t>
            </w:r>
            <w:r w:rsidR="00651FE8" w:rsidRPr="00D7675D">
              <w:rPr>
                <w:rFonts w:ascii="서울남산체 L" w:eastAsia="서울남산체 L" w:hAnsi="서울남산체 L" w:cs="Arial" w:hint="eastAsia"/>
                <w:spacing w:val="-8"/>
                <w:w w:val="90"/>
                <w:sz w:val="16"/>
                <w:szCs w:val="14"/>
              </w:rPr>
              <w:t xml:space="preserve"> </w:t>
            </w:r>
            <w:r w:rsidR="0030012C" w:rsidRPr="00D7675D">
              <w:rPr>
                <w:rFonts w:ascii="서울남산체 L" w:eastAsia="서울남산체 L" w:hAnsi="서울남산체 L" w:cs="Arial"/>
                <w:bCs/>
                <w:kern w:val="0"/>
                <w:sz w:val="16"/>
                <w:szCs w:val="14"/>
              </w:rPr>
              <w:t>장</w:t>
            </w:r>
            <w:r w:rsidR="0030012C" w:rsidRPr="00D7675D">
              <w:rPr>
                <w:rFonts w:ascii="서울남산체 L" w:eastAsia="서울남산체 L" w:hAnsi="서울남산체 L" w:cs="Arial" w:hint="eastAsia"/>
                <w:bCs/>
                <w:kern w:val="0"/>
                <w:sz w:val="16"/>
                <w:szCs w:val="14"/>
              </w:rPr>
              <w:t xml:space="preserve">르불문 </w:t>
            </w:r>
            <w:r w:rsidR="0030012C" w:rsidRPr="00D7675D">
              <w:rPr>
                <w:rFonts w:ascii="서울남산체 L" w:eastAsia="서울남산체 L" w:hAnsi="서울남산체 L" w:cs="Arial"/>
                <w:bCs/>
                <w:kern w:val="0"/>
                <w:sz w:val="16"/>
                <w:szCs w:val="14"/>
              </w:rPr>
              <w:t>15</w:t>
            </w:r>
            <w:r w:rsidR="0030012C" w:rsidRPr="00D7675D">
              <w:rPr>
                <w:rFonts w:ascii="서울남산체 L" w:eastAsia="서울남산체 L" w:hAnsi="서울남산체 L" w:cs="Arial" w:hint="eastAsia"/>
                <w:bCs/>
                <w:kern w:val="0"/>
                <w:sz w:val="16"/>
                <w:szCs w:val="14"/>
              </w:rPr>
              <w:t xml:space="preserve">초 </w:t>
            </w:r>
            <w:r w:rsidR="0030012C" w:rsidRPr="00D7675D">
              <w:rPr>
                <w:rFonts w:ascii="서울남산체 L" w:eastAsia="서울남산체 L" w:hAnsi="서울남산체 L" w:cs="Arial"/>
                <w:bCs/>
                <w:kern w:val="0"/>
                <w:sz w:val="16"/>
                <w:szCs w:val="14"/>
              </w:rPr>
              <w:t>이</w:t>
            </w:r>
            <w:r w:rsidR="0030012C" w:rsidRPr="00D7675D">
              <w:rPr>
                <w:rFonts w:ascii="서울남산체 L" w:eastAsia="서울남산체 L" w:hAnsi="서울남산체 L" w:cs="Arial" w:hint="eastAsia"/>
                <w:bCs/>
                <w:kern w:val="0"/>
                <w:sz w:val="16"/>
                <w:szCs w:val="14"/>
              </w:rPr>
              <w:t xml:space="preserve">내로 </w:t>
            </w:r>
            <w:r w:rsidR="0030012C" w:rsidRPr="00D7675D">
              <w:rPr>
                <w:rFonts w:ascii="서울남산체 L" w:eastAsia="서울남산체 L" w:hAnsi="서울남산체 L" w:cs="Arial"/>
                <w:bCs/>
                <w:kern w:val="0"/>
                <w:sz w:val="16"/>
                <w:szCs w:val="14"/>
              </w:rPr>
              <w:t>만</w:t>
            </w:r>
            <w:r w:rsidR="0030012C" w:rsidRPr="00D7675D">
              <w:rPr>
                <w:rFonts w:ascii="서울남산체 L" w:eastAsia="서울남산체 L" w:hAnsi="서울남산체 L" w:cs="Arial" w:hint="eastAsia"/>
                <w:bCs/>
                <w:kern w:val="0"/>
                <w:sz w:val="16"/>
                <w:szCs w:val="14"/>
              </w:rPr>
              <w:t xml:space="preserve">들어진 </w:t>
            </w:r>
            <w:r w:rsidR="00651FE8" w:rsidRPr="00D7675D">
              <w:rPr>
                <w:rFonts w:ascii="서울남산체 L" w:eastAsia="서울남산체 L" w:hAnsi="서울남산체 L" w:cs="Arial" w:hint="eastAsia"/>
                <w:bCs/>
                <w:kern w:val="0"/>
                <w:sz w:val="16"/>
                <w:szCs w:val="14"/>
              </w:rPr>
              <w:t>작품</w:t>
            </w:r>
            <w:r w:rsidR="00CD3D28">
              <w:rPr>
                <w:rFonts w:ascii="서울남산체 L" w:eastAsia="서울남산체 L" w:hAnsi="서울남산체 L" w:cs="Arial" w:hint="eastAsia"/>
                <w:bCs/>
                <w:kern w:val="0"/>
                <w:sz w:val="16"/>
                <w:szCs w:val="14"/>
              </w:rPr>
              <w:t xml:space="preserve"> </w:t>
            </w:r>
            <w:r w:rsidR="00651FE8" w:rsidRPr="00D7675D">
              <w:rPr>
                <w:rFonts w:ascii="서울남산체 L" w:eastAsia="서울남산체 L" w:hAnsi="서울남산체 L" w:cs="Arial" w:hint="eastAsia"/>
                <w:bCs/>
                <w:kern w:val="0"/>
                <w:sz w:val="16"/>
                <w:szCs w:val="14"/>
              </w:rPr>
              <w:t xml:space="preserve">| </w:t>
            </w:r>
            <w:r w:rsidR="008E45C8" w:rsidRPr="00D7675D">
              <w:rPr>
                <w:rFonts w:ascii="서울남산체 L" w:eastAsia="서울남산체 L" w:hAnsi="서울남산체 L" w:cs="Arial" w:hint="eastAsia"/>
                <w:bCs/>
                <w:kern w:val="0"/>
                <w:sz w:val="16"/>
                <w:szCs w:val="14"/>
              </w:rPr>
              <w:t>W</w:t>
            </w:r>
            <w:r w:rsidR="00651FE8" w:rsidRPr="00D7675D">
              <w:rPr>
                <w:rFonts w:ascii="서울남산체 L" w:eastAsia="서울남산체 L" w:hAnsi="서울남산체 L" w:cs="Arial" w:hint="eastAsia"/>
                <w:bCs/>
                <w:kern w:val="0"/>
                <w:sz w:val="16"/>
                <w:szCs w:val="14"/>
              </w:rPr>
              <w:t>ork</w:t>
            </w:r>
            <w:r w:rsidR="00651FE8" w:rsidRPr="00D7675D">
              <w:rPr>
                <w:rFonts w:ascii="서울남산체 L" w:eastAsia="서울남산체 L" w:hAnsi="서울남산체 L" w:cs="Arial"/>
                <w:bCs/>
                <w:kern w:val="0"/>
                <w:sz w:val="16"/>
                <w:szCs w:val="14"/>
              </w:rPr>
              <w:t>s</w:t>
            </w:r>
            <w:r w:rsidR="008E45C8" w:rsidRPr="00D7675D">
              <w:rPr>
                <w:rFonts w:ascii="서울남산체 L" w:eastAsia="서울남산체 L" w:hAnsi="서울남산체 L" w:cs="Arial" w:hint="eastAsia"/>
                <w:bCs/>
                <w:kern w:val="0"/>
                <w:sz w:val="16"/>
                <w:szCs w:val="14"/>
              </w:rPr>
              <w:t xml:space="preserve"> produced </w:t>
            </w:r>
            <w:r w:rsidR="00953EC5">
              <w:rPr>
                <w:rFonts w:ascii="서울남산체 L" w:eastAsia="서울남산체 L" w:hAnsi="서울남산체 L" w:cs="Arial"/>
                <w:bCs/>
                <w:kern w:val="0"/>
                <w:sz w:val="16"/>
                <w:szCs w:val="14"/>
              </w:rPr>
              <w:t xml:space="preserve">as animation </w:t>
            </w:r>
            <w:r w:rsidR="00BD27CD" w:rsidRPr="00D7675D">
              <w:rPr>
                <w:rFonts w:ascii="서울남산체 L" w:eastAsia="서울남산체 L" w:hAnsi="서울남산체 L" w:cs="Arial"/>
                <w:bCs/>
                <w:kern w:val="0"/>
                <w:sz w:val="16"/>
                <w:szCs w:val="14"/>
              </w:rPr>
              <w:t>less than</w:t>
            </w:r>
            <w:r w:rsidR="00651FE8" w:rsidRPr="00D7675D">
              <w:rPr>
                <w:rFonts w:ascii="서울남산체 L" w:eastAsia="서울남산체 L" w:hAnsi="서울남산체 L" w:cs="Arial" w:hint="eastAsia"/>
                <w:bCs/>
                <w:kern w:val="0"/>
                <w:sz w:val="16"/>
                <w:szCs w:val="14"/>
              </w:rPr>
              <w:t xml:space="preserve"> </w:t>
            </w:r>
            <w:r w:rsidR="0030012C" w:rsidRPr="00D7675D">
              <w:rPr>
                <w:rFonts w:ascii="서울남산체 L" w:eastAsia="서울남산체 L" w:hAnsi="서울남산체 L" w:cs="Arial"/>
                <w:bCs/>
                <w:kern w:val="0"/>
                <w:sz w:val="16"/>
                <w:szCs w:val="14"/>
              </w:rPr>
              <w:t xml:space="preserve">15 </w:t>
            </w:r>
            <w:r w:rsidR="0030012C" w:rsidRPr="00D7675D">
              <w:rPr>
                <w:rFonts w:ascii="서울남산체 L" w:eastAsia="서울남산체 L" w:hAnsi="서울남산체 L" w:cs="Arial"/>
                <w:bCs/>
                <w:kern w:val="0"/>
                <w:sz w:val="16"/>
                <w:szCs w:val="14"/>
                <w:lang w:val="en-GB"/>
              </w:rPr>
              <w:t>seconds</w:t>
            </w:r>
            <w:r w:rsidR="00651FE8" w:rsidRPr="00D7675D">
              <w:rPr>
                <w:rFonts w:ascii="서울남산체 L" w:eastAsia="서울남산체 L" w:hAnsi="서울남산체 L" w:cs="Arial" w:hint="eastAsia"/>
                <w:bCs/>
                <w:kern w:val="0"/>
                <w:sz w:val="16"/>
                <w:szCs w:val="14"/>
              </w:rPr>
              <w:t xml:space="preserve"> in length</w:t>
            </w:r>
          </w:p>
        </w:tc>
      </w:tr>
      <w:tr w:rsidR="000A0B14" w:rsidRPr="00BC50FF" w14:paraId="2C8F4641" w14:textId="77777777" w:rsidTr="00D910AB">
        <w:trPr>
          <w:gridAfter w:val="1"/>
          <w:wAfter w:w="80" w:type="dxa"/>
          <w:trHeight w:val="196"/>
          <w:jc w:val="center"/>
        </w:trPr>
        <w:tc>
          <w:tcPr>
            <w:tcW w:w="2410" w:type="dxa"/>
            <w:gridSpan w:val="4"/>
            <w:tcMar>
              <w:top w:w="28" w:type="dxa"/>
              <w:left w:w="28" w:type="dxa"/>
              <w:bottom w:w="28" w:type="dxa"/>
              <w:right w:w="28" w:type="dxa"/>
            </w:tcMar>
            <w:vAlign w:val="center"/>
          </w:tcPr>
          <w:p w14:paraId="7410A33A" w14:textId="77777777" w:rsidR="00651FE8" w:rsidRPr="00D7675D" w:rsidRDefault="00651FE8" w:rsidP="00DA7374">
            <w:pPr>
              <w:snapToGrid w:val="0"/>
              <w:jc w:val="left"/>
              <w:rPr>
                <w:rFonts w:ascii="서울남산체 L" w:eastAsia="서울남산체 L" w:hAnsi="서울남산체 L" w:cs="Arial"/>
                <w:spacing w:val="-8"/>
                <w:w w:val="90"/>
                <w:szCs w:val="16"/>
                <w:lang w:val="en-GB"/>
              </w:rPr>
            </w:pPr>
            <w:r w:rsidRPr="00D7675D">
              <w:rPr>
                <w:rFonts w:ascii="서울남산체 L" w:eastAsia="서울남산체 L" w:hAnsi="서울남산체 L" w:cs="Arial" w:hint="eastAsia"/>
                <w:b/>
                <w:bCs/>
                <w:spacing w:val="-8"/>
                <w:w w:val="90"/>
                <w:szCs w:val="16"/>
              </w:rPr>
              <w:t>1-3.</w:t>
            </w:r>
            <w:r w:rsidRPr="00D7675D">
              <w:rPr>
                <w:rFonts w:ascii="서울남산체 L" w:eastAsia="서울남산체 L" w:hAnsi="서울남산체 L" w:cs="Arial" w:hint="eastAsia"/>
                <w:spacing w:val="-8"/>
                <w:w w:val="90"/>
                <w:szCs w:val="16"/>
              </w:rPr>
              <w:t xml:space="preserve"> </w:t>
            </w:r>
            <w:r w:rsidR="0030012C" w:rsidRPr="00E57F3C">
              <w:rPr>
                <w:rFonts w:ascii="서울남산체 L" w:eastAsia="서울남산체 L" w:hAnsi="서울남산체 L" w:cs="Arial"/>
                <w:b/>
                <w:spacing w:val="-8"/>
                <w:w w:val="90"/>
                <w:szCs w:val="16"/>
              </w:rPr>
              <w:t>별</w:t>
            </w:r>
            <w:r w:rsidR="0030012C" w:rsidRPr="00E57F3C">
              <w:rPr>
                <w:rFonts w:ascii="서울남산체 L" w:eastAsia="서울남산체 L" w:hAnsi="서울남산체 L" w:cs="Arial" w:hint="eastAsia"/>
                <w:b/>
                <w:spacing w:val="-8"/>
                <w:w w:val="90"/>
                <w:szCs w:val="16"/>
              </w:rPr>
              <w:t xml:space="preserve">의 </w:t>
            </w:r>
            <w:r w:rsidR="0030012C" w:rsidRPr="00E57F3C">
              <w:rPr>
                <w:rFonts w:ascii="서울남산체 L" w:eastAsia="서울남산체 L" w:hAnsi="서울남산체 L" w:cs="Arial"/>
                <w:b/>
                <w:spacing w:val="-8"/>
                <w:w w:val="90"/>
                <w:szCs w:val="16"/>
              </w:rPr>
              <w:t>별</w:t>
            </w:r>
            <w:r w:rsidRPr="00D7675D">
              <w:rPr>
                <w:rFonts w:ascii="서울남산체 L" w:eastAsia="서울남산체 L" w:hAnsi="서울남산체 L" w:cs="Arial" w:hint="eastAsia"/>
                <w:b/>
                <w:spacing w:val="-8"/>
                <w:w w:val="90"/>
                <w:szCs w:val="16"/>
              </w:rPr>
              <w:t xml:space="preserve">| </w:t>
            </w:r>
            <w:r w:rsidR="0030012C" w:rsidRPr="00D7675D">
              <w:rPr>
                <w:rFonts w:ascii="서울남산체 L" w:eastAsia="서울남산체 L" w:hAnsi="서울남산체 L" w:cs="Arial"/>
                <w:b/>
                <w:spacing w:val="-8"/>
                <w:w w:val="90"/>
                <w:szCs w:val="16"/>
                <w:lang w:val="en-GB"/>
              </w:rPr>
              <w:t>Stars on</w:t>
            </w:r>
            <w:r w:rsidR="00DA7374">
              <w:rPr>
                <w:rFonts w:ascii="서울남산체 L" w:eastAsia="서울남산체 L" w:hAnsi="서울남산체 L" w:cs="Arial"/>
                <w:b/>
                <w:spacing w:val="-8"/>
                <w:w w:val="90"/>
                <w:szCs w:val="16"/>
                <w:lang w:val="en-GB"/>
              </w:rPr>
              <w:t xml:space="preserve"> </w:t>
            </w:r>
            <w:r w:rsidR="00C85933">
              <w:rPr>
                <w:rFonts w:ascii="서울남산체 L" w:eastAsia="서울남산체 L" w:hAnsi="서울남산체 L" w:cs="Arial"/>
                <w:b/>
                <w:spacing w:val="-8"/>
                <w:w w:val="90"/>
                <w:szCs w:val="16"/>
                <w:lang w:val="en-GB"/>
              </w:rPr>
              <w:t xml:space="preserve">the </w:t>
            </w:r>
            <w:r w:rsidR="00037D1B">
              <w:rPr>
                <w:rFonts w:ascii="서울남산체 L" w:eastAsia="서울남산체 L" w:hAnsi="서울남산체 L" w:cs="Arial" w:hint="eastAsia"/>
                <w:b/>
                <w:spacing w:val="-8"/>
                <w:w w:val="90"/>
                <w:szCs w:val="16"/>
                <w:lang w:val="en-GB"/>
              </w:rPr>
              <w:t>P</w:t>
            </w:r>
            <w:r w:rsidR="00DA7374">
              <w:rPr>
                <w:rFonts w:ascii="서울남산체 L" w:eastAsia="서울남산체 L" w:hAnsi="서울남산체 L" w:cs="Arial"/>
                <w:b/>
                <w:spacing w:val="-8"/>
                <w:w w:val="90"/>
                <w:szCs w:val="16"/>
                <w:lang w:val="en-GB"/>
              </w:rPr>
              <w:t>lanet</w:t>
            </w:r>
          </w:p>
        </w:tc>
        <w:tc>
          <w:tcPr>
            <w:tcW w:w="8161" w:type="dxa"/>
            <w:gridSpan w:val="17"/>
            <w:vAlign w:val="center"/>
          </w:tcPr>
          <w:p w14:paraId="3D52CD00" w14:textId="77777777" w:rsidR="00651FE8" w:rsidRPr="00D7675D" w:rsidRDefault="00651FE8" w:rsidP="00AC4005">
            <w:pPr>
              <w:snapToGrid w:val="0"/>
              <w:jc w:val="left"/>
              <w:rPr>
                <w:rFonts w:ascii="서울남산체 L" w:eastAsia="서울남산체 L" w:hAnsi="서울남산체 L" w:cs="Arial"/>
                <w:spacing w:val="-8"/>
                <w:w w:val="90"/>
                <w:sz w:val="16"/>
                <w:szCs w:val="16"/>
              </w:rPr>
            </w:pPr>
            <w:r w:rsidRPr="00D7675D">
              <w:rPr>
                <w:rFonts w:ascii="서울남산체 L" w:eastAsia="서울남산체 L" w:hAnsi="서울남산체 L" w:cs="Arial"/>
                <w:spacing w:val="-8"/>
                <w:sz w:val="16"/>
                <w:szCs w:val="22"/>
              </w:rPr>
              <w:t>□</w:t>
            </w:r>
            <w:r w:rsidRPr="00D7675D">
              <w:rPr>
                <w:rFonts w:ascii="서울남산체 L" w:eastAsia="서울남산체 L" w:hAnsi="서울남산체 L" w:cs="Arial" w:hint="eastAsia"/>
                <w:spacing w:val="-8"/>
                <w:w w:val="90"/>
                <w:sz w:val="16"/>
                <w:szCs w:val="14"/>
              </w:rPr>
              <w:t xml:space="preserve"> </w:t>
            </w:r>
            <w:r w:rsidR="00AC4005">
              <w:rPr>
                <w:rFonts w:ascii="서울남산체 L" w:eastAsia="서울남산체 L" w:hAnsi="서울남산체 L" w:cs="Arial"/>
                <w:spacing w:val="-8"/>
                <w:w w:val="90"/>
                <w:sz w:val="16"/>
                <w:szCs w:val="14"/>
              </w:rPr>
              <w:t>1인 제</w:t>
            </w:r>
            <w:r w:rsidR="00AC4005">
              <w:rPr>
                <w:rFonts w:ascii="서울남산체 L" w:eastAsia="서울남산체 L" w:hAnsi="서울남산체 L" w:cs="Arial" w:hint="eastAsia"/>
                <w:spacing w:val="-8"/>
                <w:w w:val="90"/>
                <w:sz w:val="16"/>
                <w:szCs w:val="14"/>
              </w:rPr>
              <w:t>작으로</w:t>
            </w:r>
            <w:r w:rsidR="000E3735" w:rsidRPr="00D7675D">
              <w:rPr>
                <w:rFonts w:ascii="서울남산체 L" w:eastAsia="서울남산체 L" w:hAnsi="서울남산체 L" w:cs="Arial" w:hint="eastAsia"/>
                <w:spacing w:val="-8"/>
                <w:w w:val="90"/>
                <w:sz w:val="16"/>
                <w:szCs w:val="14"/>
              </w:rPr>
              <w:t xml:space="preserve"> </w:t>
            </w:r>
            <w:r w:rsidR="000E3735" w:rsidRPr="00D7675D">
              <w:rPr>
                <w:rFonts w:ascii="서울남산체 L" w:eastAsia="서울남산체 L" w:hAnsi="서울남산체 L" w:cs="Arial"/>
                <w:spacing w:val="-8"/>
                <w:w w:val="90"/>
                <w:sz w:val="16"/>
                <w:szCs w:val="14"/>
              </w:rPr>
              <w:t>만</w:t>
            </w:r>
            <w:r w:rsidR="000E3735" w:rsidRPr="00D7675D">
              <w:rPr>
                <w:rFonts w:ascii="서울남산체 L" w:eastAsia="서울남산체 L" w:hAnsi="서울남산체 L" w:cs="Arial" w:hint="eastAsia"/>
                <w:spacing w:val="-8"/>
                <w:w w:val="90"/>
                <w:sz w:val="16"/>
                <w:szCs w:val="14"/>
              </w:rPr>
              <w:t xml:space="preserve">들어진 </w:t>
            </w:r>
            <w:r w:rsidR="000E3735" w:rsidRPr="00D7675D">
              <w:rPr>
                <w:rFonts w:ascii="서울남산체 L" w:eastAsia="서울남산체 L" w:hAnsi="서울남산체 L" w:cs="Arial"/>
                <w:spacing w:val="-8"/>
                <w:w w:val="90"/>
                <w:sz w:val="16"/>
                <w:szCs w:val="14"/>
              </w:rPr>
              <w:t>10</w:t>
            </w:r>
            <w:r w:rsidR="000E3735" w:rsidRPr="00D7675D">
              <w:rPr>
                <w:rFonts w:ascii="서울남산체 L" w:eastAsia="서울남산체 L" w:hAnsi="서울남산체 L" w:cs="Arial" w:hint="eastAsia"/>
                <w:spacing w:val="-8"/>
                <w:w w:val="90"/>
                <w:sz w:val="16"/>
                <w:szCs w:val="14"/>
              </w:rPr>
              <w:t xml:space="preserve">분 </w:t>
            </w:r>
            <w:r w:rsidR="000E3735" w:rsidRPr="00D7675D">
              <w:rPr>
                <w:rFonts w:ascii="서울남산체 L" w:eastAsia="서울남산체 L" w:hAnsi="서울남산체 L" w:cs="Arial"/>
                <w:spacing w:val="-8"/>
                <w:w w:val="90"/>
                <w:sz w:val="16"/>
                <w:szCs w:val="14"/>
              </w:rPr>
              <w:t>이</w:t>
            </w:r>
            <w:r w:rsidR="000E3735" w:rsidRPr="00D7675D">
              <w:rPr>
                <w:rFonts w:ascii="서울남산체 L" w:eastAsia="서울남산체 L" w:hAnsi="서울남산체 L" w:cs="Arial" w:hint="eastAsia"/>
                <w:spacing w:val="-8"/>
                <w:w w:val="90"/>
                <w:sz w:val="16"/>
                <w:szCs w:val="14"/>
              </w:rPr>
              <w:t>내의</w:t>
            </w:r>
            <w:r w:rsidR="00A031EF">
              <w:rPr>
                <w:rFonts w:ascii="서울남산체 L" w:eastAsia="서울남산체 L" w:hAnsi="서울남산체 L" w:cs="Arial" w:hint="eastAsia"/>
                <w:spacing w:val="-8"/>
                <w:w w:val="90"/>
                <w:sz w:val="16"/>
                <w:szCs w:val="14"/>
              </w:rPr>
              <w:t xml:space="preserve"> </w:t>
            </w:r>
            <w:r w:rsidR="000E3735" w:rsidRPr="00D7675D">
              <w:rPr>
                <w:rFonts w:ascii="서울남산체 L" w:eastAsia="서울남산체 L" w:hAnsi="서울남산체 L" w:cs="Arial"/>
                <w:spacing w:val="-8"/>
                <w:w w:val="90"/>
                <w:sz w:val="16"/>
                <w:szCs w:val="14"/>
              </w:rPr>
              <w:t>작</w:t>
            </w:r>
            <w:r w:rsidR="000E3735" w:rsidRPr="00D7675D">
              <w:rPr>
                <w:rFonts w:ascii="서울남산체 L" w:eastAsia="서울남산체 L" w:hAnsi="서울남산체 L" w:cs="Arial" w:hint="eastAsia"/>
                <w:spacing w:val="-8"/>
                <w:w w:val="90"/>
                <w:sz w:val="16"/>
                <w:szCs w:val="14"/>
              </w:rPr>
              <w:t>품</w:t>
            </w:r>
            <w:r w:rsidR="000E3735" w:rsidRPr="00D7675D">
              <w:rPr>
                <w:rFonts w:ascii="서울남산체 L" w:eastAsia="서울남산체 L" w:hAnsi="서울남산체 L" w:cs="Arial"/>
                <w:spacing w:val="-8"/>
                <w:w w:val="90"/>
                <w:sz w:val="16"/>
                <w:szCs w:val="14"/>
              </w:rPr>
              <w:t xml:space="preserve"> </w:t>
            </w:r>
            <w:r w:rsidRPr="00D7675D">
              <w:rPr>
                <w:rFonts w:ascii="서울남산체 L" w:eastAsia="서울남산체 L" w:hAnsi="서울남산체 L" w:cs="Arial" w:hint="eastAsia"/>
                <w:bCs/>
                <w:kern w:val="0"/>
                <w:sz w:val="16"/>
                <w:szCs w:val="14"/>
              </w:rPr>
              <w:t xml:space="preserve">| </w:t>
            </w:r>
            <w:r w:rsidR="00AC4005">
              <w:rPr>
                <w:rFonts w:ascii="서울남산체 L" w:eastAsia="서울남산체 L" w:hAnsi="서울남산체 L" w:cs="Arial"/>
                <w:bCs/>
                <w:kern w:val="0"/>
                <w:sz w:val="16"/>
                <w:szCs w:val="14"/>
                <w:lang w:val="en-GB"/>
              </w:rPr>
              <w:t>Works made by one person</w:t>
            </w:r>
            <w:r w:rsidR="00471DBE">
              <w:rPr>
                <w:rFonts w:ascii="서울남산체 L" w:eastAsia="서울남산체 L" w:hAnsi="서울남산체 L" w:cs="Arial"/>
                <w:bCs/>
                <w:kern w:val="0"/>
                <w:sz w:val="16"/>
                <w:szCs w:val="14"/>
                <w:lang w:val="en-GB"/>
              </w:rPr>
              <w:t xml:space="preserve"> animation</w:t>
            </w:r>
            <w:r w:rsidR="000E3735" w:rsidRPr="00D7675D">
              <w:rPr>
                <w:rFonts w:ascii="서울남산체 L" w:eastAsia="서울남산체 L" w:hAnsi="서울남산체 L" w:cs="Arial"/>
                <w:bCs/>
                <w:kern w:val="0"/>
                <w:sz w:val="16"/>
                <w:szCs w:val="14"/>
                <w:lang w:val="en-GB"/>
              </w:rPr>
              <w:t xml:space="preserve"> </w:t>
            </w:r>
            <w:r w:rsidR="00BD27CD" w:rsidRPr="00D7675D">
              <w:rPr>
                <w:rFonts w:ascii="서울남산체 L" w:eastAsia="서울남산체 L" w:hAnsi="서울남산체 L" w:cs="Arial" w:hint="eastAsia"/>
                <w:bCs/>
                <w:kern w:val="0"/>
                <w:sz w:val="16"/>
                <w:szCs w:val="14"/>
              </w:rPr>
              <w:t>less than</w:t>
            </w:r>
            <w:r w:rsidRPr="00D7675D">
              <w:rPr>
                <w:rFonts w:ascii="서울남산체 L" w:eastAsia="서울남산체 L" w:hAnsi="서울남산체 L" w:cs="Arial" w:hint="eastAsia"/>
                <w:bCs/>
                <w:kern w:val="0"/>
                <w:sz w:val="16"/>
                <w:szCs w:val="14"/>
              </w:rPr>
              <w:t xml:space="preserve"> </w:t>
            </w:r>
            <w:r w:rsidR="000E3735" w:rsidRPr="00D7675D">
              <w:rPr>
                <w:rFonts w:ascii="서울남산체 L" w:eastAsia="서울남산체 L" w:hAnsi="서울남산체 L" w:cs="Arial"/>
                <w:bCs/>
                <w:kern w:val="0"/>
                <w:sz w:val="16"/>
                <w:szCs w:val="14"/>
              </w:rPr>
              <w:t>1</w:t>
            </w:r>
            <w:r w:rsidRPr="00D7675D">
              <w:rPr>
                <w:rFonts w:ascii="서울남산체 L" w:eastAsia="서울남산체 L" w:hAnsi="서울남산체 L" w:cs="Arial" w:hint="eastAsia"/>
                <w:bCs/>
                <w:kern w:val="0"/>
                <w:sz w:val="16"/>
                <w:szCs w:val="14"/>
              </w:rPr>
              <w:t>0 minutes in length</w:t>
            </w:r>
          </w:p>
        </w:tc>
      </w:tr>
      <w:tr w:rsidR="000A0B14" w:rsidRPr="00BC50FF" w14:paraId="5ED22FBC" w14:textId="77777777" w:rsidTr="00D910AB">
        <w:trPr>
          <w:gridAfter w:val="1"/>
          <w:wAfter w:w="80" w:type="dxa"/>
          <w:trHeight w:val="253"/>
          <w:jc w:val="center"/>
        </w:trPr>
        <w:tc>
          <w:tcPr>
            <w:tcW w:w="2410" w:type="dxa"/>
            <w:gridSpan w:val="4"/>
            <w:tcMar>
              <w:top w:w="28" w:type="dxa"/>
              <w:left w:w="28" w:type="dxa"/>
              <w:bottom w:w="28" w:type="dxa"/>
              <w:right w:w="28" w:type="dxa"/>
            </w:tcMar>
          </w:tcPr>
          <w:p w14:paraId="0F86E982" w14:textId="77777777" w:rsidR="00651FE8" w:rsidRPr="00DC796A" w:rsidRDefault="00651FE8" w:rsidP="00BA5152">
            <w:pPr>
              <w:snapToGrid w:val="0"/>
              <w:jc w:val="left"/>
              <w:rPr>
                <w:rFonts w:ascii="서울남산체 L" w:eastAsia="서울남산체 L" w:hAnsi="서울남산체 L" w:cs="Arial"/>
                <w:b/>
                <w:bCs/>
                <w:spacing w:val="-8"/>
                <w:w w:val="90"/>
                <w:szCs w:val="16"/>
                <w:lang w:val="en-GB"/>
              </w:rPr>
            </w:pPr>
            <w:r w:rsidRPr="00D7675D">
              <w:rPr>
                <w:rFonts w:ascii="서울남산체 L" w:eastAsia="서울남산체 L" w:hAnsi="서울남산체 L" w:cs="Arial" w:hint="eastAsia"/>
                <w:b/>
                <w:bCs/>
                <w:spacing w:val="-8"/>
                <w:w w:val="90"/>
                <w:szCs w:val="16"/>
              </w:rPr>
              <w:t>1-4.</w:t>
            </w:r>
            <w:r w:rsidRPr="00D7675D">
              <w:rPr>
                <w:rFonts w:ascii="서울남산체 L" w:eastAsia="서울남산체 L" w:hAnsi="서울남산체 L" w:cs="Arial" w:hint="eastAsia"/>
                <w:spacing w:val="-8"/>
                <w:w w:val="90"/>
                <w:szCs w:val="16"/>
              </w:rPr>
              <w:t xml:space="preserve"> </w:t>
            </w:r>
            <w:r w:rsidR="00DC796A">
              <w:rPr>
                <w:rFonts w:ascii="서울남산체 L" w:eastAsia="서울남산체 L" w:hAnsi="서울남산체 L" w:cs="Arial"/>
                <w:b/>
                <w:spacing w:val="-8"/>
                <w:w w:val="90"/>
                <w:szCs w:val="16"/>
                <w:lang w:val="en-GB"/>
              </w:rPr>
              <w:t>빅</w:t>
            </w:r>
            <w:r w:rsidR="00DC796A">
              <w:rPr>
                <w:rFonts w:ascii="서울남산체 L" w:eastAsia="서울남산체 L" w:hAnsi="서울남산체 L" w:cs="Arial" w:hint="eastAsia"/>
                <w:b/>
                <w:spacing w:val="-8"/>
                <w:w w:val="90"/>
                <w:szCs w:val="16"/>
                <w:lang w:val="en-GB"/>
              </w:rPr>
              <w:t>뱅</w:t>
            </w:r>
            <w:r w:rsidRPr="00D7675D">
              <w:rPr>
                <w:rFonts w:ascii="서울남산체 L" w:eastAsia="서울남산체 L" w:hAnsi="서울남산체 L" w:cs="Arial" w:hint="eastAsia"/>
                <w:b/>
                <w:spacing w:val="-8"/>
                <w:w w:val="90"/>
                <w:szCs w:val="16"/>
              </w:rPr>
              <w:t xml:space="preserve"> | </w:t>
            </w:r>
            <w:r w:rsidR="00DC796A">
              <w:rPr>
                <w:rFonts w:ascii="서울남산체 L" w:eastAsia="서울남산체 L" w:hAnsi="서울남산체 L" w:cs="Arial"/>
                <w:b/>
                <w:spacing w:val="-8"/>
                <w:w w:val="90"/>
                <w:szCs w:val="16"/>
                <w:lang w:val="en-GB"/>
              </w:rPr>
              <w:t>Big-bang</w:t>
            </w:r>
          </w:p>
        </w:tc>
        <w:tc>
          <w:tcPr>
            <w:tcW w:w="8161" w:type="dxa"/>
            <w:gridSpan w:val="17"/>
            <w:vAlign w:val="center"/>
          </w:tcPr>
          <w:p w14:paraId="45B8D50D" w14:textId="77777777" w:rsidR="00651FE8" w:rsidRPr="00D7675D" w:rsidRDefault="00734991" w:rsidP="00BC7CEF">
            <w:pPr>
              <w:snapToGrid w:val="0"/>
              <w:jc w:val="left"/>
              <w:rPr>
                <w:rFonts w:ascii="서울남산체 L" w:eastAsia="서울남산체 L" w:hAnsi="서울남산체 L" w:cs="Arial"/>
                <w:b/>
                <w:bCs/>
                <w:spacing w:val="-8"/>
                <w:w w:val="90"/>
                <w:sz w:val="16"/>
                <w:szCs w:val="16"/>
              </w:rPr>
            </w:pPr>
            <w:r w:rsidRPr="00BE332B">
              <w:rPr>
                <w:rFonts w:ascii="서울남산체 L" w:eastAsia="서울남산체 L" w:hAnsi="서울남산체 L" w:cs="Arial"/>
                <w:spacing w:val="-8"/>
                <w:sz w:val="16"/>
                <w:szCs w:val="22"/>
              </w:rPr>
              <w:t>□</w:t>
            </w:r>
            <w:r w:rsidR="00D41874" w:rsidRPr="00BE332B">
              <w:rPr>
                <w:rFonts w:ascii="서울남산체 L" w:eastAsia="서울남산체 L" w:hAnsi="서울남산체 L" w:cs="Arial"/>
                <w:spacing w:val="-8"/>
                <w:sz w:val="16"/>
                <w:szCs w:val="22"/>
              </w:rPr>
              <w:t xml:space="preserve"> </w:t>
            </w:r>
            <w:r w:rsidR="005D2E14" w:rsidRPr="00D910AB">
              <w:rPr>
                <w:rFonts w:ascii="서울남산체 L" w:eastAsia="서울남산체 L" w:hAnsi="서울남산체 L" w:cs="Arial" w:hint="eastAsia"/>
                <w:spacing w:val="-8"/>
                <w:sz w:val="13"/>
                <w:szCs w:val="14"/>
              </w:rPr>
              <w:t>애니메이션 기법이 사용된 공포, 성인 수위</w:t>
            </w:r>
            <w:r w:rsidR="001B096E" w:rsidRPr="00D910AB">
              <w:rPr>
                <w:rFonts w:ascii="서울남산체 L" w:eastAsia="서울남산체 L" w:hAnsi="서울남산체 L" w:cs="Arial" w:hint="eastAsia"/>
                <w:spacing w:val="-8"/>
                <w:sz w:val="13"/>
                <w:szCs w:val="14"/>
              </w:rPr>
              <w:t>(18</w:t>
            </w:r>
            <w:r w:rsidR="005D2E14" w:rsidRPr="00D910AB">
              <w:rPr>
                <w:rFonts w:ascii="서울남산체 L" w:eastAsia="서울남산체 L" w:hAnsi="서울남산체 L" w:cs="Arial" w:hint="eastAsia"/>
                <w:spacing w:val="-8"/>
                <w:sz w:val="13"/>
                <w:szCs w:val="14"/>
              </w:rPr>
              <w:t>)를 포함하는 10분 이내 작품</w:t>
            </w:r>
            <w:r w:rsidR="000E3735" w:rsidRPr="00556A04">
              <w:rPr>
                <w:rFonts w:ascii="서울남산체 L" w:eastAsia="서울남산체 L" w:hAnsi="서울남산체 L" w:cs="Arial" w:hint="eastAsia"/>
                <w:spacing w:val="-8"/>
                <w:sz w:val="14"/>
                <w:szCs w:val="14"/>
              </w:rPr>
              <w:t>.</w:t>
            </w:r>
            <w:r w:rsidR="000E3735" w:rsidRPr="00556A04">
              <w:rPr>
                <w:rFonts w:ascii="서울남산체 L" w:eastAsia="서울남산체 L" w:hAnsi="서울남산체 L" w:cs="Arial"/>
                <w:spacing w:val="-8"/>
                <w:sz w:val="13"/>
                <w:szCs w:val="14"/>
              </w:rPr>
              <w:t xml:space="preserve"> </w:t>
            </w:r>
            <w:r w:rsidR="000E3735" w:rsidRPr="00D7675D">
              <w:rPr>
                <w:rFonts w:ascii="서울남산체 L" w:eastAsia="서울남산체 L" w:hAnsi="서울남산체 L" w:cs="Arial" w:hint="eastAsia"/>
                <w:bCs/>
                <w:kern w:val="0"/>
                <w:sz w:val="16"/>
                <w:szCs w:val="14"/>
              </w:rPr>
              <w:t xml:space="preserve">| </w:t>
            </w:r>
            <w:r w:rsidR="00725E19" w:rsidRPr="00556A04">
              <w:rPr>
                <w:rFonts w:ascii="서울남산체 L" w:eastAsia="서울남산체 L" w:hAnsi="서울남산체 L" w:cs="Arial"/>
                <w:bCs/>
                <w:kern w:val="0"/>
                <w:sz w:val="11"/>
                <w:szCs w:val="14"/>
                <w:lang w:val="en-GB"/>
              </w:rPr>
              <w:t xml:space="preserve">Works made </w:t>
            </w:r>
            <w:r w:rsidR="005D2E14" w:rsidRPr="00556A04">
              <w:rPr>
                <w:rFonts w:ascii="서울남산체 L" w:eastAsia="서울남산체 L" w:hAnsi="서울남산체 L" w:cs="Arial"/>
                <w:bCs/>
                <w:kern w:val="0"/>
                <w:sz w:val="11"/>
                <w:szCs w:val="14"/>
                <w:lang w:val="en-GB"/>
              </w:rPr>
              <w:t xml:space="preserve">as animation </w:t>
            </w:r>
            <w:r w:rsidR="00BC7CEF">
              <w:rPr>
                <w:rFonts w:ascii="서울남산체 L" w:eastAsia="서울남산체 L" w:hAnsi="서울남산체 L" w:cs="Arial"/>
                <w:bCs/>
                <w:kern w:val="0"/>
                <w:sz w:val="11"/>
                <w:szCs w:val="14"/>
                <w:lang w:val="en-GB"/>
              </w:rPr>
              <w:t>includ</w:t>
            </w:r>
            <w:r w:rsidR="00BC7CEF">
              <w:rPr>
                <w:rFonts w:ascii="서울남산체 L" w:eastAsia="서울남산체 L" w:hAnsi="서울남산체 L" w:cs="Arial" w:hint="eastAsia"/>
                <w:bCs/>
                <w:kern w:val="0"/>
                <w:sz w:val="11"/>
                <w:szCs w:val="14"/>
                <w:lang w:val="en-GB"/>
              </w:rPr>
              <w:t>ing</w:t>
            </w:r>
            <w:r w:rsidR="00DD61D0" w:rsidRPr="00556A04">
              <w:rPr>
                <w:rFonts w:ascii="서울남산체 L" w:eastAsia="서울남산체 L" w:hAnsi="서울남산체 L" w:cs="Arial"/>
                <w:bCs/>
                <w:kern w:val="0"/>
                <w:sz w:val="11"/>
                <w:szCs w:val="14"/>
                <w:lang w:val="en-GB"/>
              </w:rPr>
              <w:t xml:space="preserve"> horror and</w:t>
            </w:r>
            <w:r w:rsidR="00155D2B" w:rsidRPr="00556A04">
              <w:rPr>
                <w:rFonts w:ascii="서울남산체 L" w:eastAsia="서울남산체 L" w:hAnsi="서울남산체 L" w:cs="Arial"/>
                <w:bCs/>
                <w:kern w:val="0"/>
                <w:sz w:val="11"/>
                <w:szCs w:val="14"/>
                <w:lang w:val="en-GB"/>
              </w:rPr>
              <w:t xml:space="preserve"> </w:t>
            </w:r>
            <w:r w:rsidR="00155D2B" w:rsidRPr="00556A04">
              <w:rPr>
                <w:rFonts w:ascii="서울남산체 L" w:eastAsia="서울남산체 L" w:hAnsi="서울남산체 L" w:cs="Arial" w:hint="eastAsia"/>
                <w:bCs/>
                <w:kern w:val="0"/>
                <w:sz w:val="11"/>
                <w:szCs w:val="14"/>
                <w:lang w:val="en-GB"/>
              </w:rPr>
              <w:t>R-rated</w:t>
            </w:r>
            <w:r w:rsidR="00BC7CEF">
              <w:rPr>
                <w:rFonts w:ascii="서울남산체 L" w:eastAsia="서울남산체 L" w:hAnsi="서울남산체 L" w:cs="Arial" w:hint="eastAsia"/>
                <w:bCs/>
                <w:kern w:val="0"/>
                <w:sz w:val="11"/>
                <w:szCs w:val="14"/>
                <w:lang w:val="en-GB"/>
              </w:rPr>
              <w:t xml:space="preserve"> </w:t>
            </w:r>
            <w:r w:rsidR="00FF33B8">
              <w:rPr>
                <w:rFonts w:ascii="서울남산체 L" w:eastAsia="서울남산체 L" w:hAnsi="서울남산체 L" w:cs="Arial"/>
                <w:bCs/>
                <w:kern w:val="0"/>
                <w:sz w:val="11"/>
                <w:szCs w:val="14"/>
                <w:lang w:val="en-GB"/>
              </w:rPr>
              <w:t>(Adult)</w:t>
            </w:r>
            <w:r w:rsidR="00DD61D0" w:rsidRPr="00556A04">
              <w:rPr>
                <w:rFonts w:ascii="서울남산체 L" w:eastAsia="서울남산체 L" w:hAnsi="서울남산체 L" w:cs="Arial"/>
                <w:bCs/>
                <w:kern w:val="0"/>
                <w:sz w:val="11"/>
                <w:szCs w:val="14"/>
                <w:lang w:val="en-GB"/>
              </w:rPr>
              <w:t xml:space="preserve"> </w:t>
            </w:r>
            <w:r w:rsidR="000E3735" w:rsidRPr="00556A04">
              <w:rPr>
                <w:rFonts w:ascii="서울남산체 L" w:eastAsia="서울남산체 L" w:hAnsi="서울남산체 L" w:cs="Arial" w:hint="eastAsia"/>
                <w:bCs/>
                <w:kern w:val="0"/>
                <w:sz w:val="11"/>
                <w:szCs w:val="14"/>
              </w:rPr>
              <w:t>less than</w:t>
            </w:r>
            <w:r w:rsidR="000E3735" w:rsidRPr="00556A04">
              <w:rPr>
                <w:rFonts w:ascii="서울남산체 L" w:eastAsia="서울남산체 L" w:hAnsi="서울남산체 L" w:cs="Arial"/>
                <w:bCs/>
                <w:kern w:val="0"/>
                <w:sz w:val="11"/>
                <w:szCs w:val="14"/>
              </w:rPr>
              <w:t xml:space="preserve"> </w:t>
            </w:r>
            <w:r w:rsidR="000307E8" w:rsidRPr="00556A04">
              <w:rPr>
                <w:rFonts w:ascii="서울남산체 L" w:eastAsia="서울남산체 L" w:hAnsi="서울남산체 L" w:cs="Arial" w:hint="eastAsia"/>
                <w:bCs/>
                <w:kern w:val="0"/>
                <w:sz w:val="11"/>
                <w:szCs w:val="14"/>
              </w:rPr>
              <w:t>1</w:t>
            </w:r>
            <w:r w:rsidR="000E3735" w:rsidRPr="00556A04">
              <w:rPr>
                <w:rFonts w:ascii="서울남산체 L" w:eastAsia="서울남산체 L" w:hAnsi="서울남산체 L" w:cs="Arial" w:hint="eastAsia"/>
                <w:bCs/>
                <w:kern w:val="0"/>
                <w:sz w:val="11"/>
                <w:szCs w:val="14"/>
              </w:rPr>
              <w:t>0 minutes in lengt</w:t>
            </w:r>
            <w:r w:rsidR="00020BA5" w:rsidRPr="00556A04">
              <w:rPr>
                <w:rFonts w:ascii="서울남산체 L" w:eastAsia="서울남산체 L" w:hAnsi="서울남산체 L" w:cs="Arial" w:hint="eastAsia"/>
                <w:bCs/>
                <w:kern w:val="0"/>
                <w:sz w:val="11"/>
                <w:szCs w:val="14"/>
              </w:rPr>
              <w:t>h</w:t>
            </w:r>
          </w:p>
        </w:tc>
      </w:tr>
      <w:tr w:rsidR="00C42AA1" w:rsidRPr="00BC50FF" w14:paraId="40E7A1C4" w14:textId="77777777" w:rsidTr="000A7DE4">
        <w:trPr>
          <w:gridAfter w:val="1"/>
          <w:wAfter w:w="80" w:type="dxa"/>
          <w:trHeight w:hRule="exact" w:val="96"/>
          <w:jc w:val="center"/>
        </w:trPr>
        <w:tc>
          <w:tcPr>
            <w:tcW w:w="10571" w:type="dxa"/>
            <w:gridSpan w:val="21"/>
            <w:tcMar>
              <w:top w:w="28" w:type="dxa"/>
              <w:left w:w="28" w:type="dxa"/>
              <w:bottom w:w="28" w:type="dxa"/>
              <w:right w:w="28" w:type="dxa"/>
            </w:tcMar>
            <w:vAlign w:val="center"/>
          </w:tcPr>
          <w:p w14:paraId="407E1B3C" w14:textId="77777777" w:rsidR="00CD2EFC" w:rsidRPr="00BC50FF" w:rsidRDefault="00CD2EFC" w:rsidP="0096583F">
            <w:pPr>
              <w:snapToGrid w:val="0"/>
              <w:jc w:val="left"/>
              <w:rPr>
                <w:rFonts w:ascii="서울남산체 L" w:eastAsia="서울남산체 L" w:hAnsi="서울남산체 L" w:cs="Arial"/>
                <w:spacing w:val="-8"/>
                <w:w w:val="90"/>
                <w:sz w:val="16"/>
                <w:szCs w:val="16"/>
              </w:rPr>
            </w:pPr>
          </w:p>
        </w:tc>
      </w:tr>
      <w:tr w:rsidR="00C42AA1" w:rsidRPr="00BC50FF" w14:paraId="5478D6F6" w14:textId="77777777" w:rsidTr="000A7DE4">
        <w:trPr>
          <w:gridAfter w:val="1"/>
          <w:wAfter w:w="80" w:type="dxa"/>
          <w:trHeight w:val="79"/>
          <w:jc w:val="center"/>
        </w:trPr>
        <w:tc>
          <w:tcPr>
            <w:tcW w:w="10571" w:type="dxa"/>
            <w:gridSpan w:val="21"/>
            <w:shd w:val="clear" w:color="auto" w:fill="333333"/>
            <w:tcMar>
              <w:top w:w="28" w:type="dxa"/>
              <w:left w:w="28" w:type="dxa"/>
              <w:bottom w:w="28" w:type="dxa"/>
              <w:right w:w="28" w:type="dxa"/>
            </w:tcMar>
            <w:vAlign w:val="center"/>
          </w:tcPr>
          <w:p w14:paraId="1135B54C" w14:textId="77777777" w:rsidR="00C42AA1" w:rsidRPr="00BC50FF" w:rsidRDefault="00C42AA1" w:rsidP="00BA5152">
            <w:pPr>
              <w:snapToGrid w:val="0"/>
              <w:jc w:val="left"/>
              <w:rPr>
                <w:rFonts w:ascii="서울남산체 L" w:eastAsia="서울남산체 L" w:hAnsi="서울남산체 L" w:cs="Arial"/>
                <w:b/>
                <w:bCs/>
                <w:color w:val="FFFFFF"/>
                <w:spacing w:val="-8"/>
                <w:w w:val="90"/>
                <w:sz w:val="18"/>
                <w:szCs w:val="18"/>
              </w:rPr>
            </w:pPr>
            <w:r w:rsidRPr="00BC50FF">
              <w:rPr>
                <w:rFonts w:ascii="서울남산체 L" w:eastAsia="서울남산체 L" w:hAnsi="서울남산체 L" w:cs="Arial" w:hint="eastAsia"/>
                <w:color w:val="FFFFFF"/>
                <w:spacing w:val="-8"/>
                <w:w w:val="90"/>
                <w:sz w:val="18"/>
                <w:szCs w:val="18"/>
              </w:rPr>
              <w:t xml:space="preserve">2. 작품 </w:t>
            </w:r>
            <w:r w:rsidRPr="00BC50FF">
              <w:rPr>
                <w:rFonts w:ascii="서울남산체 L" w:eastAsia="서울남산체 L" w:hAnsi="서울남산체 L" w:cs="Arial" w:hint="eastAsia"/>
                <w:b/>
                <w:bCs/>
                <w:color w:val="FFFFFF"/>
                <w:spacing w:val="-8"/>
                <w:w w:val="90"/>
                <w:sz w:val="18"/>
                <w:szCs w:val="18"/>
              </w:rPr>
              <w:t>|</w:t>
            </w:r>
            <w:r w:rsidRPr="00BC50FF">
              <w:rPr>
                <w:rFonts w:ascii="서울남산체 L" w:eastAsia="서울남산체 L" w:hAnsi="서울남산체 L" w:cs="Arial" w:hint="eastAsia"/>
                <w:b/>
                <w:bCs/>
                <w:iCs/>
                <w:color w:val="FFFFFF"/>
                <w:spacing w:val="-8"/>
                <w:w w:val="90"/>
                <w:sz w:val="18"/>
                <w:szCs w:val="18"/>
              </w:rPr>
              <w:t xml:space="preserve"> </w:t>
            </w:r>
            <w:r w:rsidRPr="00BC50FF">
              <w:rPr>
                <w:rFonts w:ascii="서울남산체 L" w:eastAsia="서울남산체 L" w:hAnsi="서울남산체 L" w:cs="Arial"/>
                <w:b/>
                <w:bCs/>
                <w:iCs/>
                <w:color w:val="FFFFFF"/>
                <w:spacing w:val="-8"/>
                <w:w w:val="90"/>
                <w:sz w:val="18"/>
                <w:szCs w:val="18"/>
              </w:rPr>
              <w:t>Film</w:t>
            </w:r>
          </w:p>
        </w:tc>
      </w:tr>
      <w:tr w:rsidR="000D038A" w:rsidRPr="00BC50FF" w14:paraId="5603F0FD" w14:textId="77777777" w:rsidTr="000A7DE4">
        <w:trPr>
          <w:gridAfter w:val="1"/>
          <w:wAfter w:w="80" w:type="dxa"/>
          <w:cantSplit/>
          <w:trHeight w:val="71"/>
          <w:jc w:val="center"/>
        </w:trPr>
        <w:tc>
          <w:tcPr>
            <w:tcW w:w="451" w:type="dxa"/>
            <w:vMerge w:val="restart"/>
            <w:tcBorders>
              <w:right w:val="single" w:sz="4" w:space="0" w:color="auto"/>
            </w:tcBorders>
            <w:tcMar>
              <w:top w:w="28" w:type="dxa"/>
              <w:left w:w="28" w:type="dxa"/>
              <w:bottom w:w="28" w:type="dxa"/>
              <w:right w:w="28" w:type="dxa"/>
            </w:tcMar>
            <w:vAlign w:val="center"/>
          </w:tcPr>
          <w:p w14:paraId="3ADB779B" w14:textId="77777777" w:rsidR="000D038A" w:rsidRPr="00BC50FF" w:rsidRDefault="000D038A" w:rsidP="00BA5152">
            <w:pPr>
              <w:snapToGrid w:val="0"/>
              <w:jc w:val="left"/>
              <w:rPr>
                <w:rFonts w:ascii="서울남산체 L" w:eastAsia="서울남산체 L" w:hAnsi="서울남산체 L" w:cs="Arial"/>
                <w:b/>
                <w:bCs/>
                <w:spacing w:val="-8"/>
                <w:w w:val="90"/>
                <w:sz w:val="16"/>
                <w:szCs w:val="16"/>
              </w:rPr>
            </w:pPr>
            <w:r w:rsidRPr="00BC50FF">
              <w:rPr>
                <w:rFonts w:ascii="서울남산체 L" w:eastAsia="서울남산체 L" w:hAnsi="서울남산체 L" w:cs="Arial" w:hint="eastAsia"/>
                <w:b/>
                <w:bCs/>
                <w:spacing w:val="-8"/>
                <w:w w:val="90"/>
                <w:sz w:val="16"/>
                <w:szCs w:val="16"/>
              </w:rPr>
              <w:t>작품명 | Title</w:t>
            </w:r>
          </w:p>
        </w:tc>
        <w:tc>
          <w:tcPr>
            <w:tcW w:w="10120" w:type="dxa"/>
            <w:gridSpan w:val="20"/>
            <w:tcBorders>
              <w:left w:val="single" w:sz="4" w:space="0" w:color="auto"/>
            </w:tcBorders>
            <w:vAlign w:val="center"/>
          </w:tcPr>
          <w:p w14:paraId="10883FCA" w14:textId="77777777" w:rsidR="000D038A" w:rsidRPr="00BC50FF" w:rsidRDefault="000D038A"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원제 | Original Title</w:t>
            </w:r>
          </w:p>
        </w:tc>
      </w:tr>
      <w:tr w:rsidR="00C42AA1" w:rsidRPr="00DC10EF" w14:paraId="3068C027" w14:textId="77777777" w:rsidTr="000A7DE4">
        <w:trPr>
          <w:gridAfter w:val="1"/>
          <w:wAfter w:w="80" w:type="dxa"/>
          <w:cantSplit/>
          <w:jc w:val="center"/>
        </w:trPr>
        <w:tc>
          <w:tcPr>
            <w:tcW w:w="451" w:type="dxa"/>
            <w:vMerge/>
            <w:tcBorders>
              <w:bottom w:val="single" w:sz="4" w:space="0" w:color="auto"/>
              <w:right w:val="single" w:sz="4" w:space="0" w:color="auto"/>
            </w:tcBorders>
            <w:tcMar>
              <w:top w:w="28" w:type="dxa"/>
              <w:left w:w="28" w:type="dxa"/>
              <w:bottom w:w="28" w:type="dxa"/>
              <w:right w:w="28" w:type="dxa"/>
            </w:tcMar>
          </w:tcPr>
          <w:p w14:paraId="7040F41F"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c>
          <w:tcPr>
            <w:tcW w:w="10120" w:type="dxa"/>
            <w:gridSpan w:val="20"/>
            <w:tcBorders>
              <w:top w:val="single" w:sz="4" w:space="0" w:color="auto"/>
              <w:left w:val="single" w:sz="4" w:space="0" w:color="auto"/>
              <w:bottom w:val="single" w:sz="4" w:space="0" w:color="auto"/>
            </w:tcBorders>
            <w:vAlign w:val="center"/>
          </w:tcPr>
          <w:p w14:paraId="06E23DC7"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영문 제목 | English Title</w:t>
            </w:r>
          </w:p>
        </w:tc>
      </w:tr>
      <w:tr w:rsidR="00C42AA1" w:rsidRPr="00BC50FF" w14:paraId="564A3C7D" w14:textId="77777777" w:rsidTr="000A7DE4">
        <w:trPr>
          <w:gridAfter w:val="1"/>
          <w:wAfter w:w="80" w:type="dxa"/>
          <w:jc w:val="center"/>
        </w:trPr>
        <w:tc>
          <w:tcPr>
            <w:tcW w:w="4775" w:type="dxa"/>
            <w:gridSpan w:val="14"/>
            <w:tcBorders>
              <w:top w:val="single" w:sz="4" w:space="0" w:color="auto"/>
              <w:bottom w:val="single" w:sz="4" w:space="0" w:color="auto"/>
              <w:right w:val="single" w:sz="4" w:space="0" w:color="auto"/>
            </w:tcBorders>
            <w:tcMar>
              <w:top w:w="28" w:type="dxa"/>
              <w:left w:w="28" w:type="dxa"/>
              <w:bottom w:w="28" w:type="dxa"/>
              <w:right w:w="28" w:type="dxa"/>
            </w:tcMar>
            <w:vAlign w:val="center"/>
          </w:tcPr>
          <w:p w14:paraId="3DA06F3C"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b/>
                <w:bCs/>
                <w:spacing w:val="-8"/>
                <w:w w:val="90"/>
                <w:sz w:val="16"/>
                <w:szCs w:val="16"/>
              </w:rPr>
              <w:t>제작국가 |</w:t>
            </w:r>
            <w:r w:rsidR="00990E6F" w:rsidRPr="00BC50FF">
              <w:rPr>
                <w:rFonts w:ascii="서울남산체 L" w:eastAsia="서울남산체 L" w:hAnsi="서울남산체 L" w:cs="Arial" w:hint="eastAsia"/>
                <w:b/>
                <w:bCs/>
                <w:spacing w:val="-8"/>
                <w:w w:val="90"/>
                <w:sz w:val="16"/>
                <w:szCs w:val="16"/>
              </w:rPr>
              <w:t xml:space="preserve"> Country of Production</w:t>
            </w:r>
          </w:p>
        </w:tc>
        <w:tc>
          <w:tcPr>
            <w:tcW w:w="5796" w:type="dxa"/>
            <w:gridSpan w:val="7"/>
            <w:tcBorders>
              <w:top w:val="single" w:sz="4" w:space="0" w:color="auto"/>
              <w:left w:val="single" w:sz="4" w:space="0" w:color="auto"/>
              <w:bottom w:val="single" w:sz="4" w:space="0" w:color="auto"/>
            </w:tcBorders>
            <w:vAlign w:val="center"/>
          </w:tcPr>
          <w:p w14:paraId="4ED82D2F" w14:textId="77777777" w:rsidR="00C42AA1" w:rsidRPr="00BC50FF" w:rsidRDefault="00394957"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b/>
                <w:bCs/>
                <w:spacing w:val="-8"/>
                <w:w w:val="90"/>
                <w:sz w:val="16"/>
                <w:szCs w:val="16"/>
              </w:rPr>
              <w:t>러닝타임 | Running Time</w:t>
            </w:r>
            <w:r w:rsidRPr="00BC50FF">
              <w:rPr>
                <w:rFonts w:ascii="서울남산체 L" w:eastAsia="서울남산체 L" w:hAnsi="서울남산체 L" w:cs="Arial" w:hint="eastAsia"/>
                <w:spacing w:val="-8"/>
                <w:w w:val="90"/>
                <w:sz w:val="16"/>
                <w:szCs w:val="16"/>
              </w:rPr>
              <w:tab/>
            </w:r>
            <w:r w:rsidR="00C42AA1" w:rsidRPr="00BC50FF">
              <w:rPr>
                <w:rFonts w:ascii="서울남산체 L" w:eastAsia="서울남산체 L" w:hAnsi="서울남산체 L" w:hint="eastAsia"/>
                <w:sz w:val="16"/>
                <w:szCs w:val="16"/>
              </w:rPr>
              <w:tab/>
            </w:r>
            <w:r w:rsidR="00C42AA1" w:rsidRPr="00BC50FF">
              <w:rPr>
                <w:rFonts w:ascii="서울남산체 L" w:eastAsia="서울남산체 L" w:hAnsi="서울남산체 L" w:hint="eastAsia"/>
                <w:sz w:val="16"/>
                <w:szCs w:val="16"/>
              </w:rPr>
              <w:tab/>
            </w:r>
            <w:r w:rsidR="007F6CFF">
              <w:rPr>
                <w:rFonts w:ascii="서울남산체 L" w:eastAsia="서울남산체 L" w:hAnsi="서울남산체 L" w:hint="eastAsia"/>
                <w:sz w:val="16"/>
                <w:szCs w:val="16"/>
              </w:rPr>
              <w:t xml:space="preserve">   </w:t>
            </w:r>
            <w:r w:rsidR="00A529E9" w:rsidRPr="00BC50FF">
              <w:rPr>
                <w:rFonts w:ascii="서울남산체 L" w:eastAsia="서울남산체 L" w:hAnsi="서울남산체 L" w:hint="eastAsia"/>
                <w:sz w:val="16"/>
                <w:szCs w:val="16"/>
              </w:rPr>
              <w:t xml:space="preserve">  </w:t>
            </w:r>
            <w:r w:rsidR="0064381F">
              <w:rPr>
                <w:rFonts w:ascii="서울남산체 L" w:eastAsia="서울남산체 L" w:hAnsi="서울남산체 L"/>
                <w:sz w:val="16"/>
                <w:szCs w:val="16"/>
              </w:rPr>
              <w:t>시</w:t>
            </w:r>
            <w:r w:rsidR="0064381F">
              <w:rPr>
                <w:rFonts w:ascii="서울남산체 L" w:eastAsia="서울남산체 L" w:hAnsi="서울남산체 L" w:hint="eastAsia"/>
                <w:sz w:val="16"/>
                <w:szCs w:val="16"/>
              </w:rPr>
              <w:t>간</w:t>
            </w:r>
            <w:r w:rsidR="00C42AA1" w:rsidRPr="00BC50FF">
              <w:rPr>
                <w:rFonts w:ascii="서울남산체 L" w:eastAsia="서울남산체 L" w:hAnsi="서울남산체 L" w:cs="Arial" w:hint="eastAsia"/>
                <w:spacing w:val="-8"/>
                <w:w w:val="90"/>
                <w:sz w:val="16"/>
                <w:szCs w:val="16"/>
              </w:rPr>
              <w:t>Hour</w:t>
            </w:r>
            <w:r w:rsidR="00C42AA1" w:rsidRPr="00BC50FF">
              <w:rPr>
                <w:rFonts w:ascii="서울남산체 L" w:eastAsia="서울남산체 L" w:hAnsi="서울남산체 L" w:hint="eastAsia"/>
                <w:sz w:val="16"/>
                <w:szCs w:val="16"/>
              </w:rPr>
              <w:tab/>
            </w:r>
            <w:r w:rsidR="00C42AA1" w:rsidRPr="00BC50FF">
              <w:rPr>
                <w:rFonts w:ascii="서울남산체 L" w:eastAsia="서울남산체 L" w:hAnsi="서울남산체 L" w:hint="eastAsia"/>
                <w:sz w:val="16"/>
                <w:szCs w:val="16"/>
              </w:rPr>
              <w:tab/>
            </w:r>
            <w:r w:rsidR="00C42AA1" w:rsidRPr="00BC50FF">
              <w:rPr>
                <w:rFonts w:ascii="서울남산체 L" w:eastAsia="서울남산체 L" w:hAnsi="서울남산체 L" w:hint="eastAsia"/>
                <w:sz w:val="16"/>
                <w:szCs w:val="16"/>
              </w:rPr>
              <w:tab/>
            </w:r>
            <w:r w:rsidR="0064381F">
              <w:rPr>
                <w:rFonts w:ascii="서울남산체 L" w:eastAsia="서울남산체 L" w:hAnsi="서울남산체 L"/>
                <w:sz w:val="16"/>
                <w:szCs w:val="16"/>
              </w:rPr>
              <w:t>분</w:t>
            </w:r>
            <w:r w:rsidR="00C42AA1" w:rsidRPr="00BC50FF">
              <w:rPr>
                <w:rFonts w:ascii="서울남산체 L" w:eastAsia="서울남산체 L" w:hAnsi="서울남산체 L" w:cs="Arial" w:hint="eastAsia"/>
                <w:spacing w:val="-8"/>
                <w:w w:val="90"/>
                <w:sz w:val="16"/>
                <w:szCs w:val="16"/>
              </w:rPr>
              <w:t>Minute</w:t>
            </w:r>
            <w:r w:rsidR="00C42AA1" w:rsidRPr="00BC50FF">
              <w:rPr>
                <w:rFonts w:ascii="서울남산체 L" w:eastAsia="서울남산체 L" w:hAnsi="서울남산체 L" w:hint="eastAsia"/>
                <w:sz w:val="16"/>
                <w:szCs w:val="16"/>
              </w:rPr>
              <w:tab/>
            </w:r>
            <w:r w:rsidR="00C42AA1" w:rsidRPr="00BC50FF">
              <w:rPr>
                <w:rFonts w:ascii="서울남산체 L" w:eastAsia="서울남산체 L" w:hAnsi="서울남산체 L" w:hint="eastAsia"/>
                <w:sz w:val="16"/>
                <w:szCs w:val="16"/>
              </w:rPr>
              <w:tab/>
            </w:r>
            <w:r w:rsidR="00C42AA1" w:rsidRPr="00BC50FF">
              <w:rPr>
                <w:rFonts w:ascii="서울남산체 L" w:eastAsia="서울남산체 L" w:hAnsi="서울남산체 L" w:hint="eastAsia"/>
                <w:sz w:val="16"/>
                <w:szCs w:val="16"/>
              </w:rPr>
              <w:tab/>
            </w:r>
            <w:r w:rsidR="0064381F">
              <w:rPr>
                <w:rFonts w:ascii="서울남산체 L" w:eastAsia="서울남산체 L" w:hAnsi="서울남산체 L"/>
                <w:sz w:val="16"/>
                <w:szCs w:val="16"/>
              </w:rPr>
              <w:t>초</w:t>
            </w:r>
            <w:r w:rsidR="00C42AA1" w:rsidRPr="00BC50FF">
              <w:rPr>
                <w:rFonts w:ascii="서울남산체 L" w:eastAsia="서울남산체 L" w:hAnsi="서울남산체 L" w:cs="Arial" w:hint="eastAsia"/>
                <w:spacing w:val="-8"/>
                <w:w w:val="90"/>
                <w:sz w:val="16"/>
                <w:szCs w:val="16"/>
              </w:rPr>
              <w:t>Second</w:t>
            </w:r>
          </w:p>
        </w:tc>
      </w:tr>
      <w:tr w:rsidR="00A529E9" w:rsidRPr="00BC50FF" w14:paraId="47334D78" w14:textId="77777777" w:rsidTr="000A7DE4">
        <w:trPr>
          <w:gridAfter w:val="1"/>
          <w:wAfter w:w="80" w:type="dxa"/>
          <w:trHeight w:val="105"/>
          <w:jc w:val="center"/>
        </w:trPr>
        <w:tc>
          <w:tcPr>
            <w:tcW w:w="4775" w:type="dxa"/>
            <w:gridSpan w:val="14"/>
            <w:tcBorders>
              <w:top w:val="single" w:sz="4" w:space="0" w:color="auto"/>
              <w:bottom w:val="single" w:sz="4" w:space="0" w:color="auto"/>
              <w:right w:val="single" w:sz="4" w:space="0" w:color="auto"/>
            </w:tcBorders>
            <w:tcMar>
              <w:top w:w="28" w:type="dxa"/>
              <w:left w:w="28" w:type="dxa"/>
              <w:bottom w:w="28" w:type="dxa"/>
              <w:right w:w="28" w:type="dxa"/>
            </w:tcMar>
            <w:vAlign w:val="center"/>
          </w:tcPr>
          <w:p w14:paraId="78FF6E22" w14:textId="77777777" w:rsidR="00A529E9" w:rsidRPr="00BC50FF" w:rsidRDefault="00A529E9"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b/>
                <w:bCs/>
                <w:spacing w:val="-8"/>
                <w:w w:val="90"/>
                <w:sz w:val="16"/>
                <w:szCs w:val="16"/>
              </w:rPr>
              <w:t>제작년도 | Year of Production</w:t>
            </w:r>
          </w:p>
        </w:tc>
        <w:tc>
          <w:tcPr>
            <w:tcW w:w="5796" w:type="dxa"/>
            <w:gridSpan w:val="7"/>
            <w:tcBorders>
              <w:top w:val="single" w:sz="4" w:space="0" w:color="auto"/>
              <w:left w:val="single" w:sz="4" w:space="0" w:color="auto"/>
              <w:bottom w:val="single" w:sz="4" w:space="0" w:color="auto"/>
            </w:tcBorders>
            <w:vAlign w:val="center"/>
          </w:tcPr>
          <w:p w14:paraId="7A310FAD" w14:textId="77777777" w:rsidR="00A529E9" w:rsidRPr="00BC50FF" w:rsidRDefault="00A529E9"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b/>
                <w:bCs/>
                <w:spacing w:val="-8"/>
                <w:w w:val="90"/>
                <w:sz w:val="16"/>
                <w:szCs w:val="16"/>
              </w:rPr>
              <w:t>필름자수 | Footage</w:t>
            </w:r>
            <w:r w:rsidRPr="00BC50FF">
              <w:rPr>
                <w:rFonts w:ascii="서울남산체 L" w:eastAsia="서울남산체 L" w:hAnsi="서울남산체 L" w:cs="Arial" w:hint="eastAsia"/>
                <w:spacing w:val="-8"/>
                <w:w w:val="90"/>
                <w:sz w:val="16"/>
                <w:szCs w:val="16"/>
              </w:rPr>
              <w:tab/>
            </w:r>
            <w:r w:rsidRPr="00BC50FF">
              <w:rPr>
                <w:rFonts w:ascii="서울남산체 L" w:eastAsia="서울남산체 L" w:hAnsi="서울남산체 L" w:cs="Arial" w:hint="eastAsia"/>
                <w:spacing w:val="-8"/>
                <w:w w:val="90"/>
                <w:sz w:val="16"/>
                <w:szCs w:val="16"/>
              </w:rPr>
              <w:tab/>
            </w:r>
            <w:r w:rsidRPr="00BC50FF">
              <w:rPr>
                <w:rFonts w:ascii="서울남산체 L" w:eastAsia="서울남산체 L" w:hAnsi="서울남산체 L" w:cs="Arial" w:hint="eastAsia"/>
                <w:spacing w:val="-8"/>
                <w:w w:val="90"/>
                <w:sz w:val="16"/>
                <w:szCs w:val="16"/>
              </w:rPr>
              <w:tab/>
            </w:r>
            <w:r w:rsidRPr="00BC50FF">
              <w:rPr>
                <w:rFonts w:ascii="서울남산체 L" w:eastAsia="서울남산체 L" w:hAnsi="서울남산체 L" w:hint="eastAsia"/>
                <w:sz w:val="16"/>
                <w:szCs w:val="16"/>
              </w:rPr>
              <w:tab/>
            </w:r>
            <w:r w:rsidRPr="00BC50FF">
              <w:rPr>
                <w:rFonts w:ascii="서울남산체 L" w:eastAsia="서울남산체 L" w:hAnsi="서울남산체 L" w:hint="eastAsia"/>
                <w:sz w:val="16"/>
                <w:szCs w:val="16"/>
              </w:rPr>
              <w:tab/>
              <w:t xml:space="preserve">  </w:t>
            </w:r>
            <w:r w:rsidRPr="00BC50FF">
              <w:rPr>
                <w:rFonts w:ascii="서울남산체 L" w:eastAsia="서울남산체 L" w:hAnsi="서울남산체 L" w:hint="eastAsia"/>
                <w:spacing w:val="-8"/>
                <w:w w:val="90"/>
                <w:sz w:val="16"/>
                <w:szCs w:val="16"/>
              </w:rPr>
              <w:t>Feet</w:t>
            </w:r>
            <w:r w:rsidRPr="00BC50FF">
              <w:rPr>
                <w:rFonts w:ascii="서울남산체 L" w:eastAsia="서울남산체 L" w:hAnsi="서울남산체 L" w:hint="eastAsia"/>
                <w:spacing w:val="-8"/>
                <w:w w:val="90"/>
                <w:sz w:val="16"/>
                <w:szCs w:val="16"/>
              </w:rPr>
              <w:tab/>
            </w:r>
            <w:r w:rsidRPr="00BC50FF">
              <w:rPr>
                <w:rFonts w:ascii="서울남산체 L" w:eastAsia="서울남산체 L" w:hAnsi="서울남산체 L" w:hint="eastAsia"/>
                <w:spacing w:val="-8"/>
                <w:w w:val="90"/>
                <w:sz w:val="16"/>
                <w:szCs w:val="16"/>
              </w:rPr>
              <w:tab/>
            </w:r>
            <w:r w:rsidRPr="00BC50FF">
              <w:rPr>
                <w:rFonts w:ascii="서울남산체 L" w:eastAsia="서울남산체 L" w:hAnsi="서울남산체 L" w:hint="eastAsia"/>
                <w:spacing w:val="-8"/>
                <w:w w:val="90"/>
                <w:sz w:val="16"/>
                <w:szCs w:val="16"/>
              </w:rPr>
              <w:tab/>
            </w:r>
            <w:r w:rsidRPr="00BC50FF">
              <w:rPr>
                <w:rFonts w:ascii="서울남산체 L" w:eastAsia="서울남산체 L" w:hAnsi="서울남산체 L" w:hint="eastAsia"/>
                <w:spacing w:val="-8"/>
                <w:w w:val="90"/>
                <w:sz w:val="16"/>
                <w:szCs w:val="16"/>
              </w:rPr>
              <w:tab/>
            </w:r>
            <w:r w:rsidRPr="00BC50FF">
              <w:rPr>
                <w:rFonts w:ascii="서울남산체 L" w:eastAsia="서울남산체 L" w:hAnsi="서울남산체 L" w:hint="eastAsia"/>
                <w:sz w:val="16"/>
                <w:szCs w:val="16"/>
              </w:rPr>
              <w:tab/>
            </w:r>
            <w:r w:rsidRPr="00BC50FF">
              <w:rPr>
                <w:rFonts w:ascii="서울남산체 L" w:eastAsia="서울남산체 L" w:hAnsi="서울남산체 L" w:hint="eastAsia"/>
                <w:sz w:val="16"/>
                <w:szCs w:val="16"/>
              </w:rPr>
              <w:tab/>
            </w:r>
            <w:r w:rsidRPr="00BC50FF">
              <w:rPr>
                <w:rFonts w:ascii="서울남산체 L" w:eastAsia="서울남산체 L" w:hAnsi="서울남산체 L" w:hint="eastAsia"/>
                <w:sz w:val="16"/>
                <w:szCs w:val="16"/>
              </w:rPr>
              <w:tab/>
            </w:r>
            <w:r w:rsidRPr="00BC50FF">
              <w:rPr>
                <w:rFonts w:ascii="서울남산체 L" w:eastAsia="서울남산체 L" w:hAnsi="서울남산체 L" w:hint="eastAsia"/>
                <w:spacing w:val="-8"/>
                <w:w w:val="90"/>
                <w:sz w:val="16"/>
                <w:szCs w:val="16"/>
              </w:rPr>
              <w:t>Meters</w:t>
            </w:r>
          </w:p>
        </w:tc>
      </w:tr>
      <w:tr w:rsidR="00682D51" w:rsidRPr="00BC50FF" w14:paraId="2CEF161E" w14:textId="77777777" w:rsidTr="000A7DE4">
        <w:trPr>
          <w:trHeight w:val="267"/>
          <w:jc w:val="center"/>
        </w:trPr>
        <w:tc>
          <w:tcPr>
            <w:tcW w:w="451" w:type="dxa"/>
            <w:vMerge w:val="restart"/>
            <w:tcBorders>
              <w:top w:val="single" w:sz="4" w:space="0" w:color="auto"/>
              <w:right w:val="single" w:sz="4" w:space="0" w:color="auto"/>
            </w:tcBorders>
            <w:tcMar>
              <w:top w:w="28" w:type="dxa"/>
              <w:left w:w="28" w:type="dxa"/>
              <w:bottom w:w="28" w:type="dxa"/>
              <w:right w:w="28" w:type="dxa"/>
            </w:tcMar>
            <w:vAlign w:val="center"/>
          </w:tcPr>
          <w:p w14:paraId="162FC48C" w14:textId="77777777" w:rsidR="00682D51" w:rsidRPr="00BC50FF" w:rsidRDefault="00682D51" w:rsidP="00BA5152">
            <w:pPr>
              <w:snapToGrid w:val="0"/>
              <w:jc w:val="left"/>
              <w:rPr>
                <w:rFonts w:ascii="서울남산체 L" w:eastAsia="서울남산체 L" w:hAnsi="서울남산체 L" w:cs="Arial"/>
                <w:b/>
                <w:bCs/>
                <w:spacing w:val="-8"/>
                <w:w w:val="90"/>
                <w:sz w:val="16"/>
                <w:szCs w:val="16"/>
              </w:rPr>
            </w:pPr>
            <w:r w:rsidRPr="00BC50FF">
              <w:rPr>
                <w:rFonts w:ascii="서울남산체 L" w:eastAsia="서울남산체 L" w:hAnsi="서울남산체 L" w:cs="Arial" w:hint="eastAsia"/>
                <w:b/>
                <w:bCs/>
                <w:spacing w:val="-8"/>
                <w:w w:val="90"/>
                <w:sz w:val="16"/>
                <w:szCs w:val="16"/>
              </w:rPr>
              <w:t>대사 | Dialogue</w:t>
            </w:r>
          </w:p>
        </w:tc>
        <w:tc>
          <w:tcPr>
            <w:tcW w:w="2769" w:type="dxa"/>
            <w:gridSpan w:val="6"/>
            <w:tcBorders>
              <w:top w:val="single" w:sz="4" w:space="0" w:color="auto"/>
              <w:bottom w:val="single" w:sz="4" w:space="0" w:color="auto"/>
              <w:right w:val="single" w:sz="4" w:space="0" w:color="auto"/>
            </w:tcBorders>
            <w:vAlign w:val="center"/>
          </w:tcPr>
          <w:p w14:paraId="4193DB11" w14:textId="77777777" w:rsidR="00682D51" w:rsidRPr="00BC50FF" w:rsidRDefault="00682D51" w:rsidP="00BA5152">
            <w:pPr>
              <w:snapToGrid w:val="0"/>
              <w:jc w:val="left"/>
              <w:rPr>
                <w:rFonts w:ascii="서울남산체 L" w:eastAsia="서울남산체 L" w:hAnsi="서울남산체 L" w:cs="Arial"/>
                <w:bCs/>
                <w:spacing w:val="-8"/>
                <w:w w:val="90"/>
                <w:sz w:val="16"/>
                <w:szCs w:val="16"/>
              </w:rPr>
            </w:pPr>
            <w:r w:rsidRPr="00BC50FF">
              <w:rPr>
                <w:rFonts w:ascii="서울남산체 L" w:eastAsia="서울남산체 L" w:hAnsi="서울남산체 L" w:cs="Arial" w:hint="eastAsia"/>
                <w:bCs/>
                <w:spacing w:val="-8"/>
                <w:w w:val="90"/>
                <w:sz w:val="16"/>
                <w:szCs w:val="16"/>
              </w:rPr>
              <w:t>원어 | Original Language</w:t>
            </w:r>
          </w:p>
        </w:tc>
        <w:tc>
          <w:tcPr>
            <w:tcW w:w="1555" w:type="dxa"/>
            <w:gridSpan w:val="7"/>
            <w:vMerge w:val="restart"/>
            <w:tcBorders>
              <w:top w:val="single" w:sz="4" w:space="0" w:color="auto"/>
              <w:right w:val="single" w:sz="4" w:space="0" w:color="auto"/>
            </w:tcBorders>
            <w:vAlign w:val="center"/>
          </w:tcPr>
          <w:p w14:paraId="6047FB75" w14:textId="77777777" w:rsidR="00682D51" w:rsidRPr="00BC50FF" w:rsidRDefault="00682D51" w:rsidP="00BA5152">
            <w:pPr>
              <w:snapToGrid w:val="0"/>
              <w:jc w:val="left"/>
              <w:rPr>
                <w:rFonts w:ascii="서울남산체 L" w:eastAsia="서울남산체 L" w:hAnsi="서울남산체 L" w:cs="Arial"/>
                <w:bCs/>
                <w:spacing w:val="-8"/>
                <w:w w:val="90"/>
                <w:sz w:val="16"/>
                <w:szCs w:val="16"/>
              </w:rPr>
            </w:pPr>
            <w:r w:rsidRPr="000D038A">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Tahoma" w:hint="eastAsia"/>
                <w:w w:val="90"/>
                <w:sz w:val="16"/>
                <w:szCs w:val="16"/>
              </w:rPr>
              <w:t>No Dialogue</w:t>
            </w:r>
          </w:p>
        </w:tc>
        <w:tc>
          <w:tcPr>
            <w:tcW w:w="5876" w:type="dxa"/>
            <w:gridSpan w:val="8"/>
            <w:vMerge w:val="restart"/>
            <w:tcBorders>
              <w:top w:val="single" w:sz="4" w:space="0" w:color="auto"/>
              <w:left w:val="single" w:sz="4" w:space="0" w:color="auto"/>
            </w:tcBorders>
            <w:vAlign w:val="center"/>
          </w:tcPr>
          <w:p w14:paraId="4486A101" w14:textId="77777777" w:rsidR="00682D51" w:rsidRPr="00BC50FF" w:rsidRDefault="00F46B60" w:rsidP="00BC7CEF">
            <w:pPr>
              <w:snapToGrid w:val="0"/>
              <w:ind w:firstLineChars="50" w:firstLine="57"/>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b/>
                <w:bCs/>
                <w:spacing w:val="-8"/>
                <w:w w:val="90"/>
                <w:sz w:val="16"/>
                <w:szCs w:val="16"/>
              </w:rPr>
              <w:t>관</w:t>
            </w:r>
            <w:r>
              <w:rPr>
                <w:rFonts w:ascii="서울남산체 L" w:eastAsia="서울남산체 L" w:hAnsi="서울남산체 L" w:cs="Arial"/>
                <w:b/>
                <w:bCs/>
                <w:spacing w:val="-8"/>
                <w:w w:val="90"/>
                <w:sz w:val="16"/>
                <w:szCs w:val="16"/>
              </w:rPr>
              <w:t>람</w:t>
            </w:r>
            <w:r>
              <w:rPr>
                <w:rFonts w:ascii="서울남산체 L" w:eastAsia="서울남산체 L" w:hAnsi="서울남산체 L" w:cs="Arial" w:hint="eastAsia"/>
                <w:b/>
                <w:bCs/>
                <w:spacing w:val="-8"/>
                <w:w w:val="90"/>
                <w:sz w:val="16"/>
                <w:szCs w:val="16"/>
              </w:rPr>
              <w:t xml:space="preserve"> </w:t>
            </w:r>
            <w:r w:rsidR="00682D51" w:rsidRPr="00BC50FF">
              <w:rPr>
                <w:rFonts w:ascii="서울남산체 L" w:eastAsia="서울남산체 L" w:hAnsi="서울남산체 L" w:cs="Arial"/>
                <w:b/>
                <w:bCs/>
                <w:spacing w:val="-8"/>
                <w:w w:val="90"/>
                <w:sz w:val="16"/>
                <w:szCs w:val="16"/>
              </w:rPr>
              <w:t>등급</w:t>
            </w:r>
            <w:r w:rsidR="00682D51" w:rsidRPr="00BC50FF">
              <w:rPr>
                <w:rFonts w:ascii="서울남산체 L" w:eastAsia="서울남산체 L" w:hAnsi="서울남산체 L" w:cs="Arial" w:hint="eastAsia"/>
                <w:b/>
                <w:bCs/>
                <w:spacing w:val="-8"/>
                <w:w w:val="90"/>
                <w:sz w:val="16"/>
                <w:szCs w:val="16"/>
              </w:rPr>
              <w:t xml:space="preserve"> | </w:t>
            </w:r>
            <w:r w:rsidR="00734991">
              <w:rPr>
                <w:rFonts w:ascii="서울남산체 L" w:eastAsia="서울남산체 L" w:hAnsi="서울남산체 L" w:cs="Arial" w:hint="eastAsia"/>
                <w:b/>
                <w:bCs/>
                <w:spacing w:val="-8"/>
                <w:w w:val="90"/>
                <w:sz w:val="16"/>
                <w:szCs w:val="16"/>
              </w:rPr>
              <w:t>Audience</w:t>
            </w:r>
            <w:r w:rsidR="00915DA0">
              <w:rPr>
                <w:rFonts w:ascii="서울남산체 L" w:eastAsia="서울남산체 L" w:hAnsi="서울남산체 L" w:cs="Arial"/>
                <w:b/>
                <w:bCs/>
                <w:spacing w:val="-8"/>
                <w:w w:val="90"/>
                <w:sz w:val="16"/>
                <w:szCs w:val="16"/>
              </w:rPr>
              <w:t xml:space="preserve">  </w:t>
            </w:r>
            <w:r w:rsidR="00682D51" w:rsidRPr="00485FD0">
              <w:rPr>
                <w:rFonts w:ascii="서울남산체 L" w:eastAsia="서울남산체 L" w:hAnsi="서울남산체 L" w:cs="Arial"/>
                <w:spacing w:val="-8"/>
                <w:w w:val="90"/>
                <w:sz w:val="22"/>
                <w:szCs w:val="22"/>
              </w:rPr>
              <w:t>□</w:t>
            </w:r>
            <w:r w:rsidR="00007FC9">
              <w:rPr>
                <w:rFonts w:ascii="서울남산체 L" w:eastAsia="서울남산체 L" w:hAnsi="서울남산체 L" w:cs="Arial" w:hint="eastAsia"/>
                <w:b/>
                <w:spacing w:val="-8"/>
                <w:w w:val="90"/>
                <w:sz w:val="16"/>
                <w:szCs w:val="16"/>
              </w:rPr>
              <w:t>G_</w:t>
            </w:r>
            <w:r w:rsidR="00734991">
              <w:rPr>
                <w:rFonts w:ascii="서울남산체 L" w:eastAsia="서울남산체 L" w:hAnsi="서울남산체 L" w:cs="Arial" w:hint="eastAsia"/>
                <w:spacing w:val="-8"/>
                <w:w w:val="90"/>
                <w:sz w:val="14"/>
                <w:szCs w:val="14"/>
              </w:rPr>
              <w:t>전</w:t>
            </w:r>
            <w:r w:rsidR="00734991">
              <w:rPr>
                <w:rFonts w:ascii="서울남산체 L" w:eastAsia="서울남산체 L" w:hAnsi="서울남산체 L" w:cs="Arial"/>
                <w:spacing w:val="-8"/>
                <w:w w:val="90"/>
                <w:sz w:val="14"/>
                <w:szCs w:val="14"/>
              </w:rPr>
              <w:t>체</w:t>
            </w:r>
            <w:r w:rsidR="00682D51" w:rsidRPr="00BC50FF">
              <w:rPr>
                <w:rFonts w:ascii="서울남산체 L" w:eastAsia="서울남산체 L" w:hAnsi="서울남산체 L" w:cs="Arial" w:hint="eastAsia"/>
                <w:spacing w:val="-8"/>
                <w:w w:val="90"/>
                <w:sz w:val="14"/>
                <w:szCs w:val="14"/>
              </w:rPr>
              <w:t>관람가</w:t>
            </w:r>
            <w:r w:rsidR="007F6CFF">
              <w:rPr>
                <w:rFonts w:ascii="서울남산체 L" w:eastAsia="서울남산체 L" w:hAnsi="서울남산체 L" w:cs="Arial" w:hint="eastAsia"/>
                <w:spacing w:val="-8"/>
                <w:w w:val="90"/>
                <w:sz w:val="14"/>
                <w:szCs w:val="14"/>
              </w:rPr>
              <w:t xml:space="preserve"> </w:t>
            </w:r>
            <w:r w:rsidR="00682D51" w:rsidRPr="00BC50FF">
              <w:rPr>
                <w:rFonts w:ascii="서울남산체 L" w:eastAsia="서울남산체 L" w:hAnsi="서울남산체 L" w:cs="Arial" w:hint="eastAsia"/>
                <w:spacing w:val="-8"/>
                <w:w w:val="90"/>
                <w:sz w:val="14"/>
                <w:szCs w:val="14"/>
              </w:rPr>
              <w:t>|</w:t>
            </w:r>
            <w:r w:rsidR="007F6CFF">
              <w:rPr>
                <w:rFonts w:ascii="서울남산체 L" w:eastAsia="서울남산체 L" w:hAnsi="서울남산체 L" w:cs="Arial" w:hint="eastAsia"/>
                <w:spacing w:val="-8"/>
                <w:w w:val="90"/>
                <w:sz w:val="14"/>
                <w:szCs w:val="14"/>
              </w:rPr>
              <w:t xml:space="preserve"> </w:t>
            </w:r>
            <w:r>
              <w:rPr>
                <w:rFonts w:ascii="서울남산체 L" w:eastAsia="서울남산체 L" w:hAnsi="서울남산체 L" w:cs="Arial"/>
                <w:spacing w:val="-8"/>
                <w:w w:val="90"/>
                <w:sz w:val="14"/>
                <w:szCs w:val="14"/>
              </w:rPr>
              <w:t>Kids</w:t>
            </w:r>
            <w:r w:rsidR="00915DA0">
              <w:rPr>
                <w:rFonts w:ascii="서울남산체 L" w:eastAsia="서울남산체 L" w:hAnsi="서울남산체 L" w:cs="Arial"/>
                <w:spacing w:val="-8"/>
                <w:w w:val="90"/>
                <w:sz w:val="14"/>
                <w:szCs w:val="14"/>
              </w:rPr>
              <w:t xml:space="preserve">                         </w:t>
            </w:r>
            <w:r w:rsidR="00915DA0" w:rsidRPr="00485FD0">
              <w:rPr>
                <w:rFonts w:ascii="서울남산체 L" w:eastAsia="서울남산체 L" w:hAnsi="서울남산체 L" w:cs="Arial"/>
                <w:spacing w:val="-8"/>
                <w:w w:val="90"/>
                <w:sz w:val="22"/>
                <w:szCs w:val="22"/>
              </w:rPr>
              <w:t>□</w:t>
            </w:r>
            <w:r w:rsidR="00915DA0" w:rsidRPr="00BC50FF">
              <w:rPr>
                <w:rFonts w:ascii="서울남산체 L" w:eastAsia="서울남산체 L" w:hAnsi="서울남산체 L" w:cs="Arial" w:hint="eastAsia"/>
                <w:spacing w:val="-8"/>
                <w:w w:val="90"/>
                <w:sz w:val="16"/>
                <w:szCs w:val="16"/>
              </w:rPr>
              <w:t xml:space="preserve"> </w:t>
            </w:r>
            <w:r w:rsidR="00915DA0" w:rsidRPr="00BC50FF">
              <w:rPr>
                <w:rFonts w:ascii="서울남산체 L" w:eastAsia="서울남산체 L" w:hAnsi="서울남산체 L" w:cs="Arial" w:hint="eastAsia"/>
                <w:b/>
                <w:spacing w:val="-8"/>
                <w:w w:val="90"/>
                <w:sz w:val="16"/>
                <w:szCs w:val="16"/>
              </w:rPr>
              <w:t>12</w:t>
            </w:r>
            <w:r w:rsidR="00915DA0" w:rsidRPr="00BC50FF">
              <w:rPr>
                <w:rFonts w:ascii="서울남산체 L" w:eastAsia="서울남산체 L" w:hAnsi="서울남산체 L" w:cs="Arial" w:hint="eastAsia"/>
                <w:spacing w:val="-8"/>
                <w:w w:val="90"/>
                <w:sz w:val="16"/>
                <w:szCs w:val="16"/>
              </w:rPr>
              <w:t>_</w:t>
            </w:r>
            <w:r w:rsidR="00915DA0" w:rsidRPr="00BC50FF">
              <w:rPr>
                <w:rFonts w:ascii="서울남산체 L" w:eastAsia="서울남산체 L" w:hAnsi="서울남산체 L" w:cs="Arial" w:hint="eastAsia"/>
                <w:spacing w:val="-8"/>
                <w:w w:val="90"/>
                <w:sz w:val="14"/>
                <w:szCs w:val="14"/>
              </w:rPr>
              <w:t>12세 이상 관람가</w:t>
            </w:r>
            <w:r w:rsidR="00915DA0">
              <w:rPr>
                <w:rFonts w:ascii="서울남산체 L" w:eastAsia="서울남산체 L" w:hAnsi="서울남산체 L" w:cs="Arial" w:hint="eastAsia"/>
                <w:spacing w:val="-8"/>
                <w:w w:val="90"/>
                <w:sz w:val="14"/>
                <w:szCs w:val="14"/>
              </w:rPr>
              <w:t xml:space="preserve"> </w:t>
            </w:r>
            <w:r w:rsidR="00915DA0" w:rsidRPr="00BC50FF">
              <w:rPr>
                <w:rFonts w:ascii="서울남산체 L" w:eastAsia="서울남산체 L" w:hAnsi="서울남산체 L" w:cs="Arial" w:hint="eastAsia"/>
                <w:spacing w:val="-8"/>
                <w:w w:val="90"/>
                <w:sz w:val="14"/>
                <w:szCs w:val="14"/>
              </w:rPr>
              <w:t>|</w:t>
            </w:r>
            <w:r w:rsidR="00915DA0">
              <w:rPr>
                <w:rFonts w:ascii="서울남산체 L" w:eastAsia="서울남산체 L" w:hAnsi="서울남산체 L" w:cs="Arial" w:hint="eastAsia"/>
                <w:spacing w:val="-8"/>
                <w:w w:val="90"/>
                <w:sz w:val="14"/>
                <w:szCs w:val="14"/>
              </w:rPr>
              <w:t xml:space="preserve"> </w:t>
            </w:r>
            <w:r w:rsidR="00915DA0">
              <w:rPr>
                <w:rFonts w:ascii="서울남산체 L" w:eastAsia="서울남산체 L" w:hAnsi="서울남산체 L" w:cs="Arial"/>
                <w:spacing w:val="-8"/>
                <w:w w:val="90"/>
                <w:sz w:val="14"/>
                <w:szCs w:val="14"/>
              </w:rPr>
              <w:t>Teens</w:t>
            </w:r>
          </w:p>
          <w:p w14:paraId="7BDB739C" w14:textId="77777777" w:rsidR="00682D51" w:rsidRPr="00BC50FF" w:rsidRDefault="00682D51" w:rsidP="00BC7CEF">
            <w:pPr>
              <w:snapToGrid w:val="0"/>
              <w:ind w:firstLineChars="800" w:firstLine="1298"/>
              <w:jc w:val="left"/>
              <w:rPr>
                <w:rFonts w:ascii="서울남산체 L" w:eastAsia="서울남산체 L" w:hAnsi="서울남산체 L" w:cs="Arial"/>
                <w:bCs/>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b/>
                <w:spacing w:val="-8"/>
                <w:w w:val="90"/>
                <w:sz w:val="16"/>
                <w:szCs w:val="16"/>
              </w:rPr>
              <w:t>15</w:t>
            </w:r>
            <w:r w:rsidRPr="00BC50FF">
              <w:rPr>
                <w:rFonts w:ascii="서울남산체 L" w:eastAsia="서울남산체 L" w:hAnsi="서울남산체 L" w:cs="Arial" w:hint="eastAsia"/>
                <w:spacing w:val="-8"/>
                <w:w w:val="90"/>
                <w:sz w:val="16"/>
                <w:szCs w:val="16"/>
              </w:rPr>
              <w:t>_</w:t>
            </w:r>
            <w:r w:rsidRPr="00BC50FF">
              <w:rPr>
                <w:rFonts w:ascii="서울남산체 L" w:eastAsia="서울남산체 L" w:hAnsi="서울남산체 L" w:cs="Arial" w:hint="eastAsia"/>
                <w:spacing w:val="-8"/>
                <w:w w:val="90"/>
                <w:sz w:val="14"/>
                <w:szCs w:val="14"/>
              </w:rPr>
              <w:t>15</w:t>
            </w:r>
            <w:r w:rsidRPr="00BC50FF">
              <w:rPr>
                <w:rFonts w:ascii="서울남산체 L" w:eastAsia="서울남산체 L" w:hAnsi="서울남산체 L" w:cs="Arial"/>
                <w:spacing w:val="-8"/>
                <w:w w:val="90"/>
                <w:sz w:val="14"/>
                <w:szCs w:val="14"/>
              </w:rPr>
              <w:t>세</w:t>
            </w:r>
            <w:r w:rsidR="00915DA0">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이상</w:t>
            </w:r>
            <w:r w:rsidR="00915DA0">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관람가</w:t>
            </w:r>
            <w:r w:rsidR="007F6CFF">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w:t>
            </w:r>
            <w:r w:rsidR="007F6CFF">
              <w:rPr>
                <w:rFonts w:ascii="서울남산체 L" w:eastAsia="서울남산체 L" w:hAnsi="서울남산체 L" w:cs="Arial" w:hint="eastAsia"/>
                <w:spacing w:val="-8"/>
                <w:w w:val="90"/>
                <w:sz w:val="14"/>
                <w:szCs w:val="14"/>
              </w:rPr>
              <w:t xml:space="preserve"> </w:t>
            </w:r>
            <w:r w:rsidR="00F46B60">
              <w:rPr>
                <w:rFonts w:ascii="서울남산체 L" w:eastAsia="서울남산체 L" w:hAnsi="서울남산체 L" w:cs="Arial"/>
                <w:spacing w:val="-8"/>
                <w:w w:val="90"/>
                <w:sz w:val="14"/>
                <w:szCs w:val="14"/>
              </w:rPr>
              <w:t>Young Adults</w:t>
            </w:r>
            <w:r w:rsidR="00007FC9">
              <w:rPr>
                <w:rFonts w:ascii="서울남산체 L" w:eastAsia="서울남산체 L" w:hAnsi="서울남산체 L" w:cs="Arial"/>
                <w:spacing w:val="-8"/>
                <w:w w:val="90"/>
                <w:sz w:val="14"/>
                <w:szCs w:val="14"/>
              </w:rPr>
              <w:t xml:space="preserve"> </w:t>
            </w:r>
            <w:r w:rsidR="00915DA0">
              <w:rPr>
                <w:rFonts w:ascii="서울남산체 L" w:eastAsia="서울남산체 L" w:hAnsi="서울남산체 L" w:cs="Arial"/>
                <w:spacing w:val="-8"/>
                <w:w w:val="90"/>
                <w:sz w:val="14"/>
                <w:szCs w:val="14"/>
              </w:rPr>
              <w:t xml:space="preserve">   </w:t>
            </w:r>
            <w:r w:rsidRPr="00BC50FF">
              <w:rPr>
                <w:rFonts w:ascii="서울남산체 L" w:eastAsia="서울남산체 L" w:hAnsi="서울남산체 L" w:cs="Arial" w:hint="eastAsia"/>
                <w:spacing w:val="-8"/>
                <w:w w:val="90"/>
                <w:sz w:val="16"/>
                <w:szCs w:val="16"/>
              </w:rPr>
              <w:t xml:space="preserve"> </w:t>
            </w: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b/>
                <w:spacing w:val="-8"/>
                <w:w w:val="90"/>
                <w:sz w:val="16"/>
                <w:szCs w:val="16"/>
              </w:rPr>
              <w:t>18</w:t>
            </w:r>
            <w:r w:rsidRPr="00BC50FF">
              <w:rPr>
                <w:rFonts w:ascii="서울남산체 L" w:eastAsia="서울남산체 L" w:hAnsi="서울남산체 L" w:cs="Arial" w:hint="eastAsia"/>
                <w:b/>
                <w:spacing w:val="-8"/>
                <w:w w:val="90"/>
                <w:sz w:val="14"/>
                <w:szCs w:val="14"/>
              </w:rPr>
              <w:t>_</w:t>
            </w:r>
            <w:r w:rsidR="00537AB0">
              <w:rPr>
                <w:rFonts w:ascii="서울남산체 L" w:eastAsia="서울남산체 L" w:hAnsi="서울남산체 L" w:cs="Arial" w:hint="eastAsia"/>
                <w:spacing w:val="-8"/>
                <w:w w:val="90"/>
                <w:sz w:val="14"/>
                <w:szCs w:val="14"/>
              </w:rPr>
              <w:t>청</w:t>
            </w:r>
            <w:r w:rsidR="00537AB0">
              <w:rPr>
                <w:rFonts w:ascii="서울남산체 L" w:eastAsia="서울남산체 L" w:hAnsi="서울남산체 L" w:cs="Arial"/>
                <w:spacing w:val="-8"/>
                <w:w w:val="90"/>
                <w:sz w:val="14"/>
                <w:szCs w:val="14"/>
              </w:rPr>
              <w:t>소년관람불가</w:t>
            </w:r>
            <w:r w:rsidR="007F6CFF">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w:t>
            </w:r>
            <w:r w:rsidR="00F46B60">
              <w:rPr>
                <w:rFonts w:ascii="서울남산체 L" w:eastAsia="서울남산체 L" w:hAnsi="서울남산체 L" w:cs="Arial"/>
                <w:spacing w:val="-8"/>
                <w:w w:val="90"/>
                <w:sz w:val="14"/>
                <w:szCs w:val="14"/>
              </w:rPr>
              <w:t xml:space="preserve"> </w:t>
            </w:r>
            <w:r w:rsidR="00007FC9">
              <w:rPr>
                <w:rFonts w:ascii="서울남산체 L" w:eastAsia="서울남산체 L" w:hAnsi="서울남산체 L" w:cs="Arial" w:hint="eastAsia"/>
                <w:spacing w:val="-8"/>
                <w:w w:val="90"/>
                <w:sz w:val="14"/>
                <w:szCs w:val="14"/>
              </w:rPr>
              <w:t>Adults</w:t>
            </w:r>
          </w:p>
        </w:tc>
      </w:tr>
      <w:tr w:rsidR="00682D51" w:rsidRPr="00BC50FF" w14:paraId="756EF112" w14:textId="77777777" w:rsidTr="000A7DE4">
        <w:trPr>
          <w:trHeight w:val="210"/>
          <w:jc w:val="center"/>
        </w:trPr>
        <w:tc>
          <w:tcPr>
            <w:tcW w:w="451" w:type="dxa"/>
            <w:vMerge/>
            <w:tcBorders>
              <w:bottom w:val="single" w:sz="12" w:space="0" w:color="auto"/>
              <w:right w:val="single" w:sz="4" w:space="0" w:color="auto"/>
            </w:tcBorders>
            <w:tcMar>
              <w:top w:w="28" w:type="dxa"/>
              <w:left w:w="28" w:type="dxa"/>
              <w:bottom w:w="28" w:type="dxa"/>
              <w:right w:w="28" w:type="dxa"/>
            </w:tcMar>
            <w:vAlign w:val="center"/>
          </w:tcPr>
          <w:p w14:paraId="6B304CD8" w14:textId="77777777" w:rsidR="00682D51" w:rsidRPr="00BC50FF" w:rsidRDefault="00682D51" w:rsidP="00BA5152">
            <w:pPr>
              <w:snapToGrid w:val="0"/>
              <w:jc w:val="left"/>
              <w:rPr>
                <w:rFonts w:ascii="서울남산체 L" w:eastAsia="서울남산체 L" w:hAnsi="서울남산체 L" w:cs="Arial"/>
                <w:b/>
                <w:bCs/>
                <w:spacing w:val="-8"/>
                <w:w w:val="90"/>
                <w:sz w:val="16"/>
                <w:szCs w:val="16"/>
              </w:rPr>
            </w:pPr>
          </w:p>
        </w:tc>
        <w:tc>
          <w:tcPr>
            <w:tcW w:w="2769" w:type="dxa"/>
            <w:gridSpan w:val="6"/>
            <w:tcBorders>
              <w:top w:val="single" w:sz="4" w:space="0" w:color="auto"/>
              <w:bottom w:val="single" w:sz="12" w:space="0" w:color="auto"/>
              <w:right w:val="single" w:sz="4" w:space="0" w:color="auto"/>
            </w:tcBorders>
            <w:vAlign w:val="center"/>
          </w:tcPr>
          <w:p w14:paraId="3700F367" w14:textId="77777777" w:rsidR="00682D51" w:rsidRPr="00BC50FF" w:rsidRDefault="00682D51" w:rsidP="00BA5152">
            <w:pPr>
              <w:snapToGrid w:val="0"/>
              <w:jc w:val="left"/>
              <w:rPr>
                <w:rFonts w:ascii="서울남산체 L" w:eastAsia="서울남산체 L" w:hAnsi="서울남산체 L" w:cs="Arial"/>
                <w:bCs/>
                <w:spacing w:val="-8"/>
                <w:w w:val="90"/>
                <w:sz w:val="16"/>
                <w:szCs w:val="16"/>
              </w:rPr>
            </w:pPr>
            <w:r w:rsidRPr="00BC50FF">
              <w:rPr>
                <w:rFonts w:ascii="서울남산체 L" w:eastAsia="서울남산체 L" w:hAnsi="서울남산체 L" w:cs="Arial" w:hint="eastAsia"/>
                <w:bCs/>
                <w:spacing w:val="-8"/>
                <w:w w:val="90"/>
                <w:sz w:val="16"/>
                <w:szCs w:val="16"/>
              </w:rPr>
              <w:t>자막 | Subtitled Language</w:t>
            </w:r>
          </w:p>
        </w:tc>
        <w:tc>
          <w:tcPr>
            <w:tcW w:w="1555" w:type="dxa"/>
            <w:gridSpan w:val="7"/>
            <w:vMerge/>
            <w:tcBorders>
              <w:bottom w:val="single" w:sz="12" w:space="0" w:color="auto"/>
              <w:right w:val="single" w:sz="4" w:space="0" w:color="auto"/>
            </w:tcBorders>
            <w:vAlign w:val="center"/>
          </w:tcPr>
          <w:p w14:paraId="3A8696DA" w14:textId="77777777" w:rsidR="00682D51" w:rsidRPr="00BC50FF" w:rsidRDefault="00682D51" w:rsidP="00BA5152">
            <w:pPr>
              <w:snapToGrid w:val="0"/>
              <w:jc w:val="left"/>
              <w:rPr>
                <w:rFonts w:ascii="서울남산체 L" w:eastAsia="서울남산체 L" w:hAnsi="서울남산체 L" w:cs="Arial"/>
                <w:bCs/>
                <w:spacing w:val="-8"/>
                <w:w w:val="90"/>
                <w:sz w:val="16"/>
                <w:szCs w:val="16"/>
              </w:rPr>
            </w:pPr>
          </w:p>
        </w:tc>
        <w:tc>
          <w:tcPr>
            <w:tcW w:w="5876" w:type="dxa"/>
            <w:gridSpan w:val="8"/>
            <w:vMerge/>
            <w:tcBorders>
              <w:left w:val="single" w:sz="4" w:space="0" w:color="auto"/>
              <w:bottom w:val="single" w:sz="12" w:space="0" w:color="auto"/>
            </w:tcBorders>
            <w:vAlign w:val="center"/>
          </w:tcPr>
          <w:p w14:paraId="5855FA44" w14:textId="77777777" w:rsidR="00682D51" w:rsidRPr="00BC50FF" w:rsidRDefault="00682D51" w:rsidP="00BA5152">
            <w:pPr>
              <w:snapToGrid w:val="0"/>
              <w:jc w:val="left"/>
              <w:rPr>
                <w:rFonts w:ascii="서울남산체 L" w:eastAsia="서울남산체 L" w:hAnsi="서울남산체 L" w:cs="Arial"/>
                <w:b/>
                <w:bCs/>
                <w:spacing w:val="-8"/>
                <w:w w:val="90"/>
                <w:sz w:val="16"/>
                <w:szCs w:val="16"/>
              </w:rPr>
            </w:pPr>
          </w:p>
        </w:tc>
      </w:tr>
      <w:tr w:rsidR="00C205C5" w:rsidRPr="00BC50FF" w14:paraId="2CC4AB0E" w14:textId="77777777" w:rsidTr="000A7DE4">
        <w:trPr>
          <w:gridAfter w:val="1"/>
          <w:wAfter w:w="80" w:type="dxa"/>
          <w:jc w:val="center"/>
        </w:trPr>
        <w:tc>
          <w:tcPr>
            <w:tcW w:w="10571" w:type="dxa"/>
            <w:gridSpan w:val="21"/>
            <w:tcBorders>
              <w:top w:val="single" w:sz="12" w:space="0" w:color="auto"/>
              <w:bottom w:val="single" w:sz="12" w:space="0" w:color="auto"/>
            </w:tcBorders>
            <w:shd w:val="clear" w:color="auto" w:fill="C0C0C0"/>
            <w:tcMar>
              <w:top w:w="28" w:type="dxa"/>
              <w:left w:w="28" w:type="dxa"/>
              <w:bottom w:w="28" w:type="dxa"/>
              <w:right w:w="28" w:type="dxa"/>
            </w:tcMar>
            <w:vAlign w:val="center"/>
          </w:tcPr>
          <w:p w14:paraId="3C232EBC" w14:textId="77777777" w:rsidR="00C205C5" w:rsidRPr="00BC50FF" w:rsidRDefault="00C205C5" w:rsidP="00BA5152">
            <w:pPr>
              <w:snapToGrid w:val="0"/>
              <w:jc w:val="left"/>
              <w:rPr>
                <w:rFonts w:ascii="서울남산체 L" w:eastAsia="서울남산체 L" w:hAnsi="서울남산체 L" w:cs="Arial"/>
                <w:b/>
                <w:bCs/>
                <w:spacing w:val="-8"/>
                <w:w w:val="90"/>
                <w:sz w:val="16"/>
                <w:szCs w:val="16"/>
              </w:rPr>
            </w:pPr>
            <w:r w:rsidRPr="00BC50FF">
              <w:rPr>
                <w:rFonts w:ascii="서울남산체 L" w:eastAsia="서울남산체 L" w:hAnsi="서울남산체 L" w:cs="Arial" w:hint="eastAsia"/>
                <w:b/>
                <w:bCs/>
                <w:spacing w:val="-8"/>
                <w:w w:val="90"/>
                <w:sz w:val="16"/>
                <w:szCs w:val="16"/>
              </w:rPr>
              <w:t>스</w:t>
            </w:r>
            <w:r w:rsidR="007D4926" w:rsidRPr="00BC50FF">
              <w:rPr>
                <w:rFonts w:ascii="서울남산체 L" w:eastAsia="서울남산체 L" w:hAnsi="서울남산체 L" w:cs="Arial" w:hint="eastAsia"/>
                <w:b/>
                <w:bCs/>
                <w:spacing w:val="-8"/>
                <w:w w:val="90"/>
                <w:sz w:val="16"/>
                <w:szCs w:val="16"/>
              </w:rPr>
              <w:t xml:space="preserve">태프 </w:t>
            </w:r>
            <w:r w:rsidRPr="00BC50FF">
              <w:rPr>
                <w:rFonts w:ascii="서울남산체 L" w:eastAsia="서울남산체 L" w:hAnsi="서울남산체 L" w:cs="Arial" w:hint="eastAsia"/>
                <w:b/>
                <w:bCs/>
                <w:spacing w:val="-8"/>
                <w:w w:val="90"/>
                <w:sz w:val="16"/>
                <w:szCs w:val="16"/>
              </w:rPr>
              <w:t>| C</w:t>
            </w:r>
            <w:r w:rsidR="007D4926" w:rsidRPr="00BC50FF">
              <w:rPr>
                <w:rFonts w:ascii="서울남산체 L" w:eastAsia="서울남산체 L" w:hAnsi="서울남산체 L" w:cs="Arial" w:hint="eastAsia"/>
                <w:b/>
                <w:bCs/>
                <w:spacing w:val="-8"/>
                <w:w w:val="90"/>
                <w:sz w:val="16"/>
                <w:szCs w:val="16"/>
              </w:rPr>
              <w:t>re</w:t>
            </w:r>
            <w:r w:rsidRPr="00BC50FF">
              <w:rPr>
                <w:rFonts w:ascii="서울남산체 L" w:eastAsia="서울남산체 L" w:hAnsi="서울남산체 L" w:cs="Arial" w:hint="eastAsia"/>
                <w:b/>
                <w:bCs/>
                <w:spacing w:val="-8"/>
                <w:w w:val="90"/>
                <w:sz w:val="16"/>
                <w:szCs w:val="16"/>
              </w:rPr>
              <w:t>dits</w:t>
            </w:r>
          </w:p>
        </w:tc>
      </w:tr>
      <w:tr w:rsidR="00C205C5" w:rsidRPr="00BC50FF" w14:paraId="2DE1D20E" w14:textId="77777777" w:rsidTr="000A7DE4">
        <w:trPr>
          <w:gridAfter w:val="1"/>
          <w:wAfter w:w="80" w:type="dxa"/>
          <w:trHeight w:val="24"/>
          <w:jc w:val="center"/>
        </w:trPr>
        <w:tc>
          <w:tcPr>
            <w:tcW w:w="4753" w:type="dxa"/>
            <w:gridSpan w:val="13"/>
            <w:tcBorders>
              <w:top w:val="single" w:sz="12" w:space="0" w:color="auto"/>
              <w:bottom w:val="single" w:sz="2" w:space="0" w:color="auto"/>
              <w:right w:val="single" w:sz="2" w:space="0" w:color="auto"/>
            </w:tcBorders>
            <w:tcMar>
              <w:top w:w="28" w:type="dxa"/>
              <w:left w:w="28" w:type="dxa"/>
              <w:bottom w:w="28" w:type="dxa"/>
              <w:right w:w="28" w:type="dxa"/>
            </w:tcMar>
            <w:vAlign w:val="center"/>
          </w:tcPr>
          <w:p w14:paraId="0FE2F9E0"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프로듀서 | Producer</w:t>
            </w:r>
          </w:p>
        </w:tc>
        <w:tc>
          <w:tcPr>
            <w:tcW w:w="5818" w:type="dxa"/>
            <w:gridSpan w:val="8"/>
            <w:tcBorders>
              <w:top w:val="single" w:sz="12" w:space="0" w:color="auto"/>
              <w:left w:val="single" w:sz="2" w:space="0" w:color="auto"/>
              <w:bottom w:val="single" w:sz="2" w:space="0" w:color="auto"/>
            </w:tcBorders>
            <w:vAlign w:val="center"/>
          </w:tcPr>
          <w:p w14:paraId="1198CC49" w14:textId="77777777" w:rsidR="00C205C5" w:rsidRPr="00BC50FF" w:rsidRDefault="00241BCD" w:rsidP="00BA5152">
            <w:pPr>
              <w:snapToGrid w:val="0"/>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6"/>
                <w:szCs w:val="16"/>
              </w:rPr>
              <w:t>합</w:t>
            </w:r>
            <w:r>
              <w:rPr>
                <w:rFonts w:ascii="서울남산체 L" w:eastAsia="서울남산체 L" w:hAnsi="서울남산체 L" w:cs="Arial"/>
                <w:spacing w:val="-8"/>
                <w:w w:val="90"/>
                <w:sz w:val="16"/>
                <w:szCs w:val="16"/>
              </w:rPr>
              <w:t>성</w:t>
            </w:r>
            <w:r w:rsidRPr="00BC50FF">
              <w:rPr>
                <w:rFonts w:ascii="서울남산체 L" w:eastAsia="서울남산체 L" w:hAnsi="서울남산체 L" w:cs="Arial" w:hint="eastAsia"/>
                <w:spacing w:val="-8"/>
                <w:w w:val="90"/>
                <w:sz w:val="16"/>
                <w:szCs w:val="16"/>
              </w:rPr>
              <w:t xml:space="preserve"> | </w:t>
            </w:r>
            <w:r>
              <w:rPr>
                <w:rFonts w:ascii="서울남산체 L" w:eastAsia="서울남산체 L" w:hAnsi="서울남산체 L" w:cs="Arial"/>
                <w:spacing w:val="-8"/>
                <w:w w:val="90"/>
                <w:sz w:val="16"/>
                <w:szCs w:val="16"/>
              </w:rPr>
              <w:t>Compositing</w:t>
            </w:r>
          </w:p>
        </w:tc>
      </w:tr>
      <w:tr w:rsidR="00C205C5" w:rsidRPr="00BC50FF" w14:paraId="6799B472" w14:textId="77777777" w:rsidTr="000A7DE4">
        <w:trPr>
          <w:gridAfter w:val="1"/>
          <w:wAfter w:w="80" w:type="dxa"/>
          <w:trHeight w:val="20"/>
          <w:jc w:val="center"/>
        </w:trPr>
        <w:tc>
          <w:tcPr>
            <w:tcW w:w="4753" w:type="dxa"/>
            <w:gridSpan w:val="13"/>
            <w:tcBorders>
              <w:top w:val="single" w:sz="2" w:space="0" w:color="auto"/>
              <w:bottom w:val="single" w:sz="2" w:space="0" w:color="auto"/>
              <w:right w:val="single" w:sz="2" w:space="0" w:color="auto"/>
            </w:tcBorders>
            <w:tcMar>
              <w:top w:w="28" w:type="dxa"/>
              <w:left w:w="28" w:type="dxa"/>
              <w:bottom w:w="28" w:type="dxa"/>
              <w:right w:w="28" w:type="dxa"/>
            </w:tcMar>
            <w:vAlign w:val="center"/>
          </w:tcPr>
          <w:p w14:paraId="4B442C24"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시나리오 | Script</w:t>
            </w:r>
          </w:p>
        </w:tc>
        <w:tc>
          <w:tcPr>
            <w:tcW w:w="5818" w:type="dxa"/>
            <w:gridSpan w:val="8"/>
            <w:tcBorders>
              <w:top w:val="single" w:sz="2" w:space="0" w:color="auto"/>
              <w:left w:val="single" w:sz="2" w:space="0" w:color="auto"/>
              <w:bottom w:val="single" w:sz="2" w:space="0" w:color="auto"/>
            </w:tcBorders>
            <w:vAlign w:val="center"/>
          </w:tcPr>
          <w:p w14:paraId="115E3EBE" w14:textId="77777777" w:rsidR="00C205C5" w:rsidRPr="00BC50FF" w:rsidRDefault="00241BCD"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 xml:space="preserve">편집 | </w:t>
            </w:r>
            <w:r>
              <w:rPr>
                <w:rFonts w:ascii="서울남산체 L" w:eastAsia="서울남산체 L" w:hAnsi="서울남산체 L" w:cs="Arial"/>
                <w:spacing w:val="-8"/>
                <w:w w:val="90"/>
                <w:sz w:val="16"/>
                <w:szCs w:val="16"/>
              </w:rPr>
              <w:t>Editin</w:t>
            </w:r>
            <w:r w:rsidRPr="00BC50FF">
              <w:rPr>
                <w:rFonts w:ascii="서울남산체 L" w:eastAsia="서울남산체 L" w:hAnsi="서울남산체 L" w:cs="Arial" w:hint="eastAsia"/>
                <w:spacing w:val="-8"/>
                <w:w w:val="90"/>
                <w:sz w:val="16"/>
                <w:szCs w:val="16"/>
              </w:rPr>
              <w:t>g</w:t>
            </w:r>
          </w:p>
        </w:tc>
      </w:tr>
      <w:tr w:rsidR="00C205C5" w:rsidRPr="00BC50FF" w14:paraId="64E1DD5F" w14:textId="77777777" w:rsidTr="000A7DE4">
        <w:trPr>
          <w:gridAfter w:val="1"/>
          <w:wAfter w:w="80" w:type="dxa"/>
          <w:trHeight w:val="20"/>
          <w:jc w:val="center"/>
        </w:trPr>
        <w:tc>
          <w:tcPr>
            <w:tcW w:w="4753" w:type="dxa"/>
            <w:gridSpan w:val="13"/>
            <w:tcBorders>
              <w:top w:val="single" w:sz="2" w:space="0" w:color="auto"/>
              <w:bottom w:val="single" w:sz="2" w:space="0" w:color="auto"/>
              <w:right w:val="single" w:sz="2" w:space="0" w:color="auto"/>
            </w:tcBorders>
            <w:tcMar>
              <w:top w:w="28" w:type="dxa"/>
              <w:left w:w="28" w:type="dxa"/>
              <w:bottom w:w="28" w:type="dxa"/>
              <w:right w:w="28" w:type="dxa"/>
            </w:tcMar>
            <w:vAlign w:val="center"/>
          </w:tcPr>
          <w:p w14:paraId="0EAC66D0" w14:textId="77777777" w:rsidR="00C205C5" w:rsidRPr="00BC50FF" w:rsidRDefault="00241BCD" w:rsidP="00BA5152">
            <w:pPr>
              <w:snapToGrid w:val="0"/>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6"/>
                <w:szCs w:val="16"/>
              </w:rPr>
              <w:t>미</w:t>
            </w:r>
            <w:r>
              <w:rPr>
                <w:rFonts w:ascii="서울남산체 L" w:eastAsia="서울남산체 L" w:hAnsi="서울남산체 L" w:cs="Arial"/>
                <w:spacing w:val="-8"/>
                <w:w w:val="90"/>
                <w:sz w:val="16"/>
                <w:szCs w:val="16"/>
              </w:rPr>
              <w:t>술</w:t>
            </w:r>
            <w:r w:rsidRPr="00BC50FF">
              <w:rPr>
                <w:rFonts w:ascii="서울남산체 L" w:eastAsia="서울남산체 L" w:hAnsi="서울남산체 L" w:cs="Arial" w:hint="eastAsia"/>
                <w:spacing w:val="-8"/>
                <w:w w:val="90"/>
                <w:sz w:val="16"/>
                <w:szCs w:val="16"/>
              </w:rPr>
              <w:t xml:space="preserve"> | A</w:t>
            </w:r>
            <w:r>
              <w:rPr>
                <w:rFonts w:ascii="서울남산체 L" w:eastAsia="서울남산체 L" w:hAnsi="서울남산체 L" w:cs="Arial"/>
                <w:spacing w:val="-8"/>
                <w:w w:val="90"/>
                <w:sz w:val="16"/>
                <w:szCs w:val="16"/>
              </w:rPr>
              <w:t>rt</w:t>
            </w:r>
          </w:p>
        </w:tc>
        <w:tc>
          <w:tcPr>
            <w:tcW w:w="5818" w:type="dxa"/>
            <w:gridSpan w:val="8"/>
            <w:tcBorders>
              <w:top w:val="single" w:sz="2" w:space="0" w:color="auto"/>
              <w:left w:val="single" w:sz="2" w:space="0" w:color="auto"/>
              <w:bottom w:val="single" w:sz="2" w:space="0" w:color="auto"/>
            </w:tcBorders>
            <w:vAlign w:val="center"/>
          </w:tcPr>
          <w:p w14:paraId="06F0F489" w14:textId="77777777" w:rsidR="00C205C5" w:rsidRPr="00BC50FF" w:rsidRDefault="00241BCD"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음악 | Music</w:t>
            </w:r>
          </w:p>
        </w:tc>
      </w:tr>
      <w:tr w:rsidR="00C205C5" w:rsidRPr="00BC50FF" w14:paraId="6778FAC2" w14:textId="77777777" w:rsidTr="000A7DE4">
        <w:trPr>
          <w:gridAfter w:val="1"/>
          <w:wAfter w:w="80" w:type="dxa"/>
          <w:trHeight w:val="20"/>
          <w:jc w:val="center"/>
        </w:trPr>
        <w:tc>
          <w:tcPr>
            <w:tcW w:w="4753" w:type="dxa"/>
            <w:gridSpan w:val="13"/>
            <w:tcBorders>
              <w:top w:val="single" w:sz="2" w:space="0" w:color="auto"/>
              <w:bottom w:val="single" w:sz="2" w:space="0" w:color="auto"/>
              <w:right w:val="single" w:sz="2" w:space="0" w:color="auto"/>
            </w:tcBorders>
            <w:tcMar>
              <w:top w:w="28" w:type="dxa"/>
              <w:left w:w="28" w:type="dxa"/>
              <w:bottom w:w="28" w:type="dxa"/>
              <w:right w:w="28" w:type="dxa"/>
            </w:tcMar>
            <w:vAlign w:val="center"/>
          </w:tcPr>
          <w:p w14:paraId="47F668CB" w14:textId="77777777" w:rsidR="00C205C5" w:rsidRPr="00BC50FF" w:rsidRDefault="00241BCD"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애니메이션 | Animation</w:t>
            </w:r>
          </w:p>
        </w:tc>
        <w:tc>
          <w:tcPr>
            <w:tcW w:w="5818" w:type="dxa"/>
            <w:gridSpan w:val="8"/>
            <w:tcBorders>
              <w:top w:val="single" w:sz="2" w:space="0" w:color="auto"/>
              <w:left w:val="single" w:sz="2" w:space="0" w:color="auto"/>
              <w:bottom w:val="single" w:sz="2" w:space="0" w:color="auto"/>
            </w:tcBorders>
            <w:vAlign w:val="center"/>
          </w:tcPr>
          <w:p w14:paraId="531F0112" w14:textId="77777777" w:rsidR="00C205C5" w:rsidRPr="00BC50FF" w:rsidRDefault="00241BCD"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음향 | Sound</w:t>
            </w:r>
          </w:p>
        </w:tc>
      </w:tr>
      <w:tr w:rsidR="00C205C5" w:rsidRPr="00BC50FF" w14:paraId="35F9418A" w14:textId="77777777" w:rsidTr="000A7DE4">
        <w:trPr>
          <w:gridAfter w:val="1"/>
          <w:wAfter w:w="80" w:type="dxa"/>
          <w:trHeight w:val="20"/>
          <w:jc w:val="center"/>
        </w:trPr>
        <w:tc>
          <w:tcPr>
            <w:tcW w:w="4753" w:type="dxa"/>
            <w:gridSpan w:val="13"/>
            <w:tcBorders>
              <w:top w:val="single" w:sz="2" w:space="0" w:color="auto"/>
              <w:bottom w:val="single" w:sz="12" w:space="0" w:color="auto"/>
              <w:right w:val="single" w:sz="2" w:space="0" w:color="auto"/>
            </w:tcBorders>
            <w:tcMar>
              <w:top w:w="28" w:type="dxa"/>
              <w:left w:w="28" w:type="dxa"/>
              <w:bottom w:w="28" w:type="dxa"/>
              <w:right w:w="28" w:type="dxa"/>
            </w:tcMar>
            <w:vAlign w:val="center"/>
          </w:tcPr>
          <w:p w14:paraId="2738E1E9" w14:textId="77777777" w:rsidR="00C205C5" w:rsidRPr="00BC50FF" w:rsidRDefault="00873B9B"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촬영 | Camera</w:t>
            </w:r>
          </w:p>
        </w:tc>
        <w:tc>
          <w:tcPr>
            <w:tcW w:w="5818" w:type="dxa"/>
            <w:gridSpan w:val="8"/>
            <w:tcBorders>
              <w:top w:val="single" w:sz="2" w:space="0" w:color="auto"/>
              <w:left w:val="single" w:sz="2" w:space="0" w:color="auto"/>
              <w:bottom w:val="single" w:sz="12" w:space="0" w:color="auto"/>
            </w:tcBorders>
            <w:vAlign w:val="center"/>
          </w:tcPr>
          <w:p w14:paraId="4C3F5DAB"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기타 | Other</w:t>
            </w:r>
          </w:p>
        </w:tc>
      </w:tr>
      <w:tr w:rsidR="00C205C5" w:rsidRPr="00BC50FF" w14:paraId="1A73C68E" w14:textId="77777777" w:rsidTr="000A7DE4">
        <w:trPr>
          <w:gridAfter w:val="1"/>
          <w:wAfter w:w="80" w:type="dxa"/>
          <w:trHeight w:val="20"/>
          <w:jc w:val="center"/>
        </w:trPr>
        <w:tc>
          <w:tcPr>
            <w:tcW w:w="10571" w:type="dxa"/>
            <w:gridSpan w:val="21"/>
            <w:tcMar>
              <w:top w:w="28" w:type="dxa"/>
              <w:left w:w="28" w:type="dxa"/>
              <w:bottom w:w="28" w:type="dxa"/>
              <w:right w:w="28" w:type="dxa"/>
            </w:tcMar>
            <w:vAlign w:val="center"/>
          </w:tcPr>
          <w:p w14:paraId="36540B7F" w14:textId="77777777" w:rsidR="00485FD0" w:rsidRPr="00485FD0" w:rsidRDefault="00485FD0" w:rsidP="00BA5152">
            <w:pPr>
              <w:snapToGrid w:val="0"/>
              <w:jc w:val="left"/>
              <w:rPr>
                <w:rFonts w:ascii="서울남산체 L" w:eastAsia="서울남산체 L" w:hAnsi="서울남산체 L" w:cs="Arial"/>
                <w:spacing w:val="-8"/>
                <w:w w:val="90"/>
                <w:sz w:val="8"/>
                <w:szCs w:val="8"/>
              </w:rPr>
            </w:pPr>
          </w:p>
          <w:p w14:paraId="5149E219"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spacing w:val="-8"/>
                <w:w w:val="90"/>
                <w:sz w:val="16"/>
                <w:szCs w:val="16"/>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b/>
                <w:bCs/>
                <w:spacing w:val="-8"/>
                <w:w w:val="90"/>
                <w:sz w:val="16"/>
                <w:szCs w:val="16"/>
              </w:rPr>
              <w:t>시놉시스 | Synopsis (</w:t>
            </w:r>
            <w:r w:rsidRPr="00BC50FF">
              <w:rPr>
                <w:rFonts w:ascii="서울남산체 L" w:eastAsia="서울남산체 L" w:hAnsi="서울남산체 L" w:cs="Arial"/>
                <w:b/>
                <w:bCs/>
                <w:spacing w:val="-8"/>
                <w:w w:val="90"/>
                <w:sz w:val="16"/>
                <w:szCs w:val="16"/>
              </w:rPr>
              <w:t>※</w:t>
            </w:r>
            <w:r w:rsidRPr="00BC50FF">
              <w:rPr>
                <w:rFonts w:ascii="서울남산체 L" w:eastAsia="서울남산체 L" w:hAnsi="서울남산체 L" w:cs="Arial" w:hint="eastAsia"/>
                <w:b/>
                <w:bCs/>
                <w:spacing w:val="-8"/>
                <w:w w:val="90"/>
                <w:sz w:val="16"/>
                <w:szCs w:val="16"/>
              </w:rPr>
              <w:t xml:space="preserve"> </w:t>
            </w:r>
            <w:r w:rsidR="0027476B" w:rsidRPr="00BC50FF">
              <w:rPr>
                <w:rFonts w:ascii="서울남산체 L" w:eastAsia="서울남산체 L" w:hAnsi="서울남산체 L" w:cs="Arial" w:hint="eastAsia"/>
                <w:b/>
                <w:bCs/>
                <w:spacing w:val="-8"/>
                <w:w w:val="90"/>
                <w:sz w:val="16"/>
                <w:szCs w:val="16"/>
              </w:rPr>
              <w:t>100 자</w:t>
            </w:r>
            <w:r w:rsidRPr="00BC50FF">
              <w:rPr>
                <w:rFonts w:ascii="서울남산체 L" w:eastAsia="서울남산체 L" w:hAnsi="서울남산체 L" w:cs="Arial" w:hint="eastAsia"/>
                <w:b/>
                <w:bCs/>
                <w:spacing w:val="-8"/>
                <w:w w:val="90"/>
                <w:sz w:val="16"/>
                <w:szCs w:val="16"/>
              </w:rPr>
              <w:t xml:space="preserve"> </w:t>
            </w:r>
            <w:r w:rsidR="0027476B" w:rsidRPr="00BC50FF">
              <w:rPr>
                <w:rFonts w:ascii="서울남산체 L" w:eastAsia="서울남산체 L" w:hAnsi="서울남산체 L" w:cs="Arial" w:hint="eastAsia"/>
                <w:b/>
                <w:bCs/>
                <w:spacing w:val="-8"/>
                <w:w w:val="90"/>
                <w:sz w:val="16"/>
                <w:szCs w:val="16"/>
              </w:rPr>
              <w:t>내</w:t>
            </w:r>
            <w:r w:rsidRPr="00BC50FF">
              <w:rPr>
                <w:rFonts w:ascii="서울남산체 L" w:eastAsia="서울남산체 L" w:hAnsi="서울남산체 L" w:cs="Arial" w:hint="eastAsia"/>
                <w:b/>
                <w:bCs/>
                <w:spacing w:val="-8"/>
                <w:w w:val="90"/>
                <w:sz w:val="16"/>
                <w:szCs w:val="16"/>
              </w:rPr>
              <w:t xml:space="preserve">외로 간략히 써 주시기 바랍니다. | </w:t>
            </w:r>
            <w:r w:rsidR="0027476B" w:rsidRPr="00BC50FF">
              <w:rPr>
                <w:rFonts w:ascii="서울남산체 L" w:eastAsia="서울남산체 L" w:hAnsi="서울남산체 L" w:cs="Arial" w:hint="eastAsia"/>
                <w:b/>
                <w:bCs/>
                <w:spacing w:val="-8"/>
                <w:w w:val="90"/>
                <w:sz w:val="16"/>
                <w:szCs w:val="16"/>
              </w:rPr>
              <w:t>within</w:t>
            </w:r>
            <w:r w:rsidR="003C52D3" w:rsidRPr="00BC50FF">
              <w:rPr>
                <w:rFonts w:ascii="서울남산체 L" w:eastAsia="서울남산체 L" w:hAnsi="서울남산체 L" w:cs="Arial" w:hint="eastAsia"/>
                <w:b/>
                <w:bCs/>
                <w:spacing w:val="-8"/>
                <w:w w:val="90"/>
                <w:sz w:val="16"/>
                <w:szCs w:val="16"/>
              </w:rPr>
              <w:t xml:space="preserve"> </w:t>
            </w:r>
            <w:r w:rsidR="008E67A3" w:rsidRPr="00BC50FF">
              <w:rPr>
                <w:rFonts w:ascii="서울남산체 L" w:eastAsia="서울남산체 L" w:hAnsi="서울남산체 L" w:cs="Arial" w:hint="eastAsia"/>
                <w:b/>
                <w:bCs/>
                <w:spacing w:val="-8"/>
                <w:w w:val="90"/>
                <w:sz w:val="16"/>
                <w:szCs w:val="16"/>
              </w:rPr>
              <w:t>50 words</w:t>
            </w:r>
            <w:r w:rsidRPr="00BC50FF">
              <w:rPr>
                <w:rFonts w:ascii="서울남산체 L" w:eastAsia="서울남산체 L" w:hAnsi="서울남산체 L" w:cs="Arial" w:hint="eastAsia"/>
                <w:b/>
                <w:bCs/>
                <w:spacing w:val="-8"/>
                <w:w w:val="90"/>
                <w:sz w:val="16"/>
                <w:szCs w:val="16"/>
              </w:rPr>
              <w:t>)</w:t>
            </w:r>
          </w:p>
        </w:tc>
      </w:tr>
      <w:tr w:rsidR="00C205C5" w:rsidRPr="00BC50FF" w14:paraId="7BE8A385" w14:textId="77777777" w:rsidTr="000A7DE4">
        <w:trPr>
          <w:gridAfter w:val="1"/>
          <w:wAfter w:w="80" w:type="dxa"/>
          <w:trHeight w:val="20"/>
          <w:jc w:val="center"/>
        </w:trPr>
        <w:tc>
          <w:tcPr>
            <w:tcW w:w="10571" w:type="dxa"/>
            <w:gridSpan w:val="21"/>
            <w:tcBorders>
              <w:bottom w:val="dashed" w:sz="4" w:space="0" w:color="auto"/>
            </w:tcBorders>
            <w:tcMar>
              <w:top w:w="28" w:type="dxa"/>
              <w:left w:w="28" w:type="dxa"/>
              <w:bottom w:w="28" w:type="dxa"/>
              <w:right w:w="28" w:type="dxa"/>
            </w:tcMar>
            <w:vAlign w:val="center"/>
          </w:tcPr>
          <w:p w14:paraId="6694F785" w14:textId="77777777" w:rsidR="00D61411" w:rsidRPr="00BC50FF" w:rsidRDefault="00D61411" w:rsidP="00BA5152">
            <w:pPr>
              <w:snapToGrid w:val="0"/>
              <w:jc w:val="left"/>
              <w:rPr>
                <w:rFonts w:ascii="서울남산체 L" w:eastAsia="서울남산체 L" w:hAnsi="서울남산체 L" w:cs="Arial"/>
                <w:spacing w:val="-8"/>
                <w:w w:val="90"/>
                <w:sz w:val="16"/>
                <w:szCs w:val="16"/>
              </w:rPr>
            </w:pPr>
          </w:p>
        </w:tc>
      </w:tr>
      <w:tr w:rsidR="00C205C5" w:rsidRPr="00BC50FF" w14:paraId="01E2C033" w14:textId="77777777" w:rsidTr="000A7DE4">
        <w:trPr>
          <w:gridAfter w:val="1"/>
          <w:wAfter w:w="80" w:type="dxa"/>
          <w:trHeight w:val="102"/>
          <w:jc w:val="center"/>
        </w:trPr>
        <w:tc>
          <w:tcPr>
            <w:tcW w:w="10571" w:type="dxa"/>
            <w:gridSpan w:val="21"/>
            <w:tcBorders>
              <w:top w:val="dashed" w:sz="4" w:space="0" w:color="auto"/>
              <w:bottom w:val="dashed" w:sz="4" w:space="0" w:color="auto"/>
            </w:tcBorders>
            <w:tcMar>
              <w:top w:w="28" w:type="dxa"/>
              <w:left w:w="28" w:type="dxa"/>
              <w:bottom w:w="28" w:type="dxa"/>
              <w:right w:w="28" w:type="dxa"/>
            </w:tcMar>
            <w:vAlign w:val="center"/>
          </w:tcPr>
          <w:p w14:paraId="26D62F56" w14:textId="77777777" w:rsidR="00D61411" w:rsidRPr="00BC50FF" w:rsidRDefault="00D61411" w:rsidP="00BA5152">
            <w:pPr>
              <w:snapToGrid w:val="0"/>
              <w:jc w:val="left"/>
              <w:rPr>
                <w:rFonts w:ascii="서울남산체 L" w:eastAsia="서울남산체 L" w:hAnsi="서울남산체 L" w:cs="Arial"/>
                <w:spacing w:val="-8"/>
                <w:w w:val="90"/>
                <w:sz w:val="16"/>
                <w:szCs w:val="16"/>
              </w:rPr>
            </w:pPr>
          </w:p>
        </w:tc>
      </w:tr>
      <w:tr w:rsidR="00C205C5" w:rsidRPr="00BC50FF" w14:paraId="1AE4BD8C" w14:textId="77777777" w:rsidTr="000A7DE4">
        <w:trPr>
          <w:gridAfter w:val="1"/>
          <w:wAfter w:w="80" w:type="dxa"/>
          <w:trHeight w:val="102"/>
          <w:jc w:val="center"/>
        </w:trPr>
        <w:tc>
          <w:tcPr>
            <w:tcW w:w="10571" w:type="dxa"/>
            <w:gridSpan w:val="21"/>
            <w:tcBorders>
              <w:top w:val="dashed" w:sz="4" w:space="0" w:color="auto"/>
              <w:bottom w:val="dashed" w:sz="4" w:space="0" w:color="auto"/>
            </w:tcBorders>
            <w:tcMar>
              <w:top w:w="28" w:type="dxa"/>
              <w:left w:w="28" w:type="dxa"/>
              <w:bottom w:w="28" w:type="dxa"/>
              <w:right w:w="28" w:type="dxa"/>
            </w:tcMar>
            <w:vAlign w:val="center"/>
          </w:tcPr>
          <w:p w14:paraId="72F422B7" w14:textId="77777777" w:rsidR="00D61411" w:rsidRPr="00BC50FF" w:rsidRDefault="00D61411" w:rsidP="00BA5152">
            <w:pPr>
              <w:snapToGrid w:val="0"/>
              <w:jc w:val="left"/>
              <w:rPr>
                <w:rFonts w:ascii="서울남산체 L" w:eastAsia="서울남산체 L" w:hAnsi="서울남산체 L" w:cs="Arial"/>
                <w:spacing w:val="-8"/>
                <w:w w:val="90"/>
                <w:sz w:val="16"/>
                <w:szCs w:val="16"/>
              </w:rPr>
            </w:pPr>
          </w:p>
        </w:tc>
      </w:tr>
      <w:tr w:rsidR="00D61411" w:rsidRPr="00BC50FF" w14:paraId="7798C0E9" w14:textId="77777777" w:rsidTr="000A7DE4">
        <w:trPr>
          <w:gridAfter w:val="1"/>
          <w:wAfter w:w="80" w:type="dxa"/>
          <w:trHeight w:val="103"/>
          <w:jc w:val="center"/>
        </w:trPr>
        <w:tc>
          <w:tcPr>
            <w:tcW w:w="10571" w:type="dxa"/>
            <w:gridSpan w:val="21"/>
            <w:tcBorders>
              <w:top w:val="dashed" w:sz="4" w:space="0" w:color="auto"/>
              <w:bottom w:val="dashed" w:sz="4" w:space="0" w:color="auto"/>
            </w:tcBorders>
            <w:tcMar>
              <w:top w:w="28" w:type="dxa"/>
              <w:left w:w="28" w:type="dxa"/>
              <w:bottom w:w="28" w:type="dxa"/>
              <w:right w:w="28" w:type="dxa"/>
            </w:tcMar>
            <w:vAlign w:val="center"/>
          </w:tcPr>
          <w:p w14:paraId="54486007" w14:textId="77777777" w:rsidR="00D61411" w:rsidRPr="00BC50FF" w:rsidRDefault="00D61411" w:rsidP="00BA5152">
            <w:pPr>
              <w:snapToGrid w:val="0"/>
              <w:jc w:val="left"/>
              <w:rPr>
                <w:rFonts w:ascii="서울남산체 L" w:eastAsia="서울남산체 L" w:hAnsi="서울남산체 L" w:cs="Arial"/>
                <w:spacing w:val="-8"/>
                <w:w w:val="90"/>
                <w:sz w:val="16"/>
                <w:szCs w:val="16"/>
              </w:rPr>
            </w:pPr>
          </w:p>
        </w:tc>
      </w:tr>
      <w:tr w:rsidR="00C205C5" w:rsidRPr="00BC50FF" w14:paraId="024877E1" w14:textId="77777777" w:rsidTr="000A7DE4">
        <w:trPr>
          <w:gridAfter w:val="1"/>
          <w:wAfter w:w="80" w:type="dxa"/>
          <w:jc w:val="center"/>
        </w:trPr>
        <w:tc>
          <w:tcPr>
            <w:tcW w:w="10571" w:type="dxa"/>
            <w:gridSpan w:val="21"/>
            <w:tcMar>
              <w:top w:w="28" w:type="dxa"/>
              <w:left w:w="28" w:type="dxa"/>
              <w:bottom w:w="28" w:type="dxa"/>
              <w:right w:w="28" w:type="dxa"/>
            </w:tcMar>
            <w:vAlign w:val="center"/>
          </w:tcPr>
          <w:p w14:paraId="3A2D98B7"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spacing w:val="-8"/>
                <w:w w:val="90"/>
                <w:sz w:val="16"/>
                <w:szCs w:val="16"/>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b/>
                <w:bCs/>
                <w:spacing w:val="-8"/>
                <w:w w:val="90"/>
                <w:sz w:val="16"/>
                <w:szCs w:val="16"/>
              </w:rPr>
              <w:t>타 페스티벌에서의 상영 및 수상여부 | Previous Festival Screenings (awards if any)</w:t>
            </w:r>
          </w:p>
        </w:tc>
      </w:tr>
      <w:tr w:rsidR="00C205C5" w:rsidRPr="00BC50FF" w14:paraId="7388B2A9" w14:textId="77777777" w:rsidTr="000A7DE4">
        <w:trPr>
          <w:gridAfter w:val="1"/>
          <w:wAfter w:w="80" w:type="dxa"/>
          <w:jc w:val="center"/>
        </w:trPr>
        <w:tc>
          <w:tcPr>
            <w:tcW w:w="10571" w:type="dxa"/>
            <w:gridSpan w:val="21"/>
            <w:tcBorders>
              <w:bottom w:val="dashed" w:sz="4" w:space="0" w:color="auto"/>
            </w:tcBorders>
            <w:tcMar>
              <w:top w:w="28" w:type="dxa"/>
              <w:left w:w="28" w:type="dxa"/>
              <w:bottom w:w="28" w:type="dxa"/>
              <w:right w:w="28" w:type="dxa"/>
            </w:tcMar>
            <w:vAlign w:val="center"/>
          </w:tcPr>
          <w:p w14:paraId="312BAC96"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p>
        </w:tc>
      </w:tr>
      <w:tr w:rsidR="00C205C5" w:rsidRPr="00BC50FF" w14:paraId="15008C49" w14:textId="77777777" w:rsidTr="000A7DE4">
        <w:trPr>
          <w:gridAfter w:val="1"/>
          <w:wAfter w:w="80" w:type="dxa"/>
          <w:trHeight w:val="103"/>
          <w:jc w:val="center"/>
        </w:trPr>
        <w:tc>
          <w:tcPr>
            <w:tcW w:w="10571" w:type="dxa"/>
            <w:gridSpan w:val="21"/>
            <w:tcBorders>
              <w:top w:val="dashed" w:sz="4" w:space="0" w:color="auto"/>
              <w:bottom w:val="dashed" w:sz="4" w:space="0" w:color="auto"/>
            </w:tcBorders>
            <w:tcMar>
              <w:top w:w="28" w:type="dxa"/>
              <w:left w:w="28" w:type="dxa"/>
              <w:bottom w:w="28" w:type="dxa"/>
              <w:right w:w="28" w:type="dxa"/>
            </w:tcMar>
            <w:vAlign w:val="center"/>
          </w:tcPr>
          <w:p w14:paraId="5E3AE8C4"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p>
        </w:tc>
      </w:tr>
      <w:tr w:rsidR="002C13F3" w:rsidRPr="00BC50FF" w14:paraId="4DF6091C" w14:textId="77777777" w:rsidTr="000A7DE4">
        <w:trPr>
          <w:gridAfter w:val="1"/>
          <w:wAfter w:w="80" w:type="dxa"/>
          <w:trHeight w:val="43"/>
          <w:jc w:val="center"/>
        </w:trPr>
        <w:tc>
          <w:tcPr>
            <w:tcW w:w="10571" w:type="dxa"/>
            <w:gridSpan w:val="21"/>
            <w:tcBorders>
              <w:top w:val="dashed" w:sz="4" w:space="0" w:color="auto"/>
              <w:bottom w:val="dashed" w:sz="4" w:space="0" w:color="auto"/>
            </w:tcBorders>
            <w:tcMar>
              <w:top w:w="28" w:type="dxa"/>
              <w:left w:w="28" w:type="dxa"/>
              <w:bottom w:w="28" w:type="dxa"/>
              <w:right w:w="28" w:type="dxa"/>
            </w:tcMar>
            <w:vAlign w:val="center"/>
          </w:tcPr>
          <w:p w14:paraId="51128145" w14:textId="77777777" w:rsidR="002C13F3" w:rsidRPr="00BC50FF" w:rsidRDefault="002C13F3" w:rsidP="00BA5152">
            <w:pPr>
              <w:snapToGrid w:val="0"/>
              <w:jc w:val="left"/>
              <w:rPr>
                <w:rFonts w:ascii="서울남산체 L" w:eastAsia="서울남산체 L" w:hAnsi="서울남산체 L" w:cs="Arial"/>
                <w:spacing w:val="-8"/>
                <w:w w:val="90"/>
                <w:sz w:val="16"/>
                <w:szCs w:val="16"/>
              </w:rPr>
            </w:pPr>
          </w:p>
        </w:tc>
      </w:tr>
      <w:tr w:rsidR="00C205C5" w:rsidRPr="00BC50FF" w14:paraId="0AC74708" w14:textId="77777777" w:rsidTr="000A7DE4">
        <w:trPr>
          <w:gridAfter w:val="1"/>
          <w:wAfter w:w="80" w:type="dxa"/>
          <w:trHeight w:val="281"/>
          <w:jc w:val="center"/>
        </w:trPr>
        <w:tc>
          <w:tcPr>
            <w:tcW w:w="10571" w:type="dxa"/>
            <w:gridSpan w:val="21"/>
            <w:tcBorders>
              <w:top w:val="dashed" w:sz="4" w:space="0" w:color="auto"/>
            </w:tcBorders>
            <w:tcMar>
              <w:top w:w="28" w:type="dxa"/>
              <w:left w:w="28" w:type="dxa"/>
              <w:bottom w:w="28" w:type="dxa"/>
              <w:right w:w="28" w:type="dxa"/>
            </w:tcMar>
            <w:vAlign w:val="center"/>
          </w:tcPr>
          <w:p w14:paraId="72C8573A" w14:textId="77777777" w:rsidR="000B093F" w:rsidRPr="00BC50FF" w:rsidRDefault="002C13F3" w:rsidP="00BA5152">
            <w:pPr>
              <w:snapToGrid w:val="0"/>
              <w:jc w:val="left"/>
              <w:rPr>
                <w:rFonts w:ascii="서울남산체 L" w:eastAsia="서울남산체 L" w:hAnsi="서울남산체 L" w:cs="Arial"/>
                <w:spacing w:val="-8"/>
                <w:w w:val="90"/>
                <w:sz w:val="16"/>
                <w:szCs w:val="16"/>
              </w:rPr>
            </w:pPr>
            <w:r w:rsidRPr="000D038A">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b/>
                <w:spacing w:val="-8"/>
                <w:w w:val="90"/>
                <w:sz w:val="14"/>
                <w:szCs w:val="14"/>
              </w:rPr>
              <w:t>WP</w:t>
            </w:r>
            <w:r w:rsidRPr="00BC50FF">
              <w:rPr>
                <w:rFonts w:ascii="서울남산체 L" w:eastAsia="서울남산체 L" w:hAnsi="서울남산체 L" w:cs="Arial" w:hint="eastAsia"/>
                <w:spacing w:val="-8"/>
                <w:w w:val="90"/>
                <w:sz w:val="14"/>
                <w:szCs w:val="14"/>
              </w:rPr>
              <w:t>(세계 최초 공개</w:t>
            </w:r>
            <w:r w:rsidR="00241BCD">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w:t>
            </w:r>
            <w:r w:rsidR="00241BCD">
              <w:rPr>
                <w:rFonts w:ascii="서울남산체 L" w:eastAsia="서울남산체 L" w:hAnsi="서울남산체 L" w:cs="Arial"/>
                <w:spacing w:val="-8"/>
                <w:w w:val="90"/>
                <w:sz w:val="14"/>
                <w:szCs w:val="14"/>
              </w:rPr>
              <w:t xml:space="preserve"> </w:t>
            </w:r>
            <w:r w:rsidRPr="00BC50FF">
              <w:rPr>
                <w:rFonts w:ascii="서울남산체 L" w:eastAsia="서울남산체 L" w:hAnsi="서울남산체 L" w:cs="Arial" w:hint="eastAsia"/>
                <w:spacing w:val="-8"/>
                <w:w w:val="90"/>
                <w:sz w:val="14"/>
                <w:szCs w:val="14"/>
              </w:rPr>
              <w:t xml:space="preserve">World Premiere) </w:t>
            </w:r>
            <w:r w:rsidR="000D038A" w:rsidRPr="000D038A">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b/>
                <w:spacing w:val="-8"/>
                <w:w w:val="90"/>
                <w:sz w:val="14"/>
                <w:szCs w:val="14"/>
              </w:rPr>
              <w:t>IP</w:t>
            </w:r>
            <w:r w:rsidRPr="00BC50FF">
              <w:rPr>
                <w:rFonts w:ascii="서울남산체 L" w:eastAsia="서울남산체 L" w:hAnsi="서울남산체 L" w:cs="Arial" w:hint="eastAsia"/>
                <w:spacing w:val="-8"/>
                <w:w w:val="90"/>
                <w:sz w:val="14"/>
                <w:szCs w:val="14"/>
              </w:rPr>
              <w:t>(제작 국가를 제외한 최초 공개</w:t>
            </w:r>
            <w:r w:rsidR="00241BCD">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w:t>
            </w:r>
            <w:r w:rsidR="00241BCD">
              <w:rPr>
                <w:rFonts w:ascii="서울남산체 L" w:eastAsia="서울남산체 L" w:hAnsi="서울남산체 L" w:cs="Arial"/>
                <w:spacing w:val="-8"/>
                <w:w w:val="90"/>
                <w:sz w:val="14"/>
                <w:szCs w:val="14"/>
              </w:rPr>
              <w:t xml:space="preserve"> </w:t>
            </w:r>
            <w:r w:rsidRPr="00BC50FF">
              <w:rPr>
                <w:rFonts w:ascii="서울남산체 L" w:eastAsia="서울남산체 L" w:hAnsi="서울남산체 L" w:cs="Arial" w:hint="eastAsia"/>
                <w:spacing w:val="-8"/>
                <w:w w:val="90"/>
                <w:sz w:val="14"/>
                <w:szCs w:val="14"/>
              </w:rPr>
              <w:t>International Premie</w:t>
            </w:r>
            <w:r w:rsidR="00241BCD">
              <w:rPr>
                <w:rFonts w:ascii="서울남산체 L" w:eastAsia="서울남산체 L" w:hAnsi="서울남산체 L" w:cs="Arial"/>
                <w:spacing w:val="-8"/>
                <w:w w:val="90"/>
                <w:sz w:val="14"/>
                <w:szCs w:val="14"/>
              </w:rPr>
              <w:t>re_</w:t>
            </w:r>
            <w:r w:rsidRPr="00BC50FF">
              <w:rPr>
                <w:rFonts w:ascii="서울남산체 L" w:eastAsia="서울남산체 L" w:hAnsi="서울남산체 L" w:cs="Arial" w:hint="eastAsia"/>
                <w:spacing w:val="-8"/>
                <w:w w:val="90"/>
                <w:sz w:val="14"/>
                <w:szCs w:val="14"/>
              </w:rPr>
              <w:t>Screening</w:t>
            </w:r>
            <w:r w:rsidR="00241BCD">
              <w:rPr>
                <w:rFonts w:ascii="서울남산체 L" w:eastAsia="서울남산체 L" w:hAnsi="서울남산체 L" w:cs="Arial"/>
                <w:spacing w:val="-8"/>
                <w:w w:val="90"/>
                <w:sz w:val="14"/>
                <w:szCs w:val="14"/>
              </w:rPr>
              <w:t>s</w:t>
            </w:r>
            <w:r w:rsidRPr="00BC50FF">
              <w:rPr>
                <w:rFonts w:ascii="서울남산체 L" w:eastAsia="서울남산체 L" w:hAnsi="서울남산체 L" w:cs="Arial" w:hint="eastAsia"/>
                <w:spacing w:val="-8"/>
                <w:w w:val="90"/>
                <w:sz w:val="14"/>
                <w:szCs w:val="14"/>
              </w:rPr>
              <w:t xml:space="preserve"> only in own country) </w:t>
            </w:r>
            <w:r w:rsidR="000D038A" w:rsidRPr="000D038A">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b/>
                <w:spacing w:val="-8"/>
                <w:w w:val="90"/>
                <w:sz w:val="14"/>
                <w:szCs w:val="14"/>
              </w:rPr>
              <w:t>AP</w:t>
            </w:r>
            <w:r w:rsidRPr="00BC50FF">
              <w:rPr>
                <w:rFonts w:ascii="서울남산체 L" w:eastAsia="서울남산체 L" w:hAnsi="서울남산체 L" w:cs="Arial" w:hint="eastAsia"/>
                <w:spacing w:val="-8"/>
                <w:w w:val="90"/>
                <w:sz w:val="14"/>
                <w:szCs w:val="14"/>
              </w:rPr>
              <w:t>(아시아 최초 공개</w:t>
            </w:r>
            <w:r w:rsidR="00241BCD">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w:t>
            </w:r>
            <w:r w:rsidR="00241BCD">
              <w:rPr>
                <w:rFonts w:ascii="서울남산체 L" w:eastAsia="서울남산체 L" w:hAnsi="서울남산체 L" w:cs="Arial"/>
                <w:spacing w:val="-8"/>
                <w:w w:val="90"/>
                <w:sz w:val="14"/>
                <w:szCs w:val="14"/>
              </w:rPr>
              <w:t xml:space="preserve"> </w:t>
            </w:r>
            <w:r w:rsidRPr="00BC50FF">
              <w:rPr>
                <w:rFonts w:ascii="서울남산체 L" w:eastAsia="서울남산체 L" w:hAnsi="서울남산체 L" w:cs="Arial" w:hint="eastAsia"/>
                <w:spacing w:val="-8"/>
                <w:w w:val="90"/>
                <w:sz w:val="14"/>
                <w:szCs w:val="14"/>
              </w:rPr>
              <w:t>Asia</w:t>
            </w:r>
            <w:r w:rsidR="007016EB" w:rsidRPr="00BC50FF">
              <w:rPr>
                <w:rFonts w:ascii="서울남산체 L" w:eastAsia="서울남산체 L" w:hAnsi="서울남산체 L" w:cs="Arial" w:hint="eastAsia"/>
                <w:spacing w:val="-8"/>
                <w:w w:val="90"/>
                <w:sz w:val="14"/>
                <w:szCs w:val="14"/>
              </w:rPr>
              <w:t>n</w:t>
            </w:r>
            <w:r w:rsidRPr="00BC50FF">
              <w:rPr>
                <w:rFonts w:ascii="서울남산체 L" w:eastAsia="서울남산체 L" w:hAnsi="서울남산체 L" w:cs="Arial" w:hint="eastAsia"/>
                <w:spacing w:val="-8"/>
                <w:w w:val="90"/>
                <w:sz w:val="14"/>
                <w:szCs w:val="14"/>
              </w:rPr>
              <w:t xml:space="preserve"> Premiere) </w:t>
            </w:r>
            <w:r w:rsidR="000D038A" w:rsidRPr="000D038A">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b/>
                <w:spacing w:val="-8"/>
                <w:w w:val="90"/>
                <w:sz w:val="14"/>
                <w:szCs w:val="14"/>
              </w:rPr>
              <w:t>KP</w:t>
            </w:r>
            <w:r w:rsidRPr="00BC50FF">
              <w:rPr>
                <w:rFonts w:ascii="서울남산체 L" w:eastAsia="서울남산체 L" w:hAnsi="서울남산체 L" w:cs="Arial" w:hint="eastAsia"/>
                <w:spacing w:val="-8"/>
                <w:w w:val="90"/>
                <w:sz w:val="14"/>
                <w:szCs w:val="14"/>
              </w:rPr>
              <w:t>(국내 최초 공개</w:t>
            </w:r>
            <w:r w:rsidR="00241BCD">
              <w:rPr>
                <w:rFonts w:ascii="서울남산체 L" w:eastAsia="서울남산체 L" w:hAnsi="서울남산체 L" w:cs="Arial" w:hint="eastAsia"/>
                <w:spacing w:val="-8"/>
                <w:w w:val="90"/>
                <w:sz w:val="14"/>
                <w:szCs w:val="14"/>
              </w:rPr>
              <w:t xml:space="preserve"> </w:t>
            </w:r>
            <w:r w:rsidRPr="00BC50FF">
              <w:rPr>
                <w:rFonts w:ascii="서울남산체 L" w:eastAsia="서울남산체 L" w:hAnsi="서울남산체 L" w:cs="Arial" w:hint="eastAsia"/>
                <w:spacing w:val="-8"/>
                <w:w w:val="90"/>
                <w:sz w:val="14"/>
                <w:szCs w:val="14"/>
              </w:rPr>
              <w:t>|</w:t>
            </w:r>
            <w:r w:rsidR="00241BCD">
              <w:rPr>
                <w:rFonts w:ascii="서울남산체 L" w:eastAsia="서울남산체 L" w:hAnsi="서울남산체 L" w:cs="Arial"/>
                <w:spacing w:val="-8"/>
                <w:w w:val="90"/>
                <w:sz w:val="14"/>
                <w:szCs w:val="14"/>
              </w:rPr>
              <w:t xml:space="preserve"> </w:t>
            </w:r>
            <w:r w:rsidRPr="00BC50FF">
              <w:rPr>
                <w:rFonts w:ascii="서울남산체 L" w:eastAsia="서울남산체 L" w:hAnsi="서울남산체 L" w:cs="Arial" w:hint="eastAsia"/>
                <w:spacing w:val="-8"/>
                <w:w w:val="90"/>
                <w:sz w:val="14"/>
                <w:szCs w:val="14"/>
              </w:rPr>
              <w:t>Korea</w:t>
            </w:r>
            <w:r w:rsidR="007016EB" w:rsidRPr="00BC50FF">
              <w:rPr>
                <w:rFonts w:ascii="서울남산체 L" w:eastAsia="서울남산체 L" w:hAnsi="서울남산체 L" w:cs="Arial" w:hint="eastAsia"/>
                <w:spacing w:val="-8"/>
                <w:w w:val="90"/>
                <w:sz w:val="14"/>
                <w:szCs w:val="14"/>
              </w:rPr>
              <w:t>n</w:t>
            </w:r>
            <w:r w:rsidRPr="00BC50FF">
              <w:rPr>
                <w:rFonts w:ascii="서울남산체 L" w:eastAsia="서울남산체 L" w:hAnsi="서울남산체 L" w:cs="Arial" w:hint="eastAsia"/>
                <w:spacing w:val="-8"/>
                <w:w w:val="90"/>
                <w:sz w:val="14"/>
                <w:szCs w:val="14"/>
              </w:rPr>
              <w:t xml:space="preserve"> Premiere)</w:t>
            </w:r>
          </w:p>
        </w:tc>
      </w:tr>
      <w:tr w:rsidR="00C205C5" w:rsidRPr="00A53B17" w14:paraId="0E9B095D" w14:textId="77777777" w:rsidTr="000A7DE4">
        <w:trPr>
          <w:gridAfter w:val="1"/>
          <w:wAfter w:w="80" w:type="dxa"/>
          <w:trHeight w:val="20"/>
          <w:jc w:val="center"/>
        </w:trPr>
        <w:tc>
          <w:tcPr>
            <w:tcW w:w="10571" w:type="dxa"/>
            <w:gridSpan w:val="21"/>
            <w:shd w:val="clear" w:color="auto" w:fill="333333"/>
            <w:tcMar>
              <w:top w:w="28" w:type="dxa"/>
              <w:left w:w="28" w:type="dxa"/>
              <w:bottom w:w="28" w:type="dxa"/>
              <w:right w:w="28" w:type="dxa"/>
            </w:tcMar>
            <w:vAlign w:val="center"/>
          </w:tcPr>
          <w:p w14:paraId="19FCB43B" w14:textId="77777777" w:rsidR="00C205C5" w:rsidRPr="00BC50FF" w:rsidRDefault="00C205C5" w:rsidP="00BA5152">
            <w:pPr>
              <w:snapToGrid w:val="0"/>
              <w:jc w:val="left"/>
              <w:rPr>
                <w:rFonts w:ascii="서울남산체 L" w:eastAsia="서울남산체 L" w:hAnsi="서울남산체 L" w:cs="Arial"/>
                <w:b/>
                <w:bCs/>
                <w:color w:val="FFFFFF"/>
                <w:spacing w:val="-8"/>
                <w:w w:val="90"/>
                <w:sz w:val="14"/>
                <w:szCs w:val="14"/>
              </w:rPr>
            </w:pPr>
            <w:r w:rsidRPr="00BC50FF">
              <w:rPr>
                <w:rFonts w:ascii="서울남산체 L" w:eastAsia="서울남산체 L" w:hAnsi="서울남산체 L" w:cs="Arial" w:hint="eastAsia"/>
                <w:color w:val="FFFFFF"/>
                <w:spacing w:val="-8"/>
                <w:w w:val="90"/>
                <w:sz w:val="18"/>
                <w:szCs w:val="18"/>
              </w:rPr>
              <w:t>3. 제작기법</w:t>
            </w:r>
            <w:r w:rsidRPr="00BC50FF">
              <w:rPr>
                <w:rFonts w:ascii="서울남산체 L" w:eastAsia="서울남산체 L" w:hAnsi="서울남산체 L" w:cs="Arial" w:hint="eastAsia"/>
                <w:b/>
                <w:bCs/>
                <w:color w:val="FFFFFF"/>
                <w:spacing w:val="-8"/>
                <w:w w:val="90"/>
                <w:sz w:val="14"/>
                <w:szCs w:val="14"/>
              </w:rPr>
              <w:t xml:space="preserve"> </w:t>
            </w:r>
            <w:r w:rsidRPr="00BC50FF">
              <w:rPr>
                <w:rFonts w:ascii="서울남산체 L" w:eastAsia="서울남산체 L" w:hAnsi="서울남산체 L" w:cs="Arial" w:hint="eastAsia"/>
                <w:b/>
                <w:bCs/>
                <w:color w:val="FFFFFF"/>
                <w:spacing w:val="-8"/>
                <w:w w:val="90"/>
                <w:sz w:val="18"/>
                <w:szCs w:val="18"/>
              </w:rPr>
              <w:t xml:space="preserve">| </w:t>
            </w:r>
            <w:r w:rsidRPr="00BC50FF">
              <w:rPr>
                <w:rFonts w:ascii="서울남산체 L" w:eastAsia="서울남산체 L" w:hAnsi="서울남산체 L" w:cs="Arial"/>
                <w:b/>
                <w:bCs/>
                <w:iCs/>
                <w:color w:val="FFFFFF"/>
                <w:spacing w:val="-8"/>
                <w:w w:val="90"/>
                <w:sz w:val="18"/>
                <w:szCs w:val="18"/>
              </w:rPr>
              <w:t>Techniques</w:t>
            </w:r>
            <w:r w:rsidR="00BD48FE">
              <w:rPr>
                <w:rFonts w:ascii="서울남산체 L" w:eastAsia="서울남산체 L" w:hAnsi="서울남산체 L" w:cs="Arial"/>
                <w:b/>
                <w:bCs/>
                <w:iCs/>
                <w:color w:val="FFFFFF"/>
                <w:spacing w:val="-8"/>
                <w:w w:val="90"/>
                <w:sz w:val="18"/>
                <w:szCs w:val="18"/>
              </w:rPr>
              <w:t xml:space="preserve">  </w:t>
            </w:r>
            <w:r w:rsidR="00915DA0">
              <w:rPr>
                <w:rFonts w:ascii="서울남산체 L" w:eastAsia="서울남산체 L" w:hAnsi="서울남산체 L" w:cs="Arial"/>
                <w:b/>
                <w:bCs/>
                <w:iCs/>
                <w:color w:val="FFFFFF"/>
                <w:spacing w:val="-8"/>
                <w:w w:val="90"/>
                <w:sz w:val="18"/>
                <w:szCs w:val="18"/>
              </w:rPr>
              <w:t xml:space="preserve">         </w:t>
            </w:r>
            <w:r w:rsidR="00BD48FE" w:rsidRPr="00BC50FF">
              <w:rPr>
                <w:rFonts w:ascii="서울남산체 L" w:eastAsia="서울남산체 L" w:hAnsi="서울남산체 L" w:cs="Arial"/>
                <w:spacing w:val="-8"/>
                <w:w w:val="90"/>
                <w:sz w:val="16"/>
                <w:szCs w:val="16"/>
              </w:rPr>
              <w:t>※</w:t>
            </w:r>
            <w:r w:rsidR="00BD48FE" w:rsidRPr="00BC50FF">
              <w:rPr>
                <w:rFonts w:ascii="서울남산체 L" w:eastAsia="서울남산체 L" w:hAnsi="서울남산체 L" w:cs="Arial" w:hint="eastAsia"/>
                <w:spacing w:val="-8"/>
                <w:w w:val="90"/>
                <w:sz w:val="16"/>
                <w:szCs w:val="16"/>
              </w:rPr>
              <w:t xml:space="preserve"> 해당사항에 모두 </w:t>
            </w:r>
            <w:r w:rsidR="000B093F">
              <w:rPr>
                <w:rFonts w:ascii="서울남산체 L" w:eastAsia="서울남산체 L" w:hAnsi="서울남산체 L" w:cs="Arial" w:hint="eastAsia"/>
                <w:spacing w:val="-8"/>
                <w:w w:val="90"/>
                <w:sz w:val="16"/>
                <w:szCs w:val="16"/>
              </w:rPr>
              <w:t>기</w:t>
            </w:r>
            <w:r w:rsidR="000B093F">
              <w:rPr>
                <w:rFonts w:ascii="서울남산체 L" w:eastAsia="서울남산체 L" w:hAnsi="서울남산체 L" w:cs="Arial"/>
                <w:spacing w:val="-8"/>
                <w:w w:val="90"/>
                <w:sz w:val="16"/>
                <w:szCs w:val="16"/>
              </w:rPr>
              <w:t>재</w:t>
            </w:r>
            <w:r w:rsidR="00BD48FE" w:rsidRPr="00BC50FF">
              <w:rPr>
                <w:rFonts w:ascii="서울남산체 L" w:eastAsia="서울남산체 L" w:hAnsi="서울남산체 L" w:cs="Arial" w:hint="eastAsia"/>
                <w:spacing w:val="-8"/>
                <w:w w:val="90"/>
                <w:sz w:val="16"/>
                <w:szCs w:val="16"/>
              </w:rPr>
              <w:t>해 주시기 바랍니다. | More than one answer is acceptable</w:t>
            </w:r>
            <w:r w:rsidR="00A53B17">
              <w:rPr>
                <w:rFonts w:ascii="서울남산체 L" w:eastAsia="서울남산체 L" w:hAnsi="서울남산체 L" w:cs="Arial" w:hint="eastAsia"/>
                <w:spacing w:val="-8"/>
                <w:w w:val="90"/>
                <w:sz w:val="16"/>
                <w:szCs w:val="16"/>
              </w:rPr>
              <w:t>.</w:t>
            </w:r>
          </w:p>
        </w:tc>
      </w:tr>
      <w:tr w:rsidR="00C205C5" w:rsidRPr="00BC50FF" w14:paraId="045443EF" w14:textId="77777777" w:rsidTr="000A7DE4">
        <w:trPr>
          <w:gridAfter w:val="1"/>
          <w:wAfter w:w="80" w:type="dxa"/>
          <w:trHeight w:val="20"/>
          <w:jc w:val="center"/>
        </w:trPr>
        <w:tc>
          <w:tcPr>
            <w:tcW w:w="1499" w:type="dxa"/>
            <w:gridSpan w:val="3"/>
            <w:tcMar>
              <w:top w:w="28" w:type="dxa"/>
              <w:left w:w="28" w:type="dxa"/>
              <w:bottom w:w="28" w:type="dxa"/>
              <w:right w:w="28" w:type="dxa"/>
            </w:tcMar>
            <w:vAlign w:val="center"/>
          </w:tcPr>
          <w:p w14:paraId="6CC2E4A9"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셀 | Drawing on </w:t>
            </w:r>
            <w:r w:rsidR="00A53B17" w:rsidRPr="00BC50FF">
              <w:rPr>
                <w:rFonts w:ascii="서울남산체 L" w:eastAsia="서울남산체 L" w:hAnsi="서울남산체 L" w:cs="Arial"/>
                <w:spacing w:val="-8"/>
                <w:w w:val="90"/>
                <w:sz w:val="16"/>
                <w:szCs w:val="16"/>
              </w:rPr>
              <w:t>Cells</w:t>
            </w:r>
          </w:p>
        </w:tc>
        <w:tc>
          <w:tcPr>
            <w:tcW w:w="2160" w:type="dxa"/>
            <w:gridSpan w:val="6"/>
            <w:vAlign w:val="center"/>
          </w:tcPr>
          <w:p w14:paraId="0BCB2A39"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종이 | Drawing on Paper</w:t>
            </w:r>
          </w:p>
        </w:tc>
        <w:tc>
          <w:tcPr>
            <w:tcW w:w="1806" w:type="dxa"/>
            <w:gridSpan w:val="7"/>
            <w:vAlign w:val="center"/>
          </w:tcPr>
          <w:p w14:paraId="0C1F85E1"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유리 | Drawing on Glass</w:t>
            </w:r>
          </w:p>
        </w:tc>
        <w:tc>
          <w:tcPr>
            <w:tcW w:w="2513" w:type="dxa"/>
            <w:gridSpan w:val="3"/>
            <w:vAlign w:val="center"/>
          </w:tcPr>
          <w:p w14:paraId="305FD2EB"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인형 | Puppet</w:t>
            </w:r>
          </w:p>
        </w:tc>
        <w:tc>
          <w:tcPr>
            <w:tcW w:w="2593" w:type="dxa"/>
            <w:gridSpan w:val="2"/>
            <w:vAlign w:val="center"/>
          </w:tcPr>
          <w:p w14:paraId="672B5477"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오브제 | Animated Objects</w:t>
            </w:r>
          </w:p>
        </w:tc>
      </w:tr>
      <w:tr w:rsidR="00C205C5" w:rsidRPr="00BC50FF" w14:paraId="0F2187D6" w14:textId="77777777" w:rsidTr="000A7DE4">
        <w:trPr>
          <w:gridAfter w:val="1"/>
          <w:wAfter w:w="80" w:type="dxa"/>
          <w:trHeight w:val="20"/>
          <w:jc w:val="center"/>
        </w:trPr>
        <w:tc>
          <w:tcPr>
            <w:tcW w:w="1499" w:type="dxa"/>
            <w:gridSpan w:val="3"/>
            <w:tcMar>
              <w:top w:w="28" w:type="dxa"/>
              <w:left w:w="28" w:type="dxa"/>
              <w:bottom w:w="28" w:type="dxa"/>
              <w:right w:w="28" w:type="dxa"/>
            </w:tcMar>
            <w:vAlign w:val="center"/>
          </w:tcPr>
          <w:p w14:paraId="2FBECE1D"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클레이 | Clay</w:t>
            </w:r>
          </w:p>
        </w:tc>
        <w:tc>
          <w:tcPr>
            <w:tcW w:w="2160" w:type="dxa"/>
            <w:gridSpan w:val="6"/>
            <w:vAlign w:val="center"/>
          </w:tcPr>
          <w:p w14:paraId="45F60168"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모래 | Sand</w:t>
            </w:r>
          </w:p>
        </w:tc>
        <w:tc>
          <w:tcPr>
            <w:tcW w:w="1806" w:type="dxa"/>
            <w:gridSpan w:val="7"/>
            <w:vAlign w:val="center"/>
          </w:tcPr>
          <w:p w14:paraId="09A0C894"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픽실레이션 | Pixilation</w:t>
            </w:r>
          </w:p>
        </w:tc>
        <w:tc>
          <w:tcPr>
            <w:tcW w:w="2513" w:type="dxa"/>
            <w:gridSpan w:val="3"/>
            <w:vAlign w:val="center"/>
          </w:tcPr>
          <w:p w14:paraId="783B886A"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로토스코프 | Rotoscope</w:t>
            </w:r>
          </w:p>
        </w:tc>
        <w:tc>
          <w:tcPr>
            <w:tcW w:w="2593" w:type="dxa"/>
            <w:gridSpan w:val="2"/>
            <w:vAlign w:val="center"/>
          </w:tcPr>
          <w:p w14:paraId="1EED429F"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p>
        </w:tc>
      </w:tr>
      <w:tr w:rsidR="00C205C5" w:rsidRPr="00BC50FF" w14:paraId="31E6663F" w14:textId="77777777" w:rsidTr="000A7DE4">
        <w:trPr>
          <w:gridAfter w:val="1"/>
          <w:wAfter w:w="80" w:type="dxa"/>
          <w:trHeight w:val="20"/>
          <w:jc w:val="center"/>
        </w:trPr>
        <w:tc>
          <w:tcPr>
            <w:tcW w:w="1499" w:type="dxa"/>
            <w:gridSpan w:val="3"/>
            <w:tcBorders>
              <w:bottom w:val="single" w:sz="12" w:space="0" w:color="auto"/>
            </w:tcBorders>
            <w:tcMar>
              <w:top w:w="28" w:type="dxa"/>
              <w:left w:w="28" w:type="dxa"/>
              <w:bottom w:w="28" w:type="dxa"/>
              <w:right w:w="28" w:type="dxa"/>
            </w:tcMar>
            <w:vAlign w:val="center"/>
          </w:tcPr>
          <w:p w14:paraId="1464C774"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컷</w:t>
            </w:r>
            <w:r w:rsidRPr="00BC50FF">
              <w:rPr>
                <w:rFonts w:ascii="서울남산체 L" w:eastAsia="서울남산체 L" w:hAnsi="서울남산체 L" w:cs="Arial" w:hint="eastAsia"/>
                <w:spacing w:val="-8"/>
                <w:w w:val="90"/>
                <w:sz w:val="16"/>
                <w:szCs w:val="16"/>
              </w:rPr>
              <w:t xml:space="preserve"> 아웃 | Cut-outs</w:t>
            </w:r>
          </w:p>
        </w:tc>
        <w:tc>
          <w:tcPr>
            <w:tcW w:w="2160" w:type="dxa"/>
            <w:gridSpan w:val="6"/>
            <w:tcBorders>
              <w:bottom w:val="single" w:sz="12" w:space="0" w:color="auto"/>
            </w:tcBorders>
            <w:vAlign w:val="center"/>
          </w:tcPr>
          <w:p w14:paraId="79447525"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2D 컴퓨터 | 2D Computer</w:t>
            </w:r>
          </w:p>
        </w:tc>
        <w:tc>
          <w:tcPr>
            <w:tcW w:w="1806" w:type="dxa"/>
            <w:gridSpan w:val="7"/>
            <w:tcBorders>
              <w:bottom w:val="single" w:sz="12" w:space="0" w:color="auto"/>
            </w:tcBorders>
            <w:vAlign w:val="center"/>
          </w:tcPr>
          <w:p w14:paraId="524EFBA2"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3D 컴퓨터 | 3D Computer</w:t>
            </w:r>
          </w:p>
        </w:tc>
        <w:tc>
          <w:tcPr>
            <w:tcW w:w="5106" w:type="dxa"/>
            <w:gridSpan w:val="5"/>
            <w:tcBorders>
              <w:bottom w:val="single" w:sz="12" w:space="0" w:color="auto"/>
            </w:tcBorders>
            <w:vAlign w:val="center"/>
          </w:tcPr>
          <w:p w14:paraId="3B1864F9" w14:textId="77777777" w:rsidR="00C205C5" w:rsidRPr="00BC50FF" w:rsidRDefault="00C205C5"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 xml:space="preserve">기타 | Other Techniques (          </w:t>
            </w:r>
            <w:r w:rsidR="00915DA0">
              <w:rPr>
                <w:rFonts w:ascii="서울남산체 L" w:eastAsia="서울남산체 L" w:hAnsi="서울남산체 L" w:cs="Arial"/>
                <w:spacing w:val="-8"/>
                <w:w w:val="90"/>
                <w:sz w:val="16"/>
                <w:szCs w:val="16"/>
              </w:rPr>
              <w:t xml:space="preserve">    </w:t>
            </w:r>
            <w:r w:rsidRPr="00BC50FF">
              <w:rPr>
                <w:rFonts w:ascii="서울남산체 L" w:eastAsia="서울남산체 L" w:hAnsi="서울남산체 L" w:cs="Arial" w:hint="eastAsia"/>
                <w:spacing w:val="-8"/>
                <w:w w:val="90"/>
                <w:sz w:val="16"/>
                <w:szCs w:val="16"/>
              </w:rPr>
              <w:t xml:space="preserve">                               )</w:t>
            </w:r>
          </w:p>
        </w:tc>
      </w:tr>
      <w:tr w:rsidR="00C205C5" w:rsidRPr="00BC50FF" w14:paraId="1F750BA5" w14:textId="77777777" w:rsidTr="000A7DE4">
        <w:trPr>
          <w:gridAfter w:val="1"/>
          <w:wAfter w:w="80" w:type="dxa"/>
          <w:trHeight w:val="29"/>
          <w:jc w:val="center"/>
        </w:trPr>
        <w:tc>
          <w:tcPr>
            <w:tcW w:w="10571" w:type="dxa"/>
            <w:gridSpan w:val="21"/>
            <w:shd w:val="clear" w:color="auto" w:fill="333333"/>
            <w:tcMar>
              <w:top w:w="28" w:type="dxa"/>
              <w:left w:w="28" w:type="dxa"/>
              <w:bottom w:w="28" w:type="dxa"/>
              <w:right w:w="28" w:type="dxa"/>
            </w:tcMar>
            <w:vAlign w:val="center"/>
          </w:tcPr>
          <w:p w14:paraId="6EED44CB" w14:textId="77777777" w:rsidR="00C205C5" w:rsidRPr="00BD48FE" w:rsidRDefault="00C205C5"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8"/>
                <w:szCs w:val="18"/>
              </w:rPr>
              <w:t xml:space="preserve">4. 기술상 특징 </w:t>
            </w:r>
            <w:r w:rsidRPr="00BC50FF">
              <w:rPr>
                <w:rFonts w:ascii="서울남산체 L" w:eastAsia="서울남산체 L" w:hAnsi="서울남산체 L" w:cs="Arial" w:hint="eastAsia"/>
                <w:b/>
                <w:bCs/>
                <w:spacing w:val="-8"/>
                <w:w w:val="90"/>
                <w:sz w:val="18"/>
                <w:szCs w:val="18"/>
              </w:rPr>
              <w:t xml:space="preserve">| </w:t>
            </w:r>
            <w:r w:rsidRPr="00BC50FF">
              <w:rPr>
                <w:rFonts w:ascii="서울남산체 L" w:eastAsia="서울남산체 L" w:hAnsi="서울남산체 L" w:cs="Arial"/>
                <w:b/>
                <w:bCs/>
                <w:iCs/>
                <w:spacing w:val="-8"/>
                <w:w w:val="90"/>
                <w:sz w:val="18"/>
                <w:szCs w:val="18"/>
              </w:rPr>
              <w:t>Technical Features</w:t>
            </w:r>
            <w:r w:rsidR="00BD48FE">
              <w:rPr>
                <w:rFonts w:ascii="서울남산체 L" w:eastAsia="서울남산체 L" w:hAnsi="서울남산체 L" w:cs="Arial"/>
                <w:b/>
                <w:bCs/>
                <w:iCs/>
                <w:spacing w:val="-8"/>
                <w:w w:val="90"/>
                <w:sz w:val="18"/>
                <w:szCs w:val="18"/>
              </w:rPr>
              <w:t xml:space="preserve">  </w:t>
            </w:r>
            <w:r w:rsidR="00915DA0">
              <w:rPr>
                <w:rFonts w:ascii="서울남산체 L" w:eastAsia="서울남산체 L" w:hAnsi="서울남산체 L" w:cs="Arial"/>
                <w:b/>
                <w:bCs/>
                <w:iCs/>
                <w:spacing w:val="-8"/>
                <w:w w:val="90"/>
                <w:sz w:val="18"/>
                <w:szCs w:val="18"/>
              </w:rPr>
              <w:t xml:space="preserve">    </w:t>
            </w:r>
            <w:r w:rsidR="00BD48FE" w:rsidRPr="00BC50FF">
              <w:rPr>
                <w:rFonts w:ascii="서울남산체 L" w:eastAsia="서울남산체 L" w:hAnsi="서울남산체 L" w:cs="Arial"/>
                <w:spacing w:val="-8"/>
                <w:w w:val="90"/>
                <w:sz w:val="16"/>
                <w:szCs w:val="16"/>
              </w:rPr>
              <w:t>※</w:t>
            </w:r>
            <w:r w:rsidR="00BD48FE" w:rsidRPr="00BC50FF">
              <w:rPr>
                <w:rFonts w:ascii="서울남산체 L" w:eastAsia="서울남산체 L" w:hAnsi="서울남산체 L" w:cs="Arial" w:hint="eastAsia"/>
                <w:spacing w:val="-8"/>
                <w:w w:val="90"/>
                <w:sz w:val="16"/>
                <w:szCs w:val="16"/>
              </w:rPr>
              <w:t xml:space="preserve"> </w:t>
            </w:r>
            <w:r w:rsidR="00BD48FE">
              <w:rPr>
                <w:rFonts w:ascii="서울남산체 L" w:eastAsia="서울남산체 L" w:hAnsi="서울남산체 L" w:cs="Arial" w:hint="eastAsia"/>
                <w:spacing w:val="-8"/>
                <w:w w:val="90"/>
                <w:sz w:val="16"/>
                <w:szCs w:val="16"/>
              </w:rPr>
              <w:t>본</w:t>
            </w:r>
            <w:r w:rsidR="00BD48FE">
              <w:rPr>
                <w:rFonts w:ascii="서울남산체 L" w:eastAsia="서울남산체 L" w:hAnsi="서울남산체 L" w:cs="Arial"/>
                <w:spacing w:val="-8"/>
                <w:w w:val="90"/>
                <w:sz w:val="16"/>
                <w:szCs w:val="16"/>
              </w:rPr>
              <w:t xml:space="preserve">상영을 위한 </w:t>
            </w:r>
            <w:r w:rsidR="00BD48FE" w:rsidRPr="00BC50FF">
              <w:rPr>
                <w:rFonts w:ascii="서울남산체 L" w:eastAsia="서울남산체 L" w:hAnsi="서울남산체 L" w:cs="Arial" w:hint="eastAsia"/>
                <w:spacing w:val="-8"/>
                <w:w w:val="90"/>
                <w:sz w:val="16"/>
                <w:szCs w:val="16"/>
              </w:rPr>
              <w:t xml:space="preserve">작품 원본의 사항을 </w:t>
            </w:r>
            <w:r w:rsidR="000B093F">
              <w:rPr>
                <w:rFonts w:ascii="서울남산체 L" w:eastAsia="서울남산체 L" w:hAnsi="서울남산체 L" w:cs="Arial" w:hint="eastAsia"/>
                <w:spacing w:val="-8"/>
                <w:w w:val="90"/>
                <w:sz w:val="16"/>
                <w:szCs w:val="16"/>
              </w:rPr>
              <w:t>기</w:t>
            </w:r>
            <w:r w:rsidR="000B093F">
              <w:rPr>
                <w:rFonts w:ascii="서울남산체 L" w:eastAsia="서울남산체 L" w:hAnsi="서울남산체 L" w:cs="Arial"/>
                <w:spacing w:val="-8"/>
                <w:w w:val="90"/>
                <w:sz w:val="16"/>
                <w:szCs w:val="16"/>
              </w:rPr>
              <w:t>재해</w:t>
            </w:r>
            <w:r w:rsidR="00BD48FE" w:rsidRPr="00BC50FF">
              <w:rPr>
                <w:rFonts w:ascii="서울남산체 L" w:eastAsia="서울남산체 L" w:hAnsi="서울남산체 L" w:cs="Arial" w:hint="eastAsia"/>
                <w:spacing w:val="-8"/>
                <w:w w:val="90"/>
                <w:sz w:val="16"/>
                <w:szCs w:val="16"/>
              </w:rPr>
              <w:t xml:space="preserve"> 주시기 바랍니다. | Check each applicable item regarding the original format for the festival screening.</w:t>
            </w:r>
          </w:p>
        </w:tc>
      </w:tr>
      <w:tr w:rsidR="000A0B14" w:rsidRPr="00BC50FF" w14:paraId="47CCA109" w14:textId="77777777" w:rsidTr="00D910AB">
        <w:trPr>
          <w:gridAfter w:val="1"/>
          <w:wAfter w:w="80" w:type="dxa"/>
          <w:trHeight w:val="561"/>
          <w:jc w:val="center"/>
        </w:trPr>
        <w:tc>
          <w:tcPr>
            <w:tcW w:w="1218" w:type="dxa"/>
            <w:gridSpan w:val="2"/>
            <w:tcBorders>
              <w:bottom w:val="single" w:sz="4" w:space="0" w:color="auto"/>
              <w:right w:val="single" w:sz="4" w:space="0" w:color="auto"/>
            </w:tcBorders>
            <w:tcMar>
              <w:top w:w="28" w:type="dxa"/>
              <w:left w:w="28" w:type="dxa"/>
              <w:bottom w:w="28" w:type="dxa"/>
              <w:right w:w="28" w:type="dxa"/>
            </w:tcMar>
            <w:vAlign w:val="center"/>
          </w:tcPr>
          <w:p w14:paraId="684C81FF" w14:textId="77777777" w:rsidR="003E7825" w:rsidRPr="00BC50FF" w:rsidRDefault="003E7825" w:rsidP="001D6641">
            <w:pPr>
              <w:snapToGrid w:val="0"/>
              <w:jc w:val="center"/>
              <w:rPr>
                <w:rFonts w:ascii="서울남산체 L" w:eastAsia="서울남산체 L" w:hAnsi="서울남산체 L" w:cs="Arial"/>
                <w:b/>
                <w:bCs/>
                <w:spacing w:val="-8"/>
                <w:w w:val="90"/>
                <w:sz w:val="16"/>
                <w:szCs w:val="16"/>
              </w:rPr>
            </w:pPr>
            <w:r w:rsidRPr="00BC50FF">
              <w:rPr>
                <w:rFonts w:ascii="서울남산체 L" w:eastAsia="서울남산체 L" w:hAnsi="서울남산체 L" w:cs="Arial" w:hint="eastAsia"/>
                <w:b/>
                <w:bCs/>
                <w:spacing w:val="-8"/>
                <w:w w:val="90"/>
                <w:sz w:val="16"/>
                <w:szCs w:val="16"/>
              </w:rPr>
              <w:t>상영포맷 | Screening Format</w:t>
            </w:r>
          </w:p>
        </w:tc>
        <w:tc>
          <w:tcPr>
            <w:tcW w:w="1207" w:type="dxa"/>
            <w:gridSpan w:val="3"/>
            <w:tcBorders>
              <w:left w:val="single" w:sz="4" w:space="0" w:color="auto"/>
              <w:right w:val="single" w:sz="4" w:space="0" w:color="auto"/>
            </w:tcBorders>
            <w:shd w:val="clear" w:color="auto" w:fill="auto"/>
            <w:vAlign w:val="center"/>
          </w:tcPr>
          <w:p w14:paraId="5A23F14C" w14:textId="77777777" w:rsidR="003E7825" w:rsidRPr="0072433B" w:rsidRDefault="003E7825" w:rsidP="001D6641">
            <w:pPr>
              <w:snapToGrid w:val="0"/>
              <w:jc w:val="center"/>
              <w:rPr>
                <w:rFonts w:ascii="서울남산체 L" w:eastAsia="서울남산체 L" w:hAnsi="서울남산체 L" w:cs="Arial"/>
                <w:spacing w:val="-8"/>
                <w:w w:val="90"/>
                <w:sz w:val="16"/>
                <w:szCs w:val="16"/>
                <w:lang w:val="en-GB"/>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0072433B">
              <w:rPr>
                <w:rFonts w:ascii="서울남산체 L" w:eastAsia="서울남산체 L" w:hAnsi="서울남산체 L" w:cs="Arial"/>
                <w:spacing w:val="-8"/>
                <w:w w:val="90"/>
                <w:sz w:val="16"/>
                <w:szCs w:val="16"/>
                <w:lang w:val="en-GB"/>
              </w:rPr>
              <w:t>MOV</w:t>
            </w:r>
          </w:p>
        </w:tc>
        <w:tc>
          <w:tcPr>
            <w:tcW w:w="1927" w:type="dxa"/>
            <w:gridSpan w:val="5"/>
            <w:tcBorders>
              <w:left w:val="single" w:sz="4" w:space="0" w:color="auto"/>
              <w:right w:val="single" w:sz="4" w:space="0" w:color="auto"/>
            </w:tcBorders>
            <w:vAlign w:val="center"/>
          </w:tcPr>
          <w:p w14:paraId="2FECCC66" w14:textId="77777777" w:rsidR="003E7825" w:rsidRPr="00BC50FF" w:rsidRDefault="003E7825" w:rsidP="001D6641">
            <w:pPr>
              <w:snapToGrid w:val="0"/>
              <w:jc w:val="center"/>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0072433B">
              <w:rPr>
                <w:rFonts w:ascii="서울남산체 L" w:eastAsia="서울남산체 L" w:hAnsi="서울남산체 L" w:cs="Arial"/>
                <w:spacing w:val="-8"/>
                <w:w w:val="90"/>
                <w:sz w:val="16"/>
                <w:szCs w:val="16"/>
              </w:rPr>
              <w:t>AVI</w:t>
            </w:r>
          </w:p>
        </w:tc>
        <w:tc>
          <w:tcPr>
            <w:tcW w:w="1113" w:type="dxa"/>
            <w:gridSpan w:val="6"/>
            <w:tcBorders>
              <w:left w:val="single" w:sz="4" w:space="0" w:color="auto"/>
              <w:right w:val="single" w:sz="4" w:space="0" w:color="auto"/>
            </w:tcBorders>
            <w:vAlign w:val="center"/>
          </w:tcPr>
          <w:p w14:paraId="2A6A2C17" w14:textId="77777777" w:rsidR="003E7825" w:rsidRPr="0072433B" w:rsidRDefault="003E7825" w:rsidP="001D6641">
            <w:pPr>
              <w:snapToGrid w:val="0"/>
              <w:jc w:val="center"/>
              <w:rPr>
                <w:rFonts w:ascii="서울남산체 L" w:eastAsia="서울남산체 L" w:hAnsi="서울남산체 L" w:cs="Arial"/>
                <w:spacing w:val="-8"/>
                <w:w w:val="90"/>
                <w:sz w:val="16"/>
                <w:szCs w:val="16"/>
                <w:lang w:val="en-GB"/>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008255B5">
              <w:rPr>
                <w:rFonts w:ascii="서울남산체 L" w:eastAsia="서울남산체 L" w:hAnsi="서울남산체 L" w:cs="Arial"/>
                <w:spacing w:val="-8"/>
                <w:w w:val="90"/>
                <w:sz w:val="16"/>
                <w:szCs w:val="16"/>
              </w:rPr>
              <w:t>H.264</w:t>
            </w:r>
          </w:p>
        </w:tc>
        <w:tc>
          <w:tcPr>
            <w:tcW w:w="1499" w:type="dxa"/>
            <w:gridSpan w:val="2"/>
            <w:tcBorders>
              <w:left w:val="single" w:sz="4" w:space="0" w:color="auto"/>
              <w:right w:val="single" w:sz="4" w:space="0" w:color="auto"/>
            </w:tcBorders>
            <w:vAlign w:val="center"/>
          </w:tcPr>
          <w:p w14:paraId="462A2953" w14:textId="77777777" w:rsidR="003E7825" w:rsidRPr="00BC50FF" w:rsidRDefault="003E7825" w:rsidP="005B006E">
            <w:pPr>
              <w:snapToGrid w:val="0"/>
              <w:jc w:val="center"/>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005B006E">
              <w:rPr>
                <w:rFonts w:ascii="서울남산체 L" w:eastAsia="서울남산체 L" w:hAnsi="서울남산체 L" w:cs="Arial"/>
                <w:spacing w:val="-8"/>
                <w:w w:val="90"/>
                <w:sz w:val="16"/>
                <w:szCs w:val="16"/>
                <w:lang w:val="en-GB"/>
              </w:rPr>
              <w:t>기</w:t>
            </w:r>
            <w:r w:rsidR="005B006E">
              <w:rPr>
                <w:rFonts w:ascii="서울남산체 L" w:eastAsia="서울남산체 L" w:hAnsi="서울남산체 L" w:cs="Arial" w:hint="eastAsia"/>
                <w:spacing w:val="-8"/>
                <w:w w:val="90"/>
                <w:sz w:val="16"/>
                <w:szCs w:val="16"/>
                <w:lang w:val="en-GB"/>
              </w:rPr>
              <w:t xml:space="preserve">타 Other </w:t>
            </w:r>
          </w:p>
        </w:tc>
        <w:tc>
          <w:tcPr>
            <w:tcW w:w="3607" w:type="dxa"/>
            <w:gridSpan w:val="3"/>
            <w:tcBorders>
              <w:left w:val="single" w:sz="4" w:space="0" w:color="auto"/>
            </w:tcBorders>
            <w:vAlign w:val="center"/>
          </w:tcPr>
          <w:p w14:paraId="5A802D1E" w14:textId="77777777" w:rsidR="003E7825" w:rsidRDefault="002B49A4" w:rsidP="004B06B3">
            <w:pPr>
              <w:snapToGrid w:val="0"/>
              <w:rPr>
                <w:rFonts w:ascii="서울남산체 L" w:eastAsia="서울남산체 L" w:hAnsi="서울남산체 L" w:cs="Arial"/>
                <w:b/>
                <w:color w:val="FF0000"/>
                <w:spacing w:val="-8"/>
                <w:w w:val="90"/>
                <w:sz w:val="16"/>
                <w:szCs w:val="16"/>
              </w:rPr>
            </w:pPr>
            <w:r>
              <w:rPr>
                <w:rFonts w:ascii="서울남산체 L" w:eastAsia="서울남산체 L" w:hAnsi="서울남산체 L" w:cs="Arial" w:hint="eastAsia"/>
                <w:b/>
                <w:color w:val="FF0000"/>
                <w:spacing w:val="-8"/>
                <w:w w:val="90"/>
                <w:sz w:val="16"/>
                <w:szCs w:val="16"/>
                <w:lang w:val="en-GB"/>
              </w:rPr>
              <w:t xml:space="preserve">체크후 </w:t>
            </w:r>
            <w:r>
              <w:rPr>
                <w:rFonts w:ascii="서울남산체 L" w:eastAsia="서울남산체 L" w:hAnsi="서울남산체 L" w:cs="Arial"/>
                <w:b/>
                <w:color w:val="FF0000"/>
                <w:spacing w:val="-8"/>
                <w:w w:val="90"/>
                <w:sz w:val="16"/>
                <w:szCs w:val="16"/>
                <w:lang w:val="en-GB"/>
              </w:rPr>
              <w:t>이</w:t>
            </w:r>
            <w:r w:rsidR="00A31731">
              <w:rPr>
                <w:rFonts w:ascii="서울남산체 L" w:eastAsia="서울남산체 L" w:hAnsi="서울남산체 L" w:cs="Arial"/>
                <w:b/>
                <w:color w:val="FF0000"/>
                <w:spacing w:val="-8"/>
                <w:w w:val="90"/>
                <w:sz w:val="16"/>
                <w:szCs w:val="16"/>
                <w:lang w:val="en-GB"/>
              </w:rPr>
              <w:t>곳</w:t>
            </w:r>
            <w:r w:rsidR="00A31731">
              <w:rPr>
                <w:rFonts w:ascii="서울남산체 L" w:eastAsia="서울남산체 L" w:hAnsi="서울남산체 L" w:cs="Arial" w:hint="eastAsia"/>
                <w:b/>
                <w:color w:val="FF0000"/>
                <w:spacing w:val="-8"/>
                <w:w w:val="90"/>
                <w:sz w:val="16"/>
                <w:szCs w:val="16"/>
                <w:lang w:val="en-GB"/>
              </w:rPr>
              <w:t>에</w:t>
            </w:r>
            <w:r>
              <w:rPr>
                <w:rFonts w:ascii="서울남산체 L" w:eastAsia="서울남산체 L" w:hAnsi="서울남산체 L" w:cs="Arial" w:hint="eastAsia"/>
                <w:b/>
                <w:color w:val="FF0000"/>
                <w:spacing w:val="-8"/>
                <w:w w:val="90"/>
                <w:sz w:val="16"/>
                <w:szCs w:val="16"/>
                <w:lang w:val="en-GB"/>
              </w:rPr>
              <w:t xml:space="preserve"> </w:t>
            </w:r>
            <w:r w:rsidR="004B06B3" w:rsidRPr="0026403F">
              <w:rPr>
                <w:rFonts w:ascii="서울남산체 L" w:eastAsia="서울남산체 L" w:hAnsi="서울남산체 L" w:cs="Arial"/>
                <w:b/>
                <w:color w:val="FF0000"/>
                <w:spacing w:val="-8"/>
                <w:w w:val="90"/>
                <w:sz w:val="16"/>
                <w:szCs w:val="16"/>
              </w:rPr>
              <w:t>작</w:t>
            </w:r>
            <w:r w:rsidR="004B06B3" w:rsidRPr="0026403F">
              <w:rPr>
                <w:rFonts w:ascii="서울남산체 L" w:eastAsia="서울남산체 L" w:hAnsi="서울남산체 L" w:cs="Arial" w:hint="eastAsia"/>
                <w:b/>
                <w:color w:val="FF0000"/>
                <w:spacing w:val="-8"/>
                <w:w w:val="90"/>
                <w:sz w:val="16"/>
                <w:szCs w:val="16"/>
              </w:rPr>
              <w:t xml:space="preserve">품의 </w:t>
            </w:r>
            <w:r w:rsidR="004B06B3" w:rsidRPr="0026403F">
              <w:rPr>
                <w:rFonts w:ascii="서울남산체 L" w:eastAsia="서울남산체 L" w:hAnsi="서울남산체 L" w:cs="Arial"/>
                <w:b/>
                <w:color w:val="FF0000"/>
                <w:spacing w:val="-8"/>
                <w:w w:val="90"/>
                <w:sz w:val="16"/>
                <w:szCs w:val="16"/>
              </w:rPr>
              <w:t>원</w:t>
            </w:r>
            <w:r w:rsidR="004B06B3" w:rsidRPr="0026403F">
              <w:rPr>
                <w:rFonts w:ascii="서울남산체 L" w:eastAsia="서울남산체 L" w:hAnsi="서울남산체 L" w:cs="Arial" w:hint="eastAsia"/>
                <w:b/>
                <w:color w:val="FF0000"/>
                <w:spacing w:val="-8"/>
                <w:w w:val="90"/>
                <w:sz w:val="16"/>
                <w:szCs w:val="16"/>
              </w:rPr>
              <w:t>본(최대)</w:t>
            </w:r>
            <w:r w:rsidR="004B06B3" w:rsidRPr="0026403F">
              <w:rPr>
                <w:rFonts w:ascii="서울남산체 L" w:eastAsia="서울남산체 L" w:hAnsi="서울남산체 L" w:cs="Arial"/>
                <w:b/>
                <w:color w:val="FF0000"/>
                <w:spacing w:val="-8"/>
                <w:w w:val="90"/>
                <w:sz w:val="16"/>
                <w:szCs w:val="16"/>
              </w:rPr>
              <w:t>해</w:t>
            </w:r>
            <w:r w:rsidR="004B06B3" w:rsidRPr="0026403F">
              <w:rPr>
                <w:rFonts w:ascii="서울남산체 L" w:eastAsia="서울남산체 L" w:hAnsi="서울남산체 L" w:cs="Arial" w:hint="eastAsia"/>
                <w:b/>
                <w:color w:val="FF0000"/>
                <w:spacing w:val="-8"/>
                <w:w w:val="90"/>
                <w:sz w:val="16"/>
                <w:szCs w:val="16"/>
              </w:rPr>
              <w:t xml:space="preserve">상도 </w:t>
            </w:r>
            <w:r w:rsidR="004B06B3" w:rsidRPr="0026403F">
              <w:rPr>
                <w:rFonts w:ascii="서울남산체 L" w:eastAsia="서울남산체 L" w:hAnsi="서울남산체 L" w:cs="Arial"/>
                <w:b/>
                <w:color w:val="FF0000"/>
                <w:spacing w:val="-8"/>
                <w:w w:val="90"/>
                <w:sz w:val="16"/>
                <w:szCs w:val="16"/>
              </w:rPr>
              <w:t>반</w:t>
            </w:r>
            <w:r w:rsidR="004B06B3" w:rsidRPr="0026403F">
              <w:rPr>
                <w:rFonts w:ascii="서울남산체 L" w:eastAsia="서울남산체 L" w:hAnsi="서울남산체 L" w:cs="Arial" w:hint="eastAsia"/>
                <w:b/>
                <w:color w:val="FF0000"/>
                <w:spacing w:val="-8"/>
                <w:w w:val="90"/>
                <w:sz w:val="16"/>
                <w:szCs w:val="16"/>
              </w:rPr>
              <w:t>드시</w:t>
            </w:r>
            <w:r w:rsidR="0026403F" w:rsidRPr="0026403F">
              <w:rPr>
                <w:rFonts w:ascii="서울남산체 L" w:eastAsia="서울남산체 L" w:hAnsi="서울남산체 L" w:cs="Arial" w:hint="eastAsia"/>
                <w:b/>
                <w:color w:val="FF0000"/>
                <w:spacing w:val="-8"/>
                <w:w w:val="90"/>
                <w:sz w:val="16"/>
                <w:szCs w:val="16"/>
              </w:rPr>
              <w:t xml:space="preserve"> </w:t>
            </w:r>
            <w:r w:rsidR="004B06B3" w:rsidRPr="0026403F">
              <w:rPr>
                <w:rFonts w:ascii="서울남산체 L" w:eastAsia="서울남산체 L" w:hAnsi="서울남산체 L" w:cs="Arial"/>
                <w:b/>
                <w:color w:val="FF0000"/>
                <w:spacing w:val="-8"/>
                <w:w w:val="90"/>
                <w:sz w:val="16"/>
                <w:szCs w:val="16"/>
              </w:rPr>
              <w:t>기</w:t>
            </w:r>
            <w:r w:rsidR="004B06B3" w:rsidRPr="0026403F">
              <w:rPr>
                <w:rFonts w:ascii="서울남산체 L" w:eastAsia="서울남산체 L" w:hAnsi="서울남산체 L" w:cs="Arial" w:hint="eastAsia"/>
                <w:b/>
                <w:color w:val="FF0000"/>
                <w:spacing w:val="-8"/>
                <w:w w:val="90"/>
                <w:sz w:val="16"/>
                <w:szCs w:val="16"/>
              </w:rPr>
              <w:t xml:space="preserve">재 </w:t>
            </w:r>
          </w:p>
          <w:p w14:paraId="024FBB2F" w14:textId="77777777" w:rsidR="00787163" w:rsidRPr="00787163" w:rsidRDefault="00787163" w:rsidP="004B06B3">
            <w:pPr>
              <w:snapToGrid w:val="0"/>
              <w:rPr>
                <w:rFonts w:ascii="서울남산체 L" w:eastAsia="서울남산체 L" w:hAnsi="서울남산체 L" w:cs="Arial"/>
                <w:b/>
                <w:color w:val="FF0000"/>
                <w:spacing w:val="-8"/>
                <w:w w:val="90"/>
                <w:sz w:val="16"/>
                <w:szCs w:val="16"/>
                <w:lang w:val="en-GB"/>
              </w:rPr>
            </w:pPr>
            <w:r>
              <w:rPr>
                <w:rFonts w:ascii="서울남산체 L" w:eastAsia="서울남산체 L" w:hAnsi="서울남산체 L" w:cs="Arial"/>
                <w:b/>
                <w:color w:val="FF0000"/>
                <w:spacing w:val="-8"/>
                <w:w w:val="90"/>
                <w:sz w:val="16"/>
                <w:szCs w:val="16"/>
                <w:lang w:val="en-GB"/>
              </w:rPr>
              <w:t xml:space="preserve">Please write down original resolution of film here </w:t>
            </w:r>
          </w:p>
        </w:tc>
      </w:tr>
      <w:tr w:rsidR="00EE7798" w:rsidRPr="00BC50FF" w14:paraId="13F3D494" w14:textId="77777777" w:rsidTr="00D910AB">
        <w:trPr>
          <w:gridAfter w:val="1"/>
          <w:wAfter w:w="80" w:type="dxa"/>
          <w:trHeight w:val="607"/>
          <w:jc w:val="center"/>
        </w:trPr>
        <w:tc>
          <w:tcPr>
            <w:tcW w:w="1218" w:type="dxa"/>
            <w:gridSpan w:val="2"/>
            <w:tcBorders>
              <w:top w:val="single" w:sz="4" w:space="0" w:color="auto"/>
              <w:bottom w:val="single" w:sz="4" w:space="0" w:color="auto"/>
              <w:right w:val="single" w:sz="4" w:space="0" w:color="auto"/>
            </w:tcBorders>
            <w:tcMar>
              <w:top w:w="28" w:type="dxa"/>
              <w:left w:w="28" w:type="dxa"/>
              <w:bottom w:w="28" w:type="dxa"/>
              <w:right w:w="28" w:type="dxa"/>
            </w:tcMar>
            <w:vAlign w:val="center"/>
          </w:tcPr>
          <w:p w14:paraId="104AC17F" w14:textId="77777777" w:rsidR="00FC2056" w:rsidRPr="00BC50FF" w:rsidRDefault="00FC2056" w:rsidP="00BA5152">
            <w:pPr>
              <w:snapToGrid w:val="0"/>
              <w:ind w:rightChars="-379" w:right="-758"/>
              <w:jc w:val="left"/>
              <w:rPr>
                <w:rFonts w:ascii="서울남산체 L" w:eastAsia="서울남산체 L" w:hAnsi="서울남산체 L" w:cs="Arial"/>
                <w:b/>
                <w:spacing w:val="-8"/>
                <w:w w:val="90"/>
                <w:sz w:val="16"/>
                <w:szCs w:val="16"/>
              </w:rPr>
            </w:pPr>
            <w:r w:rsidRPr="00BC50FF">
              <w:rPr>
                <w:rFonts w:ascii="서울남산체 L" w:eastAsia="서울남산체 L" w:hAnsi="서울남산체 L" w:cs="Arial"/>
                <w:b/>
                <w:spacing w:val="-8"/>
                <w:w w:val="90"/>
                <w:sz w:val="16"/>
                <w:szCs w:val="16"/>
              </w:rPr>
              <w:t>사운드</w:t>
            </w:r>
            <w:r w:rsidRPr="00BC50FF">
              <w:rPr>
                <w:rFonts w:ascii="서울남산체 L" w:eastAsia="서울남산체 L" w:hAnsi="서울남산체 L" w:cs="Arial" w:hint="eastAsia"/>
                <w:b/>
                <w:spacing w:val="-8"/>
                <w:w w:val="90"/>
                <w:sz w:val="16"/>
                <w:szCs w:val="16"/>
              </w:rPr>
              <w:t xml:space="preserve"> | Sound</w:t>
            </w:r>
          </w:p>
        </w:tc>
        <w:tc>
          <w:tcPr>
            <w:tcW w:w="1207" w:type="dxa"/>
            <w:gridSpan w:val="3"/>
            <w:tcBorders>
              <w:top w:val="single" w:sz="4" w:space="0" w:color="auto"/>
              <w:left w:val="single" w:sz="4" w:space="0" w:color="auto"/>
              <w:bottom w:val="single" w:sz="4" w:space="0" w:color="auto"/>
              <w:right w:val="single" w:sz="4" w:space="0" w:color="auto"/>
            </w:tcBorders>
            <w:vAlign w:val="center"/>
          </w:tcPr>
          <w:p w14:paraId="1EEDECD8"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Mono</w:t>
            </w:r>
          </w:p>
        </w:tc>
        <w:tc>
          <w:tcPr>
            <w:tcW w:w="940" w:type="dxa"/>
            <w:gridSpan w:val="3"/>
            <w:tcBorders>
              <w:top w:val="single" w:sz="4" w:space="0" w:color="auto"/>
              <w:left w:val="single" w:sz="4" w:space="0" w:color="auto"/>
              <w:bottom w:val="single" w:sz="4" w:space="0" w:color="auto"/>
              <w:right w:val="single" w:sz="4" w:space="0" w:color="auto"/>
            </w:tcBorders>
            <w:vAlign w:val="center"/>
          </w:tcPr>
          <w:p w14:paraId="28A3EDCA"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Stereo</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3E637A0"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BC50FF">
              <w:rPr>
                <w:rFonts w:ascii="서울남산체 L" w:eastAsia="서울남산체 L" w:hAnsi="서울남산체 L" w:cs="Arial" w:hint="eastAsia"/>
                <w:spacing w:val="-8"/>
                <w:w w:val="90"/>
                <w:sz w:val="16"/>
                <w:szCs w:val="16"/>
              </w:rPr>
              <w:t>Dolby A</w:t>
            </w:r>
          </w:p>
        </w:tc>
        <w:tc>
          <w:tcPr>
            <w:tcW w:w="989" w:type="dxa"/>
            <w:gridSpan w:val="5"/>
            <w:tcBorders>
              <w:top w:val="single" w:sz="4" w:space="0" w:color="auto"/>
              <w:left w:val="single" w:sz="4" w:space="0" w:color="auto"/>
              <w:bottom w:val="single" w:sz="4" w:space="0" w:color="auto"/>
              <w:right w:val="single" w:sz="4" w:space="0" w:color="auto"/>
            </w:tcBorders>
            <w:vAlign w:val="center"/>
          </w:tcPr>
          <w:p w14:paraId="21F0B56A"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Dolby SR</w:t>
            </w:r>
          </w:p>
        </w:tc>
        <w:tc>
          <w:tcPr>
            <w:tcW w:w="1279" w:type="dxa"/>
            <w:gridSpan w:val="2"/>
            <w:tcBorders>
              <w:top w:val="single" w:sz="4" w:space="0" w:color="auto"/>
              <w:left w:val="single" w:sz="4" w:space="0" w:color="auto"/>
              <w:bottom w:val="single" w:sz="4" w:space="0" w:color="auto"/>
              <w:right w:val="single" w:sz="4" w:space="0" w:color="auto"/>
            </w:tcBorders>
            <w:vAlign w:val="center"/>
          </w:tcPr>
          <w:p w14:paraId="2A6C7781"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Dolby Digital</w:t>
            </w:r>
          </w:p>
        </w:tc>
        <w:tc>
          <w:tcPr>
            <w:tcW w:w="344" w:type="dxa"/>
            <w:tcBorders>
              <w:top w:val="single" w:sz="4" w:space="0" w:color="auto"/>
              <w:left w:val="single" w:sz="4" w:space="0" w:color="auto"/>
              <w:bottom w:val="single" w:sz="4" w:space="0" w:color="auto"/>
              <w:right w:val="single" w:sz="4" w:space="0" w:color="auto"/>
            </w:tcBorders>
            <w:vAlign w:val="center"/>
          </w:tcPr>
          <w:p w14:paraId="1E315B18"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DTS</w:t>
            </w:r>
          </w:p>
        </w:tc>
        <w:tc>
          <w:tcPr>
            <w:tcW w:w="1488" w:type="dxa"/>
            <w:gridSpan w:val="2"/>
            <w:tcBorders>
              <w:top w:val="single" w:sz="4" w:space="0" w:color="auto"/>
              <w:left w:val="single" w:sz="4" w:space="0" w:color="auto"/>
              <w:bottom w:val="single" w:sz="4" w:space="0" w:color="auto"/>
            </w:tcBorders>
            <w:vAlign w:val="center"/>
          </w:tcPr>
          <w:p w14:paraId="66806947"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SDDS</w:t>
            </w:r>
          </w:p>
        </w:tc>
        <w:tc>
          <w:tcPr>
            <w:tcW w:w="2119" w:type="dxa"/>
            <w:tcBorders>
              <w:top w:val="single" w:sz="4" w:space="0" w:color="auto"/>
              <w:left w:val="single" w:sz="4" w:space="0" w:color="auto"/>
              <w:bottom w:val="single" w:sz="4" w:space="0" w:color="auto"/>
            </w:tcBorders>
            <w:vAlign w:val="center"/>
          </w:tcPr>
          <w:p w14:paraId="6753C685" w14:textId="77777777" w:rsidR="00FC2056" w:rsidRPr="00BC50FF" w:rsidRDefault="00FC2056"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00A9317A">
              <w:rPr>
                <w:rFonts w:ascii="서울남산체 L" w:eastAsia="서울남산체 L" w:hAnsi="서울남산체 L" w:cs="Arial"/>
                <w:spacing w:val="-8"/>
                <w:w w:val="90"/>
                <w:sz w:val="16"/>
                <w:szCs w:val="16"/>
              </w:rPr>
              <w:t>기</w:t>
            </w:r>
            <w:r w:rsidR="00A9317A">
              <w:rPr>
                <w:rFonts w:ascii="서울남산체 L" w:eastAsia="서울남산체 L" w:hAnsi="서울남산체 L" w:cs="Arial" w:hint="eastAsia"/>
                <w:spacing w:val="-8"/>
                <w:w w:val="90"/>
                <w:sz w:val="16"/>
                <w:szCs w:val="16"/>
              </w:rPr>
              <w:t>타</w:t>
            </w:r>
            <w:r w:rsidRPr="00BC50FF">
              <w:rPr>
                <w:rFonts w:ascii="서울남산체 L" w:eastAsia="서울남산체 L" w:hAnsi="서울남산체 L" w:cs="Arial" w:hint="eastAsia"/>
                <w:spacing w:val="-8"/>
                <w:w w:val="90"/>
                <w:sz w:val="16"/>
                <w:szCs w:val="16"/>
              </w:rPr>
              <w:t xml:space="preserve">Other (        </w:t>
            </w:r>
            <w:r w:rsidR="00952836"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spacing w:val="-8"/>
                <w:w w:val="90"/>
                <w:sz w:val="16"/>
                <w:szCs w:val="16"/>
              </w:rPr>
              <w:t xml:space="preserve">  )</w:t>
            </w:r>
          </w:p>
        </w:tc>
      </w:tr>
      <w:tr w:rsidR="0000690D" w:rsidRPr="00BC50FF" w14:paraId="191F1F84" w14:textId="77777777" w:rsidTr="000A7DE4">
        <w:trPr>
          <w:gridAfter w:val="1"/>
          <w:wAfter w:w="80" w:type="dxa"/>
          <w:trHeight w:val="508"/>
          <w:jc w:val="center"/>
        </w:trPr>
        <w:tc>
          <w:tcPr>
            <w:tcW w:w="1218" w:type="dxa"/>
            <w:gridSpan w:val="2"/>
            <w:tcBorders>
              <w:top w:val="single" w:sz="4" w:space="0" w:color="auto"/>
              <w:bottom w:val="single" w:sz="4" w:space="0" w:color="auto"/>
              <w:right w:val="single" w:sz="4" w:space="0" w:color="auto"/>
            </w:tcBorders>
            <w:tcMar>
              <w:top w:w="28" w:type="dxa"/>
              <w:left w:w="28" w:type="dxa"/>
              <w:bottom w:w="28" w:type="dxa"/>
              <w:right w:w="28" w:type="dxa"/>
            </w:tcMar>
            <w:vAlign w:val="center"/>
          </w:tcPr>
          <w:p w14:paraId="0C2EF9B3" w14:textId="77777777" w:rsidR="0000690D" w:rsidRPr="00BC50FF" w:rsidRDefault="0000690D"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b/>
                <w:bCs/>
                <w:spacing w:val="-8"/>
                <w:w w:val="90"/>
                <w:sz w:val="16"/>
                <w:szCs w:val="16"/>
              </w:rPr>
              <w:t>영상 비율 | Screen Ratio</w:t>
            </w:r>
          </w:p>
        </w:tc>
        <w:tc>
          <w:tcPr>
            <w:tcW w:w="341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12E09E5" w14:textId="77777777" w:rsidR="0000690D" w:rsidRPr="00BC50FF" w:rsidRDefault="0000690D"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1.33  </w:t>
            </w: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1.37  </w:t>
            </w: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1.66  </w:t>
            </w: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1</w:t>
            </w:r>
            <w:r w:rsidR="00E72029" w:rsidRPr="00BC50FF">
              <w:rPr>
                <w:rFonts w:ascii="서울남산체 L" w:eastAsia="서울남산체 L" w:hAnsi="서울남산체 L" w:cs="Arial" w:hint="eastAsia"/>
                <w:spacing w:val="-8"/>
                <w:w w:val="90"/>
                <w:sz w:val="16"/>
                <w:szCs w:val="16"/>
              </w:rPr>
              <w:t>.</w:t>
            </w:r>
            <w:r w:rsidRPr="00BC50FF">
              <w:rPr>
                <w:rFonts w:ascii="서울남산체 L" w:eastAsia="서울남산체 L" w:hAnsi="서울남산체 L" w:cs="Arial" w:hint="eastAsia"/>
                <w:spacing w:val="-8"/>
                <w:w w:val="90"/>
                <w:sz w:val="16"/>
                <w:szCs w:val="16"/>
              </w:rPr>
              <w:t xml:space="preserve">85  </w:t>
            </w: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2.35 (Scope)</w:t>
            </w:r>
          </w:p>
        </w:tc>
        <w:tc>
          <w:tcPr>
            <w:tcW w:w="3815" w:type="dxa"/>
            <w:gridSpan w:val="9"/>
            <w:tcBorders>
              <w:top w:val="single" w:sz="4" w:space="0" w:color="auto"/>
              <w:left w:val="single" w:sz="4" w:space="0" w:color="auto"/>
              <w:bottom w:val="single" w:sz="4" w:space="0" w:color="auto"/>
            </w:tcBorders>
            <w:shd w:val="clear" w:color="auto" w:fill="auto"/>
            <w:vAlign w:val="center"/>
          </w:tcPr>
          <w:p w14:paraId="5E3E3CB4" w14:textId="77777777" w:rsidR="0000690D" w:rsidRPr="00BC50FF" w:rsidRDefault="0000690D"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485FD0">
              <w:rPr>
                <w:rFonts w:ascii="서울남산체 L" w:eastAsia="서울남산체 L" w:hAnsi="서울남산체 L" w:cs="Arial" w:hint="eastAsia"/>
                <w:spacing w:val="-8"/>
                <w:w w:val="90"/>
                <w:sz w:val="22"/>
                <w:szCs w:val="22"/>
              </w:rPr>
              <w:t xml:space="preserve"> </w:t>
            </w:r>
            <w:r w:rsidRPr="00833FD5">
              <w:rPr>
                <w:rFonts w:ascii="서울남산체 L" w:eastAsia="서울남산체 L" w:hAnsi="서울남산체 L" w:cs="Arial" w:hint="eastAsia"/>
                <w:w w:val="92"/>
                <w:kern w:val="0"/>
                <w:sz w:val="16"/>
                <w:szCs w:val="16"/>
                <w:fitText w:val="3233" w:id="569103873"/>
              </w:rPr>
              <w:t xml:space="preserve">4:3  </w:t>
            </w:r>
            <w:r w:rsidRPr="00833FD5">
              <w:rPr>
                <w:rFonts w:ascii="서울남산체 L" w:eastAsia="서울남산체 L" w:hAnsi="서울남산체 L" w:cs="Arial"/>
                <w:w w:val="92"/>
                <w:kern w:val="0"/>
                <w:sz w:val="22"/>
                <w:szCs w:val="22"/>
                <w:fitText w:val="3233" w:id="569103873"/>
              </w:rPr>
              <w:t>□</w:t>
            </w:r>
            <w:r w:rsidRPr="00833FD5">
              <w:rPr>
                <w:rFonts w:ascii="서울남산체 L" w:eastAsia="서울남산체 L" w:hAnsi="서울남산체 L" w:cs="Arial" w:hint="eastAsia"/>
                <w:w w:val="92"/>
                <w:kern w:val="0"/>
                <w:sz w:val="16"/>
                <w:szCs w:val="16"/>
                <w:fitText w:val="3233" w:id="569103873"/>
              </w:rPr>
              <w:t xml:space="preserve"> 16:9 Anamorphic</w:t>
            </w:r>
            <w:r w:rsidRPr="00833FD5">
              <w:rPr>
                <w:rFonts w:ascii="서울남산체 L" w:eastAsia="서울남산체 L" w:hAnsi="서울남산체 L" w:cs="Arial"/>
                <w:w w:val="92"/>
                <w:kern w:val="0"/>
                <w:sz w:val="16"/>
                <w:szCs w:val="16"/>
                <w:fitText w:val="3233" w:id="569103873"/>
              </w:rPr>
              <w:t xml:space="preserve"> </w:t>
            </w:r>
            <w:r w:rsidRPr="00833FD5">
              <w:rPr>
                <w:rFonts w:ascii="서울남산체 L" w:eastAsia="서울남산체 L" w:hAnsi="서울남산체 L" w:cs="Arial" w:hint="eastAsia"/>
                <w:w w:val="92"/>
                <w:kern w:val="0"/>
                <w:sz w:val="16"/>
                <w:szCs w:val="16"/>
                <w:fitText w:val="3233" w:id="569103873"/>
              </w:rPr>
              <w:t xml:space="preserve"> </w:t>
            </w:r>
            <w:r w:rsidRPr="00833FD5">
              <w:rPr>
                <w:rFonts w:ascii="서울남산체 L" w:eastAsia="서울남산체 L" w:hAnsi="서울남산체 L" w:cs="Arial"/>
                <w:w w:val="92"/>
                <w:kern w:val="0"/>
                <w:sz w:val="22"/>
                <w:szCs w:val="22"/>
                <w:fitText w:val="3233" w:id="569103873"/>
              </w:rPr>
              <w:t>□</w:t>
            </w:r>
            <w:r w:rsidRPr="00833FD5">
              <w:rPr>
                <w:rFonts w:ascii="서울남산체 L" w:eastAsia="서울남산체 L" w:hAnsi="서울남산체 L" w:cs="Arial" w:hint="eastAsia"/>
                <w:w w:val="92"/>
                <w:kern w:val="0"/>
                <w:sz w:val="16"/>
                <w:szCs w:val="16"/>
                <w:fitText w:val="3233" w:id="569103873"/>
              </w:rPr>
              <w:t xml:space="preserve"> 16:9 </w:t>
            </w:r>
            <w:r w:rsidR="00563357" w:rsidRPr="00833FD5">
              <w:rPr>
                <w:rFonts w:ascii="서울남산체 L" w:eastAsia="서울남산체 L" w:hAnsi="서울남산체 L" w:cs="Arial" w:hint="eastAsia"/>
                <w:w w:val="92"/>
                <w:kern w:val="0"/>
                <w:sz w:val="16"/>
                <w:szCs w:val="16"/>
                <w:fitText w:val="3233" w:id="569103873"/>
              </w:rPr>
              <w:t>Letterbox</w:t>
            </w:r>
            <w:r w:rsidRPr="00833FD5">
              <w:rPr>
                <w:rFonts w:ascii="서울남산체 L" w:eastAsia="서울남산체 L" w:hAnsi="서울남산체 L" w:cs="Arial" w:hint="eastAsia"/>
                <w:w w:val="92"/>
                <w:kern w:val="0"/>
                <w:sz w:val="16"/>
                <w:szCs w:val="16"/>
                <w:fitText w:val="3233" w:id="569103873"/>
              </w:rPr>
              <w:t xml:space="preserve"> </w:t>
            </w:r>
            <w:r w:rsidR="00563357" w:rsidRPr="00833FD5">
              <w:rPr>
                <w:rFonts w:ascii="서울남산체 L" w:eastAsia="서울남산체 L" w:hAnsi="서울남산체 L" w:cs="Arial" w:hint="eastAsia"/>
                <w:w w:val="92"/>
                <w:kern w:val="0"/>
                <w:sz w:val="22"/>
                <w:szCs w:val="22"/>
                <w:fitText w:val="3233" w:id="569103873"/>
              </w:rPr>
              <w:t xml:space="preserve"> </w:t>
            </w:r>
            <w:r w:rsidRPr="00833FD5">
              <w:rPr>
                <w:rFonts w:ascii="서울남산체 L" w:eastAsia="서울남산체 L" w:hAnsi="서울남산체 L" w:cs="Arial"/>
                <w:w w:val="92"/>
                <w:kern w:val="0"/>
                <w:sz w:val="22"/>
                <w:szCs w:val="22"/>
                <w:fitText w:val="3233" w:id="569103873"/>
              </w:rPr>
              <w:t>□</w:t>
            </w:r>
            <w:r w:rsidRPr="00833FD5">
              <w:rPr>
                <w:rFonts w:ascii="서울남산체 L" w:eastAsia="서울남산체 L" w:hAnsi="서울남산체 L" w:cs="Arial" w:hint="eastAsia"/>
                <w:w w:val="92"/>
                <w:kern w:val="0"/>
                <w:sz w:val="16"/>
                <w:szCs w:val="16"/>
                <w:fitText w:val="3233" w:id="569103873"/>
              </w:rPr>
              <w:t xml:space="preserve"> 16:</w:t>
            </w:r>
            <w:r w:rsidRPr="00833FD5">
              <w:rPr>
                <w:rFonts w:ascii="서울남산체 L" w:eastAsia="서울남산체 L" w:hAnsi="서울남산체 L" w:cs="Arial" w:hint="eastAsia"/>
                <w:spacing w:val="760"/>
                <w:w w:val="92"/>
                <w:kern w:val="0"/>
                <w:sz w:val="16"/>
                <w:szCs w:val="16"/>
                <w:fitText w:val="3233" w:id="569103873"/>
              </w:rPr>
              <w:t>9</w:t>
            </w:r>
          </w:p>
        </w:tc>
        <w:tc>
          <w:tcPr>
            <w:tcW w:w="2119" w:type="dxa"/>
            <w:tcBorders>
              <w:top w:val="single" w:sz="4" w:space="0" w:color="auto"/>
              <w:left w:val="single" w:sz="4" w:space="0" w:color="auto"/>
              <w:bottom w:val="single" w:sz="4" w:space="0" w:color="auto"/>
            </w:tcBorders>
            <w:shd w:val="clear" w:color="auto" w:fill="auto"/>
            <w:vAlign w:val="center"/>
          </w:tcPr>
          <w:p w14:paraId="14ABAD2C" w14:textId="77777777" w:rsidR="0000690D" w:rsidRPr="00BC50FF" w:rsidRDefault="0000690D"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w:t>
            </w:r>
            <w:r w:rsidR="00A9317A">
              <w:rPr>
                <w:rFonts w:ascii="서울남산체 L" w:eastAsia="서울남산체 L" w:hAnsi="서울남산체 L" w:cs="Arial"/>
                <w:spacing w:val="-8"/>
                <w:w w:val="90"/>
                <w:sz w:val="16"/>
                <w:szCs w:val="16"/>
              </w:rPr>
              <w:t>기</w:t>
            </w:r>
            <w:r w:rsidR="00A9317A">
              <w:rPr>
                <w:rFonts w:ascii="서울남산체 L" w:eastAsia="서울남산체 L" w:hAnsi="서울남산체 L" w:cs="Arial" w:hint="eastAsia"/>
                <w:spacing w:val="-8"/>
                <w:w w:val="90"/>
                <w:sz w:val="16"/>
                <w:szCs w:val="16"/>
              </w:rPr>
              <w:t>타</w:t>
            </w:r>
            <w:r w:rsidRPr="00BC50FF">
              <w:rPr>
                <w:rFonts w:ascii="서울남산체 L" w:eastAsia="서울남산체 L" w:hAnsi="서울남산체 L" w:cs="Arial" w:hint="eastAsia"/>
                <w:spacing w:val="-8"/>
                <w:w w:val="90"/>
                <w:sz w:val="16"/>
                <w:szCs w:val="16"/>
              </w:rPr>
              <w:t>Other (            )</w:t>
            </w:r>
          </w:p>
        </w:tc>
      </w:tr>
      <w:tr w:rsidR="00E53AB1" w:rsidRPr="00BC50FF" w14:paraId="4EB506AE" w14:textId="77777777" w:rsidTr="000A7DE4">
        <w:trPr>
          <w:gridAfter w:val="1"/>
          <w:wAfter w:w="80" w:type="dxa"/>
          <w:trHeight w:val="131"/>
          <w:jc w:val="center"/>
        </w:trPr>
        <w:tc>
          <w:tcPr>
            <w:tcW w:w="1218" w:type="dxa"/>
            <w:gridSpan w:val="2"/>
            <w:tcBorders>
              <w:top w:val="single" w:sz="4" w:space="0" w:color="auto"/>
              <w:bottom w:val="single" w:sz="12" w:space="0" w:color="auto"/>
              <w:right w:val="single" w:sz="4" w:space="0" w:color="auto"/>
            </w:tcBorders>
            <w:tcMar>
              <w:top w:w="28" w:type="dxa"/>
              <w:left w:w="28" w:type="dxa"/>
              <w:bottom w:w="28" w:type="dxa"/>
              <w:right w:w="28" w:type="dxa"/>
            </w:tcMar>
            <w:vAlign w:val="center"/>
          </w:tcPr>
          <w:p w14:paraId="5A08DD13" w14:textId="77777777" w:rsidR="00E53AB1" w:rsidRPr="00BC50FF" w:rsidRDefault="00E53AB1" w:rsidP="00BA5152">
            <w:pPr>
              <w:snapToGrid w:val="0"/>
              <w:jc w:val="left"/>
              <w:rPr>
                <w:rFonts w:ascii="서울남산체 L" w:eastAsia="서울남산체 L" w:hAnsi="서울남산체 L" w:cs="Arial"/>
                <w:b/>
                <w:bCs/>
                <w:spacing w:val="-8"/>
                <w:w w:val="90"/>
                <w:sz w:val="16"/>
                <w:szCs w:val="16"/>
              </w:rPr>
            </w:pPr>
            <w:r w:rsidRPr="00BC50FF">
              <w:rPr>
                <w:rFonts w:ascii="서울남산체 L" w:eastAsia="서울남산체 L" w:hAnsi="서울남산체 L" w:cs="Arial" w:hint="eastAsia"/>
                <w:b/>
                <w:bCs/>
                <w:spacing w:val="-8"/>
                <w:w w:val="90"/>
                <w:sz w:val="16"/>
                <w:szCs w:val="16"/>
              </w:rPr>
              <w:lastRenderedPageBreak/>
              <w:t>색상 | Color</w:t>
            </w:r>
          </w:p>
        </w:tc>
        <w:tc>
          <w:tcPr>
            <w:tcW w:w="1717" w:type="dxa"/>
            <w:gridSpan w:val="4"/>
            <w:tcBorders>
              <w:top w:val="single" w:sz="4" w:space="0" w:color="auto"/>
              <w:left w:val="single" w:sz="4" w:space="0" w:color="auto"/>
              <w:bottom w:val="single" w:sz="12" w:space="0" w:color="auto"/>
              <w:right w:val="single" w:sz="4" w:space="0" w:color="auto"/>
            </w:tcBorders>
            <w:vAlign w:val="center"/>
          </w:tcPr>
          <w:p w14:paraId="2115FEBE" w14:textId="77777777" w:rsidR="00E53AB1" w:rsidRPr="00BC50FF" w:rsidRDefault="00E53AB1"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흑백 | Black &amp; White</w:t>
            </w:r>
          </w:p>
        </w:tc>
        <w:tc>
          <w:tcPr>
            <w:tcW w:w="7636" w:type="dxa"/>
            <w:gridSpan w:val="15"/>
            <w:tcBorders>
              <w:top w:val="single" w:sz="4" w:space="0" w:color="auto"/>
              <w:left w:val="single" w:sz="4" w:space="0" w:color="auto"/>
              <w:bottom w:val="single" w:sz="12" w:space="0" w:color="auto"/>
            </w:tcBorders>
            <w:vAlign w:val="center"/>
          </w:tcPr>
          <w:p w14:paraId="63DA7485" w14:textId="77777777" w:rsidR="00E53AB1" w:rsidRPr="00BC50FF" w:rsidRDefault="00E53AB1" w:rsidP="00BA5152">
            <w:pPr>
              <w:snapToGrid w:val="0"/>
              <w:jc w:val="left"/>
              <w:rPr>
                <w:rFonts w:ascii="서울남산체 L" w:eastAsia="서울남산체 L" w:hAnsi="서울남산체 L" w:cs="Arial"/>
                <w:spacing w:val="-8"/>
                <w:w w:val="90"/>
                <w:sz w:val="16"/>
                <w:szCs w:val="16"/>
              </w:rPr>
            </w:pPr>
            <w:r w:rsidRPr="00485FD0">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칼라 | Color</w:t>
            </w:r>
          </w:p>
        </w:tc>
      </w:tr>
      <w:tr w:rsidR="00C42AA1" w:rsidRPr="00BC50FF" w14:paraId="2B71ED94" w14:textId="77777777" w:rsidTr="000A7DE4">
        <w:trPr>
          <w:gridAfter w:val="1"/>
          <w:wAfter w:w="80" w:type="dxa"/>
          <w:trHeight w:val="20"/>
          <w:jc w:val="center"/>
        </w:trPr>
        <w:tc>
          <w:tcPr>
            <w:tcW w:w="10571" w:type="dxa"/>
            <w:gridSpan w:val="21"/>
            <w:shd w:val="clear" w:color="auto" w:fill="333333"/>
            <w:vAlign w:val="center"/>
          </w:tcPr>
          <w:p w14:paraId="11CE1E6D" w14:textId="77777777" w:rsidR="00C42AA1" w:rsidRPr="00BC50FF" w:rsidRDefault="00515029" w:rsidP="00BA5152">
            <w:pPr>
              <w:snapToGrid w:val="0"/>
              <w:jc w:val="left"/>
              <w:rPr>
                <w:rFonts w:ascii="서울남산체 L" w:eastAsia="서울남산체 L" w:hAnsi="서울남산체 L" w:cs="Arial"/>
                <w:color w:val="FFFFFF"/>
                <w:spacing w:val="-8"/>
                <w:w w:val="90"/>
                <w:sz w:val="18"/>
                <w:szCs w:val="18"/>
              </w:rPr>
            </w:pPr>
            <w:r>
              <w:rPr>
                <w:rFonts w:ascii="서울남산체 L" w:eastAsia="서울남산체 L" w:hAnsi="서울남산체 L" w:cs="Arial"/>
                <w:color w:val="FFFFFF"/>
                <w:spacing w:val="-8"/>
                <w:w w:val="90"/>
                <w:sz w:val="18"/>
                <w:szCs w:val="18"/>
              </w:rPr>
              <w:t>5</w:t>
            </w:r>
            <w:r w:rsidRPr="00BC50FF">
              <w:rPr>
                <w:rFonts w:ascii="서울남산체 L" w:eastAsia="서울남산체 L" w:hAnsi="서울남산체 L" w:cs="Arial" w:hint="eastAsia"/>
                <w:color w:val="FFFFFF"/>
                <w:spacing w:val="-8"/>
                <w:w w:val="90"/>
                <w:sz w:val="18"/>
                <w:szCs w:val="18"/>
              </w:rPr>
              <w:t xml:space="preserve">. </w:t>
            </w:r>
            <w:r>
              <w:rPr>
                <w:rFonts w:ascii="서울남산체 L" w:eastAsia="서울남산체 L" w:hAnsi="서울남산체 L" w:cs="Arial" w:hint="eastAsia"/>
                <w:color w:val="FFFFFF"/>
                <w:spacing w:val="-8"/>
                <w:w w:val="90"/>
                <w:sz w:val="18"/>
                <w:szCs w:val="18"/>
              </w:rPr>
              <w:t>감</w:t>
            </w:r>
            <w:r>
              <w:rPr>
                <w:rFonts w:ascii="서울남산체 L" w:eastAsia="서울남산체 L" w:hAnsi="서울남산체 L" w:cs="Arial"/>
                <w:color w:val="FFFFFF"/>
                <w:spacing w:val="-8"/>
                <w:w w:val="90"/>
                <w:sz w:val="18"/>
                <w:szCs w:val="18"/>
              </w:rPr>
              <w:t>독</w:t>
            </w:r>
            <w:r w:rsidRPr="00BC50FF">
              <w:rPr>
                <w:rFonts w:ascii="서울남산체 L" w:eastAsia="서울남산체 L" w:hAnsi="서울남산체 L" w:cs="Arial" w:hint="eastAsia"/>
                <w:color w:val="FFFFFF"/>
                <w:spacing w:val="-8"/>
                <w:w w:val="90"/>
                <w:sz w:val="18"/>
                <w:szCs w:val="18"/>
              </w:rPr>
              <w:t xml:space="preserve"> </w:t>
            </w:r>
            <w:r w:rsidRPr="00BC50FF">
              <w:rPr>
                <w:rFonts w:ascii="서울남산체 L" w:eastAsia="서울남산체 L" w:hAnsi="서울남산체 L" w:cs="Arial" w:hint="eastAsia"/>
                <w:b/>
                <w:bCs/>
                <w:iCs/>
                <w:color w:val="FFFFFF"/>
                <w:spacing w:val="-8"/>
                <w:w w:val="90"/>
                <w:sz w:val="18"/>
                <w:szCs w:val="18"/>
              </w:rPr>
              <w:t>|</w:t>
            </w:r>
            <w:r w:rsidRPr="00BC50FF">
              <w:rPr>
                <w:rFonts w:ascii="서울남산체 L" w:eastAsia="서울남산체 L" w:hAnsi="서울남산체 L" w:cs="Arial"/>
                <w:b/>
                <w:bCs/>
                <w:iCs/>
                <w:color w:val="FFFFFF"/>
                <w:spacing w:val="-8"/>
                <w:w w:val="90"/>
                <w:sz w:val="18"/>
                <w:szCs w:val="18"/>
              </w:rPr>
              <w:t xml:space="preserve"> </w:t>
            </w:r>
            <w:r>
              <w:rPr>
                <w:rFonts w:ascii="서울남산체 L" w:eastAsia="서울남산체 L" w:hAnsi="서울남산체 L" w:cs="Arial"/>
                <w:b/>
                <w:bCs/>
                <w:iCs/>
                <w:color w:val="FFFFFF"/>
                <w:spacing w:val="-8"/>
                <w:w w:val="90"/>
                <w:sz w:val="18"/>
                <w:szCs w:val="18"/>
              </w:rPr>
              <w:t>Director</w:t>
            </w:r>
          </w:p>
        </w:tc>
      </w:tr>
      <w:tr w:rsidR="00C42AA1" w:rsidRPr="00BC50FF" w14:paraId="60E07AEA" w14:textId="77777777" w:rsidTr="000A7DE4">
        <w:trPr>
          <w:gridAfter w:val="1"/>
          <w:wAfter w:w="80" w:type="dxa"/>
          <w:trHeight w:val="284"/>
          <w:jc w:val="center"/>
        </w:trPr>
        <w:tc>
          <w:tcPr>
            <w:tcW w:w="4734" w:type="dxa"/>
            <w:gridSpan w:val="12"/>
            <w:tcBorders>
              <w:bottom w:val="single" w:sz="4" w:space="0" w:color="auto"/>
              <w:right w:val="single" w:sz="4" w:space="0" w:color="auto"/>
            </w:tcBorders>
            <w:vAlign w:val="center"/>
          </w:tcPr>
          <w:p w14:paraId="4CB40029"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이 름</w:t>
            </w:r>
            <w:r w:rsidR="00163A41" w:rsidRPr="00BC50FF">
              <w:rPr>
                <w:rFonts w:ascii="서울남산체 L" w:eastAsia="서울남산체 L" w:hAnsi="서울남산체 L" w:cs="Arial" w:hint="eastAsia"/>
                <w:spacing w:val="-8"/>
                <w:w w:val="90"/>
                <w:sz w:val="16"/>
                <w:szCs w:val="16"/>
              </w:rPr>
              <w:t xml:space="preserve"> | Name</w:t>
            </w:r>
          </w:p>
        </w:tc>
        <w:tc>
          <w:tcPr>
            <w:tcW w:w="5837" w:type="dxa"/>
            <w:gridSpan w:val="9"/>
            <w:tcBorders>
              <w:left w:val="single" w:sz="4" w:space="0" w:color="auto"/>
              <w:bottom w:val="single" w:sz="4" w:space="0" w:color="auto"/>
            </w:tcBorders>
            <w:vAlign w:val="center"/>
          </w:tcPr>
          <w:p w14:paraId="307703FB"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(English)</w:t>
            </w:r>
            <w:r w:rsidR="00163A41" w:rsidRPr="00BC50FF">
              <w:rPr>
                <w:rFonts w:ascii="서울남산체 L" w:eastAsia="서울남산체 L" w:hAnsi="서울남산체 L" w:cs="Arial" w:hint="eastAsia"/>
                <w:spacing w:val="-8"/>
                <w:w w:val="90"/>
                <w:sz w:val="16"/>
                <w:szCs w:val="16"/>
              </w:rPr>
              <w:t xml:space="preserve">   </w:t>
            </w:r>
            <w:r w:rsidR="00163A41" w:rsidRPr="00BC50FF">
              <w:rPr>
                <w:rFonts w:ascii="서울남산체 L" w:eastAsia="서울남산체 L" w:hAnsi="서울남산체 L" w:cs="Arial" w:hint="eastAsia"/>
                <w:color w:val="7F7F7F"/>
                <w:spacing w:val="-8"/>
                <w:w w:val="90"/>
                <w:sz w:val="16"/>
                <w:szCs w:val="16"/>
              </w:rPr>
              <w:t>Given</w:t>
            </w:r>
            <w:r w:rsidR="00163A41" w:rsidRPr="00BC50FF">
              <w:rPr>
                <w:rFonts w:ascii="서울남산체 L" w:eastAsia="서울남산체 L" w:hAnsi="서울남산체 L" w:cs="Arial" w:hint="eastAsia"/>
                <w:color w:val="7F7F7F"/>
                <w:spacing w:val="-8"/>
                <w:w w:val="90"/>
                <w:sz w:val="12"/>
                <w:szCs w:val="12"/>
              </w:rPr>
              <w:t>)</w:t>
            </w:r>
            <w:r w:rsidR="00163A41" w:rsidRPr="00BC50FF">
              <w:rPr>
                <w:rFonts w:ascii="서울남산체 L" w:eastAsia="서울남산체 L" w:hAnsi="서울남산체 L" w:cs="Arial" w:hint="eastAsia"/>
                <w:color w:val="7F7F7F"/>
                <w:spacing w:val="-8"/>
                <w:w w:val="90"/>
                <w:sz w:val="16"/>
                <w:szCs w:val="16"/>
              </w:rPr>
              <w:t xml:space="preserve">                                 F</w:t>
            </w:r>
            <w:r w:rsidR="00241BCD">
              <w:rPr>
                <w:rFonts w:ascii="서울남산체 L" w:eastAsia="서울남산체 L" w:hAnsi="서울남산체 L" w:cs="Arial"/>
                <w:color w:val="7F7F7F"/>
                <w:spacing w:val="-8"/>
                <w:w w:val="90"/>
                <w:sz w:val="16"/>
                <w:szCs w:val="16"/>
              </w:rPr>
              <w:t>AMILY</w:t>
            </w:r>
            <w:r w:rsidR="00163A41" w:rsidRPr="00BC50FF">
              <w:rPr>
                <w:rFonts w:ascii="서울남산체 L" w:eastAsia="서울남산체 L" w:hAnsi="서울남산체 L" w:cs="Arial" w:hint="eastAsia"/>
                <w:color w:val="7F7F7F"/>
                <w:spacing w:val="-8"/>
                <w:w w:val="90"/>
                <w:sz w:val="12"/>
                <w:szCs w:val="12"/>
              </w:rPr>
              <w:t>)</w:t>
            </w:r>
          </w:p>
        </w:tc>
      </w:tr>
      <w:tr w:rsidR="00C42AA1" w:rsidRPr="00BC50FF" w14:paraId="6B550377" w14:textId="77777777" w:rsidTr="000A7DE4">
        <w:trPr>
          <w:gridAfter w:val="1"/>
          <w:wAfter w:w="80" w:type="dxa"/>
          <w:trHeight w:val="284"/>
          <w:jc w:val="center"/>
        </w:trPr>
        <w:tc>
          <w:tcPr>
            <w:tcW w:w="10571" w:type="dxa"/>
            <w:gridSpan w:val="21"/>
            <w:tcBorders>
              <w:top w:val="single" w:sz="4" w:space="0" w:color="auto"/>
              <w:bottom w:val="single" w:sz="4" w:space="0" w:color="auto"/>
            </w:tcBorders>
            <w:vAlign w:val="center"/>
          </w:tcPr>
          <w:p w14:paraId="1ED84ED5"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주 소 | Address</w:t>
            </w:r>
          </w:p>
        </w:tc>
      </w:tr>
      <w:tr w:rsidR="00C42AA1" w:rsidRPr="00BC50FF" w14:paraId="65C61349" w14:textId="77777777" w:rsidTr="000A7DE4">
        <w:trPr>
          <w:gridAfter w:val="1"/>
          <w:wAfter w:w="80" w:type="dxa"/>
          <w:trHeight w:val="284"/>
          <w:jc w:val="center"/>
        </w:trPr>
        <w:tc>
          <w:tcPr>
            <w:tcW w:w="4734" w:type="dxa"/>
            <w:gridSpan w:val="12"/>
            <w:tcBorders>
              <w:top w:val="single" w:sz="4" w:space="0" w:color="auto"/>
              <w:bottom w:val="single" w:sz="4" w:space="0" w:color="auto"/>
              <w:right w:val="single" w:sz="4" w:space="0" w:color="auto"/>
            </w:tcBorders>
            <w:vAlign w:val="center"/>
          </w:tcPr>
          <w:p w14:paraId="3772CE03"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전 화 | Tel</w:t>
            </w:r>
          </w:p>
        </w:tc>
        <w:tc>
          <w:tcPr>
            <w:tcW w:w="5837" w:type="dxa"/>
            <w:gridSpan w:val="9"/>
            <w:tcBorders>
              <w:top w:val="single" w:sz="4" w:space="0" w:color="auto"/>
              <w:left w:val="single" w:sz="4" w:space="0" w:color="auto"/>
              <w:bottom w:val="single" w:sz="4" w:space="0" w:color="auto"/>
            </w:tcBorders>
            <w:vAlign w:val="center"/>
          </w:tcPr>
          <w:p w14:paraId="4A562494"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팩 스 | Fax</w:t>
            </w:r>
          </w:p>
        </w:tc>
      </w:tr>
      <w:tr w:rsidR="00C42AA1" w:rsidRPr="00BC50FF" w14:paraId="2F471746" w14:textId="77777777" w:rsidTr="000A7DE4">
        <w:trPr>
          <w:gridAfter w:val="1"/>
          <w:wAfter w:w="80" w:type="dxa"/>
          <w:trHeight w:val="284"/>
          <w:jc w:val="center"/>
        </w:trPr>
        <w:tc>
          <w:tcPr>
            <w:tcW w:w="4734" w:type="dxa"/>
            <w:gridSpan w:val="12"/>
            <w:tcBorders>
              <w:top w:val="single" w:sz="4" w:space="0" w:color="auto"/>
              <w:bottom w:val="single" w:sz="4" w:space="0" w:color="auto"/>
              <w:right w:val="single" w:sz="4" w:space="0" w:color="auto"/>
            </w:tcBorders>
            <w:vAlign w:val="center"/>
          </w:tcPr>
          <w:p w14:paraId="7ADEC955"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휴대전화 | Mobile Phone</w:t>
            </w:r>
          </w:p>
        </w:tc>
        <w:tc>
          <w:tcPr>
            <w:tcW w:w="5837" w:type="dxa"/>
            <w:gridSpan w:val="9"/>
            <w:tcBorders>
              <w:top w:val="single" w:sz="4" w:space="0" w:color="auto"/>
              <w:left w:val="single" w:sz="4" w:space="0" w:color="auto"/>
              <w:bottom w:val="single" w:sz="4" w:space="0" w:color="auto"/>
            </w:tcBorders>
            <w:vAlign w:val="center"/>
          </w:tcPr>
          <w:p w14:paraId="4FDEBEB5"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웹사이트 | Website</w:t>
            </w:r>
          </w:p>
        </w:tc>
      </w:tr>
      <w:tr w:rsidR="00C42AA1" w:rsidRPr="00BC50FF" w14:paraId="289928AB" w14:textId="77777777" w:rsidTr="000A7DE4">
        <w:trPr>
          <w:gridAfter w:val="1"/>
          <w:wAfter w:w="80" w:type="dxa"/>
          <w:trHeight w:val="284"/>
          <w:jc w:val="center"/>
        </w:trPr>
        <w:tc>
          <w:tcPr>
            <w:tcW w:w="10571" w:type="dxa"/>
            <w:gridSpan w:val="21"/>
            <w:tcBorders>
              <w:top w:val="single" w:sz="4" w:space="0" w:color="auto"/>
              <w:bottom w:val="single" w:sz="12" w:space="0" w:color="auto"/>
            </w:tcBorders>
            <w:vAlign w:val="center"/>
          </w:tcPr>
          <w:p w14:paraId="55549306"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이메일 | E-Mail (required)</w:t>
            </w:r>
          </w:p>
        </w:tc>
      </w:tr>
      <w:tr w:rsidR="00C42AA1" w:rsidRPr="00BC50FF" w14:paraId="77AAFA64" w14:textId="77777777" w:rsidTr="000A7DE4">
        <w:trPr>
          <w:gridAfter w:val="1"/>
          <w:wAfter w:w="80" w:type="dxa"/>
          <w:trHeight w:val="284"/>
          <w:jc w:val="center"/>
        </w:trPr>
        <w:tc>
          <w:tcPr>
            <w:tcW w:w="10571" w:type="dxa"/>
            <w:gridSpan w:val="21"/>
            <w:tcBorders>
              <w:bottom w:val="dashed" w:sz="4" w:space="0" w:color="auto"/>
            </w:tcBorders>
            <w:vAlign w:val="center"/>
          </w:tcPr>
          <w:p w14:paraId="16B9F9A5"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spacing w:val="-8"/>
                <w:w w:val="90"/>
                <w:sz w:val="16"/>
                <w:szCs w:val="16"/>
              </w:rPr>
              <w:t>●</w:t>
            </w:r>
            <w:r w:rsidRPr="00BC50FF">
              <w:rPr>
                <w:rFonts w:ascii="서울남산체 L" w:eastAsia="서울남산체 L" w:hAnsi="서울남산체 L" w:cs="Arial" w:hint="eastAsia"/>
                <w:spacing w:val="-8"/>
                <w:w w:val="90"/>
                <w:sz w:val="16"/>
                <w:szCs w:val="16"/>
              </w:rPr>
              <w:t xml:space="preserve"> 약력 | Biography</w:t>
            </w:r>
            <w:r w:rsidR="00A129C4" w:rsidRPr="00BC50FF">
              <w:rPr>
                <w:rFonts w:ascii="서울남산체 L" w:eastAsia="서울남산체 L" w:hAnsi="서울남산체 L" w:cs="Arial" w:hint="eastAsia"/>
                <w:spacing w:val="-8"/>
                <w:w w:val="90"/>
                <w:sz w:val="16"/>
                <w:szCs w:val="16"/>
              </w:rPr>
              <w:t xml:space="preserve"> </w:t>
            </w:r>
            <w:r w:rsidR="00A129C4" w:rsidRPr="00BC50FF">
              <w:rPr>
                <w:rFonts w:ascii="서울남산체 L" w:eastAsia="서울남산체 L" w:hAnsi="서울남산체 L" w:cs="Arial" w:hint="eastAsia"/>
                <w:b/>
                <w:bCs/>
                <w:spacing w:val="-8"/>
                <w:w w:val="90"/>
                <w:sz w:val="16"/>
                <w:szCs w:val="16"/>
              </w:rPr>
              <w:t>(</w:t>
            </w:r>
            <w:r w:rsidR="00A129C4" w:rsidRPr="00BC50FF">
              <w:rPr>
                <w:rFonts w:ascii="서울남산체 L" w:eastAsia="서울남산체 L" w:hAnsi="서울남산체 L" w:cs="Arial"/>
                <w:b/>
                <w:bCs/>
                <w:spacing w:val="-8"/>
                <w:w w:val="90"/>
                <w:sz w:val="16"/>
                <w:szCs w:val="16"/>
              </w:rPr>
              <w:t>※</w:t>
            </w:r>
            <w:r w:rsidR="00A129C4" w:rsidRPr="00BC50FF">
              <w:rPr>
                <w:rFonts w:ascii="서울남산체 L" w:eastAsia="서울남산체 L" w:hAnsi="서울남산체 L" w:cs="Arial" w:hint="eastAsia"/>
                <w:b/>
                <w:bCs/>
                <w:spacing w:val="-8"/>
                <w:w w:val="90"/>
                <w:sz w:val="16"/>
                <w:szCs w:val="16"/>
              </w:rPr>
              <w:t xml:space="preserve"> </w:t>
            </w:r>
            <w:r w:rsidR="006D3567" w:rsidRPr="00BC50FF">
              <w:rPr>
                <w:rFonts w:ascii="서울남산체 L" w:eastAsia="서울남산체 L" w:hAnsi="서울남산체 L" w:cs="Arial" w:hint="eastAsia"/>
                <w:b/>
                <w:bCs/>
                <w:spacing w:val="-8"/>
                <w:w w:val="90"/>
                <w:sz w:val="16"/>
                <w:szCs w:val="16"/>
              </w:rPr>
              <w:t>150자</w:t>
            </w:r>
            <w:r w:rsidR="00A129C4" w:rsidRPr="00BC50FF">
              <w:rPr>
                <w:rFonts w:ascii="서울남산체 L" w:eastAsia="서울남산체 L" w:hAnsi="서울남산체 L" w:cs="Arial" w:hint="eastAsia"/>
                <w:b/>
                <w:bCs/>
                <w:spacing w:val="-8"/>
                <w:w w:val="90"/>
                <w:sz w:val="16"/>
                <w:szCs w:val="16"/>
              </w:rPr>
              <w:t xml:space="preserve"> 내외로 간략히 써 주시기 바랍니다. | </w:t>
            </w:r>
            <w:r w:rsidR="006D3567" w:rsidRPr="00BC50FF">
              <w:rPr>
                <w:rFonts w:ascii="서울남산체 L" w:eastAsia="서울남산체 L" w:hAnsi="서울남산체 L" w:cs="Arial" w:hint="eastAsia"/>
                <w:b/>
                <w:bCs/>
                <w:spacing w:val="-8"/>
                <w:w w:val="90"/>
                <w:sz w:val="16"/>
                <w:szCs w:val="16"/>
              </w:rPr>
              <w:t>w</w:t>
            </w:r>
            <w:r w:rsidR="008E67A3" w:rsidRPr="00BC50FF">
              <w:rPr>
                <w:rFonts w:ascii="서울남산체 L" w:eastAsia="서울남산체 L" w:hAnsi="서울남산체 L" w:cs="Arial" w:hint="eastAsia"/>
                <w:b/>
                <w:bCs/>
                <w:spacing w:val="-8"/>
                <w:w w:val="90"/>
                <w:sz w:val="16"/>
                <w:szCs w:val="16"/>
              </w:rPr>
              <w:t>ithin</w:t>
            </w:r>
            <w:r w:rsidR="003C52D3" w:rsidRPr="00BC50FF">
              <w:rPr>
                <w:rFonts w:ascii="서울남산체 L" w:eastAsia="서울남산체 L" w:hAnsi="서울남산체 L" w:cs="Arial" w:hint="eastAsia"/>
                <w:b/>
                <w:bCs/>
                <w:spacing w:val="-8"/>
                <w:w w:val="90"/>
                <w:sz w:val="16"/>
                <w:szCs w:val="16"/>
              </w:rPr>
              <w:t xml:space="preserve"> 1</w:t>
            </w:r>
            <w:r w:rsidR="008E67A3" w:rsidRPr="00BC50FF">
              <w:rPr>
                <w:rFonts w:ascii="서울남산체 L" w:eastAsia="서울남산체 L" w:hAnsi="서울남산체 L" w:cs="Arial" w:hint="eastAsia"/>
                <w:b/>
                <w:bCs/>
                <w:spacing w:val="-8"/>
                <w:w w:val="90"/>
                <w:sz w:val="16"/>
                <w:szCs w:val="16"/>
              </w:rPr>
              <w:t>00 words</w:t>
            </w:r>
            <w:r w:rsidR="00A129C4" w:rsidRPr="00BC50FF">
              <w:rPr>
                <w:rFonts w:ascii="서울남산체 L" w:eastAsia="서울남산체 L" w:hAnsi="서울남산체 L" w:cs="Arial" w:hint="eastAsia"/>
                <w:b/>
                <w:bCs/>
                <w:spacing w:val="-8"/>
                <w:w w:val="90"/>
                <w:sz w:val="16"/>
                <w:szCs w:val="16"/>
              </w:rPr>
              <w:t>)</w:t>
            </w:r>
          </w:p>
        </w:tc>
      </w:tr>
      <w:tr w:rsidR="00C42AA1" w:rsidRPr="00BC50FF" w14:paraId="5102AF0C" w14:textId="77777777" w:rsidTr="000A7DE4">
        <w:trPr>
          <w:gridAfter w:val="1"/>
          <w:wAfter w:w="80" w:type="dxa"/>
          <w:trHeight w:val="284"/>
          <w:jc w:val="center"/>
        </w:trPr>
        <w:tc>
          <w:tcPr>
            <w:tcW w:w="10571" w:type="dxa"/>
            <w:gridSpan w:val="21"/>
            <w:tcBorders>
              <w:top w:val="dashed" w:sz="4" w:space="0" w:color="auto"/>
              <w:bottom w:val="dashed" w:sz="4" w:space="0" w:color="auto"/>
            </w:tcBorders>
            <w:vAlign w:val="center"/>
          </w:tcPr>
          <w:p w14:paraId="7554CB28"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r>
      <w:tr w:rsidR="00C42AA1" w:rsidRPr="00BC50FF" w14:paraId="446D1EC9" w14:textId="77777777" w:rsidTr="000A7DE4">
        <w:trPr>
          <w:gridAfter w:val="1"/>
          <w:wAfter w:w="80" w:type="dxa"/>
          <w:trHeight w:val="284"/>
          <w:jc w:val="center"/>
        </w:trPr>
        <w:tc>
          <w:tcPr>
            <w:tcW w:w="10571" w:type="dxa"/>
            <w:gridSpan w:val="21"/>
            <w:tcBorders>
              <w:top w:val="dashed" w:sz="4" w:space="0" w:color="auto"/>
              <w:bottom w:val="dashed" w:sz="4" w:space="0" w:color="auto"/>
            </w:tcBorders>
            <w:vAlign w:val="center"/>
          </w:tcPr>
          <w:p w14:paraId="6F024064"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r>
      <w:tr w:rsidR="00C42AA1" w:rsidRPr="00BC50FF" w14:paraId="039504CF" w14:textId="77777777" w:rsidTr="000A7DE4">
        <w:trPr>
          <w:gridAfter w:val="1"/>
          <w:wAfter w:w="80" w:type="dxa"/>
          <w:trHeight w:val="284"/>
          <w:jc w:val="center"/>
        </w:trPr>
        <w:tc>
          <w:tcPr>
            <w:tcW w:w="10571" w:type="dxa"/>
            <w:gridSpan w:val="21"/>
            <w:tcBorders>
              <w:top w:val="dashed" w:sz="4" w:space="0" w:color="auto"/>
              <w:bottom w:val="dashed" w:sz="4" w:space="0" w:color="auto"/>
            </w:tcBorders>
            <w:vAlign w:val="center"/>
          </w:tcPr>
          <w:p w14:paraId="2942D292"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r>
      <w:tr w:rsidR="00C42AA1" w:rsidRPr="00BC50FF" w14:paraId="450814A5" w14:textId="77777777" w:rsidTr="000A7DE4">
        <w:trPr>
          <w:gridAfter w:val="1"/>
          <w:wAfter w:w="80" w:type="dxa"/>
          <w:trHeight w:val="284"/>
          <w:jc w:val="center"/>
        </w:trPr>
        <w:tc>
          <w:tcPr>
            <w:tcW w:w="10571" w:type="dxa"/>
            <w:gridSpan w:val="21"/>
            <w:tcBorders>
              <w:bottom w:val="dashed" w:sz="4" w:space="0" w:color="auto"/>
            </w:tcBorders>
            <w:vAlign w:val="center"/>
          </w:tcPr>
          <w:p w14:paraId="06E61D8B"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spacing w:val="-8"/>
                <w:w w:val="90"/>
                <w:sz w:val="16"/>
                <w:szCs w:val="16"/>
              </w:rPr>
              <w:t>●</w:t>
            </w:r>
            <w:r w:rsidRPr="00BC50FF">
              <w:rPr>
                <w:rFonts w:ascii="서울남산체 L" w:eastAsia="서울남산체 L" w:hAnsi="서울남산체 L" w:cs="Arial" w:hint="eastAsia"/>
                <w:spacing w:val="-8"/>
                <w:w w:val="90"/>
                <w:sz w:val="16"/>
                <w:szCs w:val="16"/>
              </w:rPr>
              <w:t xml:space="preserve"> 주요작품 및 수상경력 | Filmography (awards if any)</w:t>
            </w:r>
          </w:p>
        </w:tc>
      </w:tr>
      <w:tr w:rsidR="00C42AA1" w:rsidRPr="00BC50FF" w14:paraId="1FF2FA06" w14:textId="77777777" w:rsidTr="000A7DE4">
        <w:trPr>
          <w:gridAfter w:val="1"/>
          <w:wAfter w:w="80" w:type="dxa"/>
          <w:trHeight w:val="284"/>
          <w:jc w:val="center"/>
        </w:trPr>
        <w:tc>
          <w:tcPr>
            <w:tcW w:w="10571" w:type="dxa"/>
            <w:gridSpan w:val="21"/>
            <w:tcBorders>
              <w:top w:val="dashed" w:sz="4" w:space="0" w:color="auto"/>
              <w:bottom w:val="dashed" w:sz="4" w:space="0" w:color="auto"/>
            </w:tcBorders>
            <w:vAlign w:val="center"/>
          </w:tcPr>
          <w:p w14:paraId="620CCBCA"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r>
      <w:tr w:rsidR="00C42AA1" w:rsidRPr="00BC50FF" w14:paraId="73279210" w14:textId="77777777" w:rsidTr="000A7DE4">
        <w:trPr>
          <w:gridAfter w:val="1"/>
          <w:wAfter w:w="80" w:type="dxa"/>
          <w:trHeight w:val="284"/>
          <w:jc w:val="center"/>
        </w:trPr>
        <w:tc>
          <w:tcPr>
            <w:tcW w:w="10571" w:type="dxa"/>
            <w:gridSpan w:val="21"/>
            <w:tcBorders>
              <w:top w:val="dashed" w:sz="4" w:space="0" w:color="auto"/>
              <w:bottom w:val="dashed" w:sz="4" w:space="0" w:color="auto"/>
            </w:tcBorders>
            <w:vAlign w:val="center"/>
          </w:tcPr>
          <w:p w14:paraId="476E7266"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r>
      <w:tr w:rsidR="00C42AA1" w:rsidRPr="00BC50FF" w14:paraId="43BCC835" w14:textId="77777777" w:rsidTr="000A7DE4">
        <w:trPr>
          <w:gridAfter w:val="1"/>
          <w:wAfter w:w="80" w:type="dxa"/>
          <w:trHeight w:val="284"/>
          <w:jc w:val="center"/>
        </w:trPr>
        <w:tc>
          <w:tcPr>
            <w:tcW w:w="10571" w:type="dxa"/>
            <w:gridSpan w:val="21"/>
            <w:tcBorders>
              <w:top w:val="dashed" w:sz="4" w:space="0" w:color="auto"/>
              <w:bottom w:val="dashed" w:sz="4" w:space="0" w:color="auto"/>
            </w:tcBorders>
            <w:vAlign w:val="center"/>
          </w:tcPr>
          <w:p w14:paraId="501B55F0"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p>
        </w:tc>
      </w:tr>
      <w:tr w:rsidR="00C42AA1" w:rsidRPr="00BC50FF" w14:paraId="4C0EEF01" w14:textId="77777777" w:rsidTr="000A7DE4">
        <w:trPr>
          <w:gridAfter w:val="1"/>
          <w:wAfter w:w="80" w:type="dxa"/>
          <w:trHeight w:val="284"/>
          <w:jc w:val="center"/>
        </w:trPr>
        <w:tc>
          <w:tcPr>
            <w:tcW w:w="10571" w:type="dxa"/>
            <w:gridSpan w:val="21"/>
            <w:shd w:val="clear" w:color="auto" w:fill="333333"/>
            <w:vAlign w:val="center"/>
          </w:tcPr>
          <w:p w14:paraId="3C5961EF" w14:textId="77777777" w:rsidR="00C42AA1" w:rsidRPr="00BC50FF" w:rsidRDefault="00C42AA1" w:rsidP="00BA5152">
            <w:pPr>
              <w:snapToGrid w:val="0"/>
              <w:jc w:val="left"/>
              <w:rPr>
                <w:rFonts w:ascii="서울남산체 L" w:eastAsia="서울남산체 L" w:hAnsi="서울남산체 L" w:cs="Arial"/>
                <w:color w:val="FFFFFF"/>
                <w:spacing w:val="-8"/>
                <w:w w:val="90"/>
                <w:sz w:val="18"/>
                <w:szCs w:val="18"/>
              </w:rPr>
            </w:pPr>
            <w:r w:rsidRPr="00BC50FF">
              <w:rPr>
                <w:rFonts w:ascii="서울남산체 L" w:eastAsia="서울남산체 L" w:hAnsi="서울남산체 L" w:cs="Arial" w:hint="eastAsia"/>
                <w:color w:val="FFFFFF"/>
                <w:spacing w:val="-8"/>
                <w:w w:val="90"/>
                <w:sz w:val="18"/>
                <w:szCs w:val="18"/>
              </w:rPr>
              <w:t xml:space="preserve">6. 제작사 </w:t>
            </w:r>
            <w:r w:rsidRPr="00BC50FF">
              <w:rPr>
                <w:rFonts w:ascii="서울남산체 L" w:eastAsia="서울남산체 L" w:hAnsi="서울남산체 L" w:cs="Arial" w:hint="eastAsia"/>
                <w:b/>
                <w:bCs/>
                <w:iCs/>
                <w:color w:val="FFFFFF"/>
                <w:spacing w:val="-8"/>
                <w:w w:val="90"/>
                <w:sz w:val="18"/>
                <w:szCs w:val="18"/>
              </w:rPr>
              <w:t>|</w:t>
            </w:r>
            <w:r w:rsidRPr="00BC50FF">
              <w:rPr>
                <w:rFonts w:ascii="서울남산체 L" w:eastAsia="서울남산체 L" w:hAnsi="서울남산체 L" w:cs="Arial"/>
                <w:b/>
                <w:bCs/>
                <w:iCs/>
                <w:color w:val="FFFFFF"/>
                <w:spacing w:val="-8"/>
                <w:w w:val="90"/>
                <w:sz w:val="18"/>
                <w:szCs w:val="18"/>
              </w:rPr>
              <w:t xml:space="preserve"> Production</w:t>
            </w:r>
            <w:r w:rsidR="00A767C7" w:rsidRPr="00BC50FF">
              <w:rPr>
                <w:rFonts w:ascii="서울남산체 L" w:eastAsia="서울남산체 L" w:hAnsi="서울남산체 L" w:cs="Arial" w:hint="eastAsia"/>
                <w:b/>
                <w:bCs/>
                <w:iCs/>
                <w:color w:val="FFFFFF"/>
                <w:spacing w:val="-8"/>
                <w:w w:val="90"/>
                <w:sz w:val="18"/>
                <w:szCs w:val="18"/>
              </w:rPr>
              <w:t xml:space="preserve">       </w:t>
            </w:r>
            <w:r w:rsidR="002524EE" w:rsidRPr="00BC50FF">
              <w:rPr>
                <w:rFonts w:ascii="서울남산체 L" w:eastAsia="서울남산체 L" w:hAnsi="서울남산체 L" w:cs="Arial" w:hint="eastAsia"/>
                <w:b/>
                <w:bCs/>
                <w:iCs/>
                <w:color w:val="FFFFFF"/>
                <w:spacing w:val="-8"/>
                <w:w w:val="90"/>
                <w:sz w:val="18"/>
                <w:szCs w:val="18"/>
              </w:rPr>
              <w:t xml:space="preserve">                </w:t>
            </w:r>
            <w:r w:rsidR="00A767C7" w:rsidRPr="00BC50FF">
              <w:rPr>
                <w:rFonts w:ascii="서울남산체 L" w:eastAsia="서울남산체 L" w:hAnsi="서울남산체 L" w:cs="Arial" w:hint="eastAsia"/>
                <w:b/>
                <w:bCs/>
                <w:iCs/>
                <w:color w:val="FFFFFF"/>
                <w:spacing w:val="-8"/>
                <w:w w:val="90"/>
                <w:sz w:val="18"/>
                <w:szCs w:val="18"/>
              </w:rPr>
              <w:t xml:space="preserve"> </w:t>
            </w:r>
            <w:r w:rsidR="00A767C7" w:rsidRPr="00915DA0">
              <w:rPr>
                <w:rFonts w:ascii="서울남산체 L" w:eastAsia="서울남산체 L" w:hAnsi="서울남산체 L" w:cs="Arial"/>
                <w:spacing w:val="-8"/>
                <w:w w:val="90"/>
                <w:sz w:val="16"/>
                <w:szCs w:val="16"/>
              </w:rPr>
              <w:t>※</w:t>
            </w:r>
            <w:r w:rsidR="00A767C7" w:rsidRPr="00915DA0">
              <w:rPr>
                <w:rFonts w:ascii="서울남산체 L" w:eastAsia="서울남산체 L" w:hAnsi="서울남산체 L" w:cs="Arial" w:hint="eastAsia"/>
                <w:spacing w:val="-8"/>
                <w:w w:val="90"/>
                <w:sz w:val="16"/>
                <w:szCs w:val="16"/>
              </w:rPr>
              <w:t xml:space="preserve"> 학생작품 혹은 졸업작품일 경우 학교명을 기재해 주시기 바랍니다</w:t>
            </w:r>
            <w:r w:rsidR="0083211F">
              <w:rPr>
                <w:rFonts w:ascii="서울남산체 L" w:eastAsia="서울남산체 L" w:hAnsi="서울남산체 L" w:cs="Arial" w:hint="eastAsia"/>
                <w:spacing w:val="-8"/>
                <w:w w:val="90"/>
                <w:sz w:val="16"/>
                <w:szCs w:val="16"/>
              </w:rPr>
              <w:t>.</w:t>
            </w:r>
            <w:r w:rsidR="00A767C7" w:rsidRPr="00915DA0">
              <w:rPr>
                <w:rFonts w:ascii="서울남산체 L" w:eastAsia="서울남산체 L" w:hAnsi="서울남산체 L" w:cs="Arial" w:hint="eastAsia"/>
                <w:spacing w:val="-8"/>
                <w:w w:val="90"/>
                <w:sz w:val="16"/>
                <w:szCs w:val="16"/>
              </w:rPr>
              <w:t xml:space="preserve"> | If the film is produced at school, please specify the name of the school</w:t>
            </w:r>
          </w:p>
        </w:tc>
      </w:tr>
      <w:tr w:rsidR="00C42AA1" w:rsidRPr="00BC50FF" w14:paraId="23C945DE" w14:textId="77777777" w:rsidTr="000A7DE4">
        <w:trPr>
          <w:gridAfter w:val="1"/>
          <w:wAfter w:w="80" w:type="dxa"/>
          <w:trHeight w:val="284"/>
          <w:jc w:val="center"/>
        </w:trPr>
        <w:tc>
          <w:tcPr>
            <w:tcW w:w="4734" w:type="dxa"/>
            <w:gridSpan w:val="12"/>
            <w:tcBorders>
              <w:bottom w:val="single" w:sz="4" w:space="0" w:color="auto"/>
              <w:right w:val="single" w:sz="4" w:space="0" w:color="auto"/>
            </w:tcBorders>
            <w:vAlign w:val="center"/>
          </w:tcPr>
          <w:p w14:paraId="73F3E9C1"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회 사 | Company</w:t>
            </w:r>
          </w:p>
        </w:tc>
        <w:tc>
          <w:tcPr>
            <w:tcW w:w="5837" w:type="dxa"/>
            <w:gridSpan w:val="9"/>
            <w:tcBorders>
              <w:left w:val="single" w:sz="4" w:space="0" w:color="auto"/>
              <w:bottom w:val="single" w:sz="4" w:space="0" w:color="auto"/>
            </w:tcBorders>
            <w:vAlign w:val="center"/>
          </w:tcPr>
          <w:p w14:paraId="6F5B7CA2"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(English)</w:t>
            </w:r>
          </w:p>
        </w:tc>
      </w:tr>
      <w:tr w:rsidR="00C42AA1" w:rsidRPr="00BC50FF" w14:paraId="7E442BFA" w14:textId="77777777" w:rsidTr="000A7DE4">
        <w:trPr>
          <w:gridAfter w:val="1"/>
          <w:wAfter w:w="80" w:type="dxa"/>
          <w:trHeight w:val="284"/>
          <w:jc w:val="center"/>
        </w:trPr>
        <w:tc>
          <w:tcPr>
            <w:tcW w:w="10571" w:type="dxa"/>
            <w:gridSpan w:val="21"/>
            <w:tcBorders>
              <w:top w:val="single" w:sz="4" w:space="0" w:color="auto"/>
              <w:bottom w:val="single" w:sz="4" w:space="0" w:color="auto"/>
            </w:tcBorders>
            <w:vAlign w:val="center"/>
          </w:tcPr>
          <w:p w14:paraId="7B8A2897"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주 소 | Address</w:t>
            </w:r>
          </w:p>
        </w:tc>
      </w:tr>
      <w:tr w:rsidR="00C42AA1" w:rsidRPr="00BC50FF" w14:paraId="7622AC73" w14:textId="77777777" w:rsidTr="000A7DE4">
        <w:trPr>
          <w:gridAfter w:val="1"/>
          <w:wAfter w:w="80" w:type="dxa"/>
          <w:trHeight w:val="284"/>
          <w:jc w:val="center"/>
        </w:trPr>
        <w:tc>
          <w:tcPr>
            <w:tcW w:w="4734" w:type="dxa"/>
            <w:gridSpan w:val="12"/>
            <w:tcBorders>
              <w:top w:val="single" w:sz="4" w:space="0" w:color="auto"/>
              <w:bottom w:val="single" w:sz="4" w:space="0" w:color="auto"/>
              <w:right w:val="single" w:sz="4" w:space="0" w:color="auto"/>
            </w:tcBorders>
            <w:vAlign w:val="center"/>
          </w:tcPr>
          <w:p w14:paraId="1858113B"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전 화 | Tel</w:t>
            </w:r>
            <w:r w:rsidR="003F49CB" w:rsidRPr="00BC50FF">
              <w:rPr>
                <w:rFonts w:ascii="서울남산체 L" w:eastAsia="서울남산체 L" w:hAnsi="서울남산체 L" w:cs="Arial" w:hint="eastAsia"/>
                <w:spacing w:val="-8"/>
                <w:w w:val="90"/>
                <w:sz w:val="16"/>
                <w:szCs w:val="16"/>
              </w:rPr>
              <w:t>(required)</w:t>
            </w:r>
          </w:p>
        </w:tc>
        <w:tc>
          <w:tcPr>
            <w:tcW w:w="5837" w:type="dxa"/>
            <w:gridSpan w:val="9"/>
            <w:tcBorders>
              <w:top w:val="single" w:sz="4" w:space="0" w:color="auto"/>
              <w:left w:val="single" w:sz="4" w:space="0" w:color="auto"/>
              <w:bottom w:val="single" w:sz="4" w:space="0" w:color="auto"/>
            </w:tcBorders>
            <w:vAlign w:val="center"/>
          </w:tcPr>
          <w:p w14:paraId="0599BE35"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팩 스 | Fax</w:t>
            </w:r>
          </w:p>
        </w:tc>
      </w:tr>
      <w:tr w:rsidR="00C42AA1" w:rsidRPr="00BC50FF" w14:paraId="023BBDCA" w14:textId="77777777" w:rsidTr="000A7DE4">
        <w:trPr>
          <w:gridAfter w:val="1"/>
          <w:wAfter w:w="80" w:type="dxa"/>
          <w:trHeight w:val="284"/>
          <w:jc w:val="center"/>
        </w:trPr>
        <w:tc>
          <w:tcPr>
            <w:tcW w:w="4734" w:type="dxa"/>
            <w:gridSpan w:val="12"/>
            <w:tcBorders>
              <w:top w:val="single" w:sz="4" w:space="0" w:color="auto"/>
              <w:bottom w:val="single" w:sz="4" w:space="0" w:color="auto"/>
              <w:right w:val="single" w:sz="4" w:space="0" w:color="auto"/>
            </w:tcBorders>
            <w:vAlign w:val="center"/>
          </w:tcPr>
          <w:p w14:paraId="2B3EB6A2"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담당자 | Contact</w:t>
            </w:r>
            <w:r w:rsidR="00163A41" w:rsidRPr="00BC50FF">
              <w:rPr>
                <w:rFonts w:ascii="서울남산체 L" w:eastAsia="서울남산체 L" w:hAnsi="서울남산체 L" w:cs="Arial" w:hint="eastAsia"/>
                <w:spacing w:val="-8"/>
                <w:w w:val="90"/>
                <w:sz w:val="16"/>
                <w:szCs w:val="16"/>
              </w:rPr>
              <w:t xml:space="preserve"> Name</w:t>
            </w:r>
          </w:p>
        </w:tc>
        <w:tc>
          <w:tcPr>
            <w:tcW w:w="5837" w:type="dxa"/>
            <w:gridSpan w:val="9"/>
            <w:tcBorders>
              <w:top w:val="single" w:sz="4" w:space="0" w:color="auto"/>
              <w:left w:val="single" w:sz="4" w:space="0" w:color="auto"/>
              <w:bottom w:val="single" w:sz="4" w:space="0" w:color="auto"/>
            </w:tcBorders>
            <w:vAlign w:val="center"/>
          </w:tcPr>
          <w:p w14:paraId="1FF12C43" w14:textId="77777777" w:rsidR="00C42AA1" w:rsidRPr="00BC50FF" w:rsidRDefault="00C42AA1"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휴대전화 | Mobile Phone</w:t>
            </w:r>
          </w:p>
        </w:tc>
      </w:tr>
      <w:tr w:rsidR="00012ADA" w:rsidRPr="00BC50FF" w14:paraId="2C92D66F" w14:textId="77777777" w:rsidTr="000A7DE4">
        <w:trPr>
          <w:gridAfter w:val="1"/>
          <w:wAfter w:w="80" w:type="dxa"/>
          <w:trHeight w:val="231"/>
          <w:jc w:val="center"/>
        </w:trPr>
        <w:tc>
          <w:tcPr>
            <w:tcW w:w="4734" w:type="dxa"/>
            <w:gridSpan w:val="12"/>
            <w:tcBorders>
              <w:top w:val="single" w:sz="4" w:space="0" w:color="auto"/>
              <w:bottom w:val="single" w:sz="12" w:space="0" w:color="auto"/>
              <w:right w:val="single" w:sz="4" w:space="0" w:color="auto"/>
            </w:tcBorders>
            <w:vAlign w:val="center"/>
          </w:tcPr>
          <w:p w14:paraId="48ECB1BE" w14:textId="77777777" w:rsidR="00012ADA" w:rsidRPr="00BC50FF" w:rsidRDefault="00012ADA"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이메일 | E-Mail (required)</w:t>
            </w:r>
          </w:p>
        </w:tc>
        <w:tc>
          <w:tcPr>
            <w:tcW w:w="5837" w:type="dxa"/>
            <w:gridSpan w:val="9"/>
            <w:tcBorders>
              <w:top w:val="single" w:sz="4" w:space="0" w:color="auto"/>
              <w:left w:val="single" w:sz="4" w:space="0" w:color="auto"/>
              <w:bottom w:val="single" w:sz="12" w:space="0" w:color="auto"/>
            </w:tcBorders>
            <w:shd w:val="clear" w:color="auto" w:fill="auto"/>
            <w:vAlign w:val="center"/>
          </w:tcPr>
          <w:p w14:paraId="3B6BAB2E" w14:textId="77777777" w:rsidR="00012ADA" w:rsidRPr="00BC50FF" w:rsidRDefault="00012ADA" w:rsidP="00BA5152">
            <w:pPr>
              <w:snapToGrid w:val="0"/>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웹사이트 | Website</w:t>
            </w:r>
          </w:p>
        </w:tc>
      </w:tr>
      <w:tr w:rsidR="00012ADA" w:rsidRPr="00BC50FF" w14:paraId="63C74DF7" w14:textId="77777777" w:rsidTr="000A7DE4">
        <w:trPr>
          <w:gridAfter w:val="1"/>
          <w:wAfter w:w="80" w:type="dxa"/>
          <w:trHeight w:val="181"/>
          <w:jc w:val="center"/>
        </w:trPr>
        <w:tc>
          <w:tcPr>
            <w:tcW w:w="10571" w:type="dxa"/>
            <w:gridSpan w:val="21"/>
            <w:tcBorders>
              <w:top w:val="single" w:sz="12" w:space="0" w:color="auto"/>
            </w:tcBorders>
            <w:vAlign w:val="center"/>
          </w:tcPr>
          <w:p w14:paraId="1839282F" w14:textId="77777777" w:rsidR="00012ADA" w:rsidRPr="00BC50FF" w:rsidRDefault="00012ADA" w:rsidP="00BA5152">
            <w:pPr>
              <w:snapToGrid w:val="0"/>
              <w:spacing w:line="60" w:lineRule="auto"/>
              <w:jc w:val="left"/>
              <w:rPr>
                <w:rFonts w:ascii="서울남산체 L" w:eastAsia="서울남산체 L" w:hAnsi="서울남산체 L" w:cs="Arial"/>
                <w:spacing w:val="-8"/>
                <w:w w:val="90"/>
                <w:sz w:val="16"/>
                <w:szCs w:val="16"/>
              </w:rPr>
            </w:pPr>
          </w:p>
        </w:tc>
      </w:tr>
      <w:tr w:rsidR="00012ADA" w:rsidRPr="00BC50FF" w14:paraId="55CEFDC1" w14:textId="77777777" w:rsidTr="000A7DE4">
        <w:trPr>
          <w:gridAfter w:val="1"/>
          <w:wAfter w:w="80" w:type="dxa"/>
          <w:trHeight w:val="141"/>
          <w:jc w:val="center"/>
        </w:trPr>
        <w:tc>
          <w:tcPr>
            <w:tcW w:w="10571" w:type="dxa"/>
            <w:gridSpan w:val="21"/>
            <w:tcBorders>
              <w:top w:val="single" w:sz="4" w:space="0" w:color="auto"/>
            </w:tcBorders>
            <w:vAlign w:val="center"/>
          </w:tcPr>
          <w:p w14:paraId="7006F417" w14:textId="77777777" w:rsidR="00012ADA" w:rsidRPr="00BC50FF" w:rsidRDefault="00012ADA" w:rsidP="00BA5152">
            <w:pPr>
              <w:snapToGrid w:val="0"/>
              <w:spacing w:line="60" w:lineRule="auto"/>
              <w:jc w:val="left"/>
              <w:rPr>
                <w:rFonts w:ascii="서울남산체 L" w:eastAsia="서울남산체 L" w:hAnsi="서울남산체 L" w:cs="Arial"/>
                <w:spacing w:val="-8"/>
                <w:w w:val="90"/>
                <w:sz w:val="16"/>
                <w:szCs w:val="16"/>
              </w:rPr>
            </w:pPr>
          </w:p>
        </w:tc>
      </w:tr>
      <w:tr w:rsidR="00E709DD" w:rsidRPr="00BC50FF" w14:paraId="23BAEC58" w14:textId="77777777" w:rsidTr="000A7DE4">
        <w:trPr>
          <w:gridAfter w:val="1"/>
          <w:wAfter w:w="80" w:type="dxa"/>
          <w:trHeight w:val="284"/>
          <w:jc w:val="center"/>
        </w:trPr>
        <w:tc>
          <w:tcPr>
            <w:tcW w:w="10571" w:type="dxa"/>
            <w:gridSpan w:val="21"/>
            <w:shd w:val="clear" w:color="auto" w:fill="333333"/>
            <w:vAlign w:val="center"/>
          </w:tcPr>
          <w:p w14:paraId="00E9C86F" w14:textId="77777777" w:rsidR="00E709DD" w:rsidRPr="00BC50FF" w:rsidRDefault="00031FD3" w:rsidP="00BA5152">
            <w:pPr>
              <w:snapToGrid w:val="0"/>
              <w:jc w:val="left"/>
              <w:rPr>
                <w:rFonts w:ascii="서울남산체 L" w:eastAsia="서울남산체 L" w:hAnsi="서울남산체 L" w:cs="Arial"/>
                <w:color w:val="FFFFFF"/>
                <w:spacing w:val="-8"/>
                <w:w w:val="90"/>
                <w:sz w:val="18"/>
                <w:szCs w:val="18"/>
              </w:rPr>
            </w:pPr>
            <w:r>
              <w:rPr>
                <w:rFonts w:ascii="서울남산체 L" w:eastAsia="서울남산체 L" w:hAnsi="서울남산체 L" w:cs="Arial" w:hint="eastAsia"/>
                <w:color w:val="FFFFFF"/>
                <w:spacing w:val="-8"/>
                <w:w w:val="90"/>
                <w:sz w:val="18"/>
                <w:szCs w:val="18"/>
              </w:rPr>
              <w:t>7</w:t>
            </w:r>
            <w:r w:rsidR="00E709DD" w:rsidRPr="00BC50FF">
              <w:rPr>
                <w:rFonts w:ascii="서울남산체 L" w:eastAsia="서울남산체 L" w:hAnsi="서울남산체 L" w:cs="Arial" w:hint="eastAsia"/>
                <w:color w:val="FFFFFF"/>
                <w:spacing w:val="-8"/>
                <w:w w:val="90"/>
                <w:sz w:val="18"/>
                <w:szCs w:val="18"/>
              </w:rPr>
              <w:t xml:space="preserve">. </w:t>
            </w:r>
            <w:r w:rsidR="00FB3905">
              <w:rPr>
                <w:rFonts w:ascii="서울남산체 L" w:eastAsia="서울남산체 L" w:hAnsi="서울남산체 L" w:cs="Arial" w:hint="eastAsia"/>
                <w:color w:val="FFFFFF"/>
                <w:spacing w:val="-8"/>
                <w:w w:val="90"/>
                <w:sz w:val="18"/>
                <w:szCs w:val="18"/>
              </w:rPr>
              <w:t>상</w:t>
            </w:r>
            <w:r w:rsidR="00FB3905">
              <w:rPr>
                <w:rFonts w:ascii="서울남산체 L" w:eastAsia="서울남산체 L" w:hAnsi="서울남산체 L" w:cs="Arial"/>
                <w:color w:val="FFFFFF"/>
                <w:spacing w:val="-8"/>
                <w:w w:val="90"/>
                <w:sz w:val="18"/>
                <w:szCs w:val="18"/>
              </w:rPr>
              <w:t>영본</w:t>
            </w:r>
            <w:r w:rsidR="004658D0" w:rsidRPr="00BC50FF">
              <w:rPr>
                <w:rFonts w:ascii="서울남산체 L" w:eastAsia="서울남산체 L" w:hAnsi="서울남산체 L" w:cs="Arial" w:hint="eastAsia"/>
                <w:color w:val="FFFFFF"/>
                <w:spacing w:val="-8"/>
                <w:w w:val="90"/>
                <w:sz w:val="18"/>
                <w:szCs w:val="18"/>
              </w:rPr>
              <w:t xml:space="preserve"> 연락</w:t>
            </w:r>
            <w:r w:rsidR="00CA3217" w:rsidRPr="00BC50FF">
              <w:rPr>
                <w:rFonts w:ascii="서울남산체 L" w:eastAsia="서울남산체 L" w:hAnsi="서울남산체 L" w:cs="Arial" w:hint="eastAsia"/>
                <w:color w:val="FFFFFF"/>
                <w:spacing w:val="-8"/>
                <w:w w:val="90"/>
                <w:sz w:val="18"/>
                <w:szCs w:val="18"/>
              </w:rPr>
              <w:t xml:space="preserve"> 및 반송</w:t>
            </w:r>
            <w:r w:rsidR="00FB3905">
              <w:rPr>
                <w:rFonts w:ascii="서울남산체 L" w:eastAsia="서울남산체 L" w:hAnsi="서울남산체 L" w:cs="Arial" w:hint="eastAsia"/>
                <w:color w:val="FFFFFF"/>
                <w:spacing w:val="-8"/>
                <w:w w:val="90"/>
                <w:sz w:val="18"/>
                <w:szCs w:val="18"/>
              </w:rPr>
              <w:t>처</w:t>
            </w:r>
            <w:r w:rsidR="00CA3217" w:rsidRPr="00BC50FF">
              <w:rPr>
                <w:rFonts w:ascii="서울남산체 L" w:eastAsia="서울남산체 L" w:hAnsi="서울남산체 L" w:cs="Arial" w:hint="eastAsia"/>
                <w:color w:val="FFFFFF"/>
                <w:spacing w:val="-8"/>
                <w:w w:val="90"/>
                <w:sz w:val="18"/>
                <w:szCs w:val="18"/>
              </w:rPr>
              <w:t xml:space="preserve"> </w:t>
            </w:r>
            <w:r w:rsidR="00E709DD" w:rsidRPr="00BC50FF">
              <w:rPr>
                <w:rFonts w:ascii="서울남산체 L" w:eastAsia="서울남산체 L" w:hAnsi="서울남산체 L" w:cs="Arial" w:hint="eastAsia"/>
                <w:b/>
                <w:bCs/>
                <w:iCs/>
                <w:color w:val="FFFFFF"/>
                <w:spacing w:val="-8"/>
                <w:w w:val="90"/>
                <w:sz w:val="18"/>
                <w:szCs w:val="18"/>
              </w:rPr>
              <w:t>|</w:t>
            </w:r>
            <w:r w:rsidR="00E709DD" w:rsidRPr="00BC50FF">
              <w:rPr>
                <w:rFonts w:ascii="서울남산체 L" w:eastAsia="서울남산체 L" w:hAnsi="서울남산체 L" w:cs="Arial"/>
                <w:b/>
                <w:bCs/>
                <w:iCs/>
                <w:color w:val="FFFFFF"/>
                <w:spacing w:val="-8"/>
                <w:w w:val="90"/>
                <w:sz w:val="18"/>
                <w:szCs w:val="18"/>
              </w:rPr>
              <w:t xml:space="preserve"> </w:t>
            </w:r>
            <w:r w:rsidR="004658D0" w:rsidRPr="00BC50FF">
              <w:rPr>
                <w:rFonts w:ascii="서울남산체 L" w:eastAsia="서울남산체 L" w:hAnsi="서울남산체 L" w:cs="Arial" w:hint="eastAsia"/>
                <w:b/>
                <w:bCs/>
                <w:iCs/>
                <w:color w:val="FFFFFF"/>
                <w:spacing w:val="-8"/>
                <w:w w:val="90"/>
                <w:sz w:val="18"/>
                <w:szCs w:val="18"/>
              </w:rPr>
              <w:t>Contact</w:t>
            </w:r>
            <w:r w:rsidR="00CA3217" w:rsidRPr="00BC50FF">
              <w:rPr>
                <w:rFonts w:ascii="서울남산체 L" w:eastAsia="서울남산체 L" w:hAnsi="서울남산체 L" w:cs="Arial" w:hint="eastAsia"/>
                <w:b/>
                <w:bCs/>
                <w:iCs/>
                <w:color w:val="FFFFFF"/>
                <w:spacing w:val="-8"/>
                <w:w w:val="90"/>
                <w:sz w:val="18"/>
                <w:szCs w:val="18"/>
              </w:rPr>
              <w:t xml:space="preserve"> &amp; Return</w:t>
            </w:r>
            <w:r w:rsidR="004658D0" w:rsidRPr="00BC50FF">
              <w:rPr>
                <w:rFonts w:ascii="서울남산체 L" w:eastAsia="서울남산체 L" w:hAnsi="서울남산체 L" w:cs="Arial" w:hint="eastAsia"/>
                <w:b/>
                <w:bCs/>
                <w:iCs/>
                <w:color w:val="FFFFFF"/>
                <w:spacing w:val="-8"/>
                <w:w w:val="90"/>
                <w:sz w:val="18"/>
                <w:szCs w:val="18"/>
              </w:rPr>
              <w:t xml:space="preserve"> for </w:t>
            </w:r>
            <w:r w:rsidR="00FB3905">
              <w:rPr>
                <w:rFonts w:ascii="서울남산체 L" w:eastAsia="서울남산체 L" w:hAnsi="서울남산체 L" w:cs="Arial" w:hint="eastAsia"/>
                <w:b/>
                <w:bCs/>
                <w:iCs/>
                <w:color w:val="FFFFFF"/>
                <w:spacing w:val="-8"/>
                <w:w w:val="90"/>
                <w:sz w:val="18"/>
                <w:szCs w:val="18"/>
              </w:rPr>
              <w:t>films</w:t>
            </w:r>
            <w:r w:rsidR="00FB3905">
              <w:rPr>
                <w:rFonts w:ascii="서울남산체 L" w:eastAsia="서울남산체 L" w:hAnsi="서울남산체 L" w:cs="Arial"/>
                <w:b/>
                <w:bCs/>
                <w:iCs/>
                <w:color w:val="FFFFFF"/>
                <w:spacing w:val="-8"/>
                <w:w w:val="90"/>
                <w:sz w:val="18"/>
                <w:szCs w:val="18"/>
              </w:rPr>
              <w:t xml:space="preserve"> and tapes</w:t>
            </w:r>
          </w:p>
        </w:tc>
      </w:tr>
      <w:tr w:rsidR="004658D0" w:rsidRPr="00BC50FF" w14:paraId="6FE2D6CE" w14:textId="77777777" w:rsidTr="000A7DE4">
        <w:trPr>
          <w:gridAfter w:val="1"/>
          <w:wAfter w:w="80" w:type="dxa"/>
          <w:trHeight w:val="266"/>
          <w:jc w:val="center"/>
        </w:trPr>
        <w:tc>
          <w:tcPr>
            <w:tcW w:w="10571" w:type="dxa"/>
            <w:gridSpan w:val="21"/>
            <w:tcBorders>
              <w:bottom w:val="single" w:sz="12" w:space="0" w:color="auto"/>
            </w:tcBorders>
            <w:vAlign w:val="center"/>
          </w:tcPr>
          <w:p w14:paraId="5509B147" w14:textId="77777777" w:rsidR="004658D0" w:rsidRPr="00BC50FF" w:rsidRDefault="004658D0" w:rsidP="00BA5152">
            <w:pPr>
              <w:snapToGrid w:val="0"/>
              <w:jc w:val="left"/>
              <w:rPr>
                <w:rFonts w:ascii="서울남산체 L" w:eastAsia="서울남산체 L" w:hAnsi="서울남산체 L" w:cs="Arial"/>
                <w:spacing w:val="-8"/>
                <w:w w:val="90"/>
                <w:sz w:val="16"/>
                <w:szCs w:val="16"/>
              </w:rPr>
            </w:pPr>
            <w:r w:rsidRPr="007F4F86">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감독 | Director      </w:t>
            </w:r>
            <w:r w:rsidRPr="007F4F86">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제작사 | Production      </w:t>
            </w:r>
            <w:r w:rsidRPr="007F4F86">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배급사 | Distribution      </w:t>
            </w:r>
            <w:r w:rsidRPr="007F4F86">
              <w:rPr>
                <w:rFonts w:ascii="서울남산체 L" w:eastAsia="서울남산체 L" w:hAnsi="서울남산체 L" w:cs="Arial"/>
                <w:spacing w:val="-8"/>
                <w:w w:val="90"/>
                <w:sz w:val="22"/>
                <w:szCs w:val="22"/>
              </w:rPr>
              <w:t>□</w:t>
            </w:r>
            <w:r w:rsidRPr="00BC50FF">
              <w:rPr>
                <w:rFonts w:ascii="서울남산체 L" w:eastAsia="서울남산체 L" w:hAnsi="서울남산체 L" w:cs="Arial" w:hint="eastAsia"/>
                <w:spacing w:val="-8"/>
                <w:w w:val="90"/>
                <w:sz w:val="16"/>
                <w:szCs w:val="16"/>
              </w:rPr>
              <w:t xml:space="preserve"> 기타 | Others (</w:t>
            </w:r>
            <w:r w:rsidR="004B5098" w:rsidRPr="00BC50FF">
              <w:rPr>
                <w:rFonts w:ascii="서울남산체 L" w:eastAsia="서울남산체 L" w:hAnsi="서울남산체 L" w:cs="Arial" w:hint="eastAsia"/>
                <w:spacing w:val="-8"/>
                <w:w w:val="90"/>
                <w:sz w:val="16"/>
                <w:szCs w:val="16"/>
              </w:rPr>
              <w:t xml:space="preserve">                         </w:t>
            </w:r>
            <w:r w:rsidR="003E7825">
              <w:rPr>
                <w:rFonts w:ascii="서울남산체 L" w:eastAsia="서울남산체 L" w:hAnsi="서울남산체 L" w:cs="Arial" w:hint="eastAsia"/>
                <w:spacing w:val="-8"/>
                <w:w w:val="90"/>
                <w:sz w:val="16"/>
                <w:szCs w:val="16"/>
              </w:rPr>
              <w:t xml:space="preserve">      </w:t>
            </w:r>
            <w:r w:rsidR="004B5098" w:rsidRPr="00BC50FF">
              <w:rPr>
                <w:rFonts w:ascii="서울남산체 L" w:eastAsia="서울남산체 L" w:hAnsi="서울남산체 L" w:cs="Arial" w:hint="eastAsia"/>
                <w:spacing w:val="-8"/>
                <w:w w:val="90"/>
                <w:sz w:val="16"/>
                <w:szCs w:val="16"/>
              </w:rPr>
              <w:t xml:space="preserve">       이메일 | E-Mail                   </w:t>
            </w:r>
            <w:r w:rsidR="003E7825">
              <w:rPr>
                <w:rFonts w:ascii="서울남산체 L" w:eastAsia="서울남산체 L" w:hAnsi="서울남산체 L" w:cs="Arial" w:hint="eastAsia"/>
                <w:spacing w:val="-8"/>
                <w:w w:val="90"/>
                <w:sz w:val="16"/>
                <w:szCs w:val="16"/>
              </w:rPr>
              <w:t xml:space="preserve">     </w:t>
            </w:r>
            <w:r w:rsidR="004B5098" w:rsidRPr="00BC50FF">
              <w:rPr>
                <w:rFonts w:ascii="서울남산체 L" w:eastAsia="서울남산체 L" w:hAnsi="서울남산체 L" w:cs="Arial" w:hint="eastAsia"/>
                <w:spacing w:val="-8"/>
                <w:w w:val="90"/>
                <w:sz w:val="16"/>
                <w:szCs w:val="16"/>
              </w:rPr>
              <w:t xml:space="preserve">  </w:t>
            </w:r>
            <w:r w:rsidR="003E7825">
              <w:rPr>
                <w:rFonts w:ascii="서울남산체 L" w:eastAsia="서울남산체 L" w:hAnsi="서울남산체 L" w:cs="Arial" w:hint="eastAsia"/>
                <w:spacing w:val="-8"/>
                <w:w w:val="90"/>
                <w:sz w:val="16"/>
                <w:szCs w:val="16"/>
              </w:rPr>
              <w:t xml:space="preserve">        </w:t>
            </w:r>
            <w:r w:rsidR="004B5098"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spacing w:val="-8"/>
                <w:w w:val="90"/>
                <w:sz w:val="16"/>
                <w:szCs w:val="16"/>
              </w:rPr>
              <w:t>)</w:t>
            </w:r>
          </w:p>
        </w:tc>
      </w:tr>
      <w:tr w:rsidR="00012ADA" w:rsidRPr="00BC50FF" w14:paraId="770E0783" w14:textId="77777777" w:rsidTr="000A7DE4">
        <w:trPr>
          <w:gridAfter w:val="1"/>
          <w:wAfter w:w="80" w:type="dxa"/>
          <w:trHeight w:val="141"/>
          <w:jc w:val="center"/>
        </w:trPr>
        <w:tc>
          <w:tcPr>
            <w:tcW w:w="10571" w:type="dxa"/>
            <w:gridSpan w:val="21"/>
            <w:tcBorders>
              <w:top w:val="single" w:sz="12" w:space="0" w:color="auto"/>
            </w:tcBorders>
            <w:vAlign w:val="center"/>
          </w:tcPr>
          <w:p w14:paraId="6C579578" w14:textId="77777777" w:rsidR="00012ADA" w:rsidRPr="00BC50FF" w:rsidRDefault="00012ADA" w:rsidP="00BA5152">
            <w:pPr>
              <w:snapToGrid w:val="0"/>
              <w:spacing w:line="60" w:lineRule="auto"/>
              <w:jc w:val="left"/>
              <w:rPr>
                <w:rFonts w:ascii="서울남산체 L" w:eastAsia="서울남산체 L" w:hAnsi="서울남산체 L" w:cs="Arial"/>
                <w:spacing w:val="-8"/>
                <w:w w:val="90"/>
                <w:sz w:val="16"/>
                <w:szCs w:val="16"/>
              </w:rPr>
            </w:pPr>
          </w:p>
        </w:tc>
      </w:tr>
      <w:tr w:rsidR="00C42AA1" w:rsidRPr="00BC50FF" w14:paraId="5D452C0B" w14:textId="77777777" w:rsidTr="000A7DE4">
        <w:trPr>
          <w:gridAfter w:val="1"/>
          <w:wAfter w:w="80" w:type="dxa"/>
          <w:trHeight w:val="284"/>
          <w:jc w:val="center"/>
        </w:trPr>
        <w:tc>
          <w:tcPr>
            <w:tcW w:w="10571" w:type="dxa"/>
            <w:gridSpan w:val="21"/>
            <w:shd w:val="clear" w:color="auto" w:fill="333333"/>
            <w:vAlign w:val="center"/>
          </w:tcPr>
          <w:p w14:paraId="70433495" w14:textId="77777777" w:rsidR="00C42AA1" w:rsidRPr="00BC50FF" w:rsidRDefault="00031FD3" w:rsidP="00BA5152">
            <w:pPr>
              <w:snapToGrid w:val="0"/>
              <w:jc w:val="left"/>
              <w:rPr>
                <w:rFonts w:ascii="서울남산체 L" w:eastAsia="서울남산체 L" w:hAnsi="서울남산체 L" w:cs="Arial"/>
                <w:color w:val="FFFFFF"/>
                <w:spacing w:val="-8"/>
                <w:w w:val="90"/>
                <w:sz w:val="18"/>
                <w:szCs w:val="18"/>
              </w:rPr>
            </w:pPr>
            <w:r>
              <w:rPr>
                <w:rFonts w:ascii="서울남산체 L" w:eastAsia="서울남산체 L" w:hAnsi="서울남산체 L" w:cs="Arial" w:hint="eastAsia"/>
                <w:color w:val="FFFFFF"/>
                <w:spacing w:val="-8"/>
                <w:w w:val="90"/>
                <w:sz w:val="18"/>
                <w:szCs w:val="18"/>
              </w:rPr>
              <w:t>8</w:t>
            </w:r>
            <w:r w:rsidR="00C42AA1" w:rsidRPr="00BC50FF">
              <w:rPr>
                <w:rFonts w:ascii="서울남산체 L" w:eastAsia="서울남산체 L" w:hAnsi="서울남산체 L" w:cs="Arial" w:hint="eastAsia"/>
                <w:color w:val="FFFFFF"/>
                <w:spacing w:val="-8"/>
                <w:w w:val="90"/>
                <w:sz w:val="18"/>
                <w:szCs w:val="18"/>
              </w:rPr>
              <w:t xml:space="preserve">. 영화제 홍보목적 활용의 승인 </w:t>
            </w:r>
            <w:r w:rsidR="00C42AA1" w:rsidRPr="00BC50FF">
              <w:rPr>
                <w:rFonts w:ascii="서울남산체 L" w:eastAsia="서울남산체 L" w:hAnsi="서울남산체 L" w:cs="Arial" w:hint="eastAsia"/>
                <w:b/>
                <w:bCs/>
                <w:iCs/>
                <w:color w:val="FFFFFF"/>
                <w:spacing w:val="-8"/>
                <w:w w:val="90"/>
                <w:sz w:val="18"/>
                <w:szCs w:val="18"/>
              </w:rPr>
              <w:t>|</w:t>
            </w:r>
            <w:r w:rsidR="00C42AA1" w:rsidRPr="00BC50FF">
              <w:rPr>
                <w:rFonts w:ascii="서울남산체 L" w:eastAsia="서울남산체 L" w:hAnsi="서울남산체 L" w:cs="Arial"/>
                <w:b/>
                <w:bCs/>
                <w:iCs/>
                <w:color w:val="FFFFFF"/>
                <w:spacing w:val="-8"/>
                <w:w w:val="90"/>
                <w:sz w:val="18"/>
                <w:szCs w:val="18"/>
              </w:rPr>
              <w:t xml:space="preserve"> Agreement for the Promotional Use</w:t>
            </w:r>
          </w:p>
        </w:tc>
      </w:tr>
      <w:tr w:rsidR="00C42AA1" w:rsidRPr="00BC50FF" w14:paraId="098A0026" w14:textId="77777777" w:rsidTr="000A7DE4">
        <w:trPr>
          <w:gridAfter w:val="1"/>
          <w:wAfter w:w="80" w:type="dxa"/>
          <w:trHeight w:val="1465"/>
          <w:jc w:val="center"/>
        </w:trPr>
        <w:tc>
          <w:tcPr>
            <w:tcW w:w="10571" w:type="dxa"/>
            <w:gridSpan w:val="21"/>
            <w:vAlign w:val="center"/>
          </w:tcPr>
          <w:p w14:paraId="41B77BD6" w14:textId="77777777" w:rsidR="00C42AA1" w:rsidRPr="00BC50FF" w:rsidRDefault="00C42AA1" w:rsidP="00BA5152">
            <w:pPr>
              <w:snapToGrid w:val="0"/>
              <w:spacing w:before="100" w:line="204" w:lineRule="auto"/>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hint="eastAsia"/>
                <w:spacing w:val="-8"/>
                <w:w w:val="90"/>
                <w:sz w:val="16"/>
                <w:szCs w:val="16"/>
              </w:rPr>
              <w:t>1. 본 작품의 10%</w:t>
            </w:r>
            <w:r w:rsidR="00515029">
              <w:rPr>
                <w:rFonts w:ascii="서울남산체 L" w:eastAsia="서울남산체 L" w:hAnsi="서울남산체 L" w:cs="Arial"/>
                <w:spacing w:val="-8"/>
                <w:w w:val="90"/>
                <w:sz w:val="16"/>
                <w:szCs w:val="16"/>
              </w:rPr>
              <w:t xml:space="preserve"> </w:t>
            </w:r>
            <w:r w:rsidRPr="00BC50FF">
              <w:rPr>
                <w:rFonts w:ascii="서울남산체 L" w:eastAsia="서울남산체 L" w:hAnsi="서울남산체 L" w:cs="Arial" w:hint="eastAsia"/>
                <w:spacing w:val="-8"/>
                <w:w w:val="90"/>
                <w:sz w:val="16"/>
                <w:szCs w:val="16"/>
              </w:rPr>
              <w:t>(*단편</w:t>
            </w:r>
            <w:r w:rsidR="00A730B8"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spacing w:val="-8"/>
                <w:w w:val="90"/>
                <w:sz w:val="16"/>
                <w:szCs w:val="16"/>
              </w:rPr>
              <w:t>: 1분 미만), 3분 이내 분량을 영화제의 홍보를 위해 TV, 극장, 인터넷</w:t>
            </w:r>
            <w:r w:rsidR="004F13D5"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hint="eastAsia"/>
                <w:spacing w:val="-8"/>
                <w:w w:val="90"/>
                <w:sz w:val="16"/>
                <w:szCs w:val="16"/>
              </w:rPr>
              <w:t>모바일</w:t>
            </w:r>
            <w:r w:rsidR="004F13D5" w:rsidRPr="00BC50FF">
              <w:rPr>
                <w:rFonts w:ascii="서울남산체 L" w:eastAsia="서울남산체 L" w:hAnsi="서울남산체 L" w:cs="Arial" w:hint="eastAsia"/>
                <w:spacing w:val="-8"/>
                <w:w w:val="90"/>
                <w:sz w:val="16"/>
                <w:szCs w:val="16"/>
              </w:rPr>
              <w:t xml:space="preserve"> 등</w:t>
            </w:r>
            <w:r w:rsidRPr="00BC50FF">
              <w:rPr>
                <w:rFonts w:ascii="서울남산체 L" w:eastAsia="서울남산체 L" w:hAnsi="서울남산체 L" w:cs="Arial" w:hint="eastAsia"/>
                <w:spacing w:val="-8"/>
                <w:w w:val="90"/>
                <w:sz w:val="16"/>
                <w:szCs w:val="16"/>
              </w:rPr>
              <w:t xml:space="preserve"> </w:t>
            </w:r>
            <w:r w:rsidR="004F13D5" w:rsidRPr="00BC50FF">
              <w:rPr>
                <w:rFonts w:ascii="서울남산체 L" w:eastAsia="서울남산체 L" w:hAnsi="서울남산체 L" w:cs="Arial" w:hint="eastAsia"/>
                <w:spacing w:val="-8"/>
                <w:w w:val="90"/>
                <w:sz w:val="16"/>
                <w:szCs w:val="16"/>
              </w:rPr>
              <w:t xml:space="preserve">공식 홍보 </w:t>
            </w:r>
            <w:r w:rsidRPr="00BC50FF">
              <w:rPr>
                <w:rFonts w:ascii="서울남산체 L" w:eastAsia="서울남산체 L" w:hAnsi="서울남산체 L" w:cs="Arial" w:hint="eastAsia"/>
                <w:spacing w:val="-8"/>
                <w:w w:val="90"/>
                <w:sz w:val="16"/>
                <w:szCs w:val="16"/>
              </w:rPr>
              <w:t>매체를 통해 공개하는 데</w:t>
            </w:r>
          </w:p>
          <w:p w14:paraId="3716926A" w14:textId="77777777" w:rsidR="0042123A" w:rsidRPr="00BC50FF" w:rsidRDefault="00C42AA1" w:rsidP="00BA5152">
            <w:pPr>
              <w:snapToGrid w:val="0"/>
              <w:spacing w:line="204" w:lineRule="auto"/>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spacing w:val="-8"/>
                <w:w w:val="90"/>
                <w:sz w:val="16"/>
                <w:szCs w:val="16"/>
              </w:rPr>
              <w:t>I grant SICAF the right to show on television, theater</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internet</w:t>
            </w:r>
            <w:r w:rsidR="004F13D5" w:rsidRPr="00BC50FF">
              <w:rPr>
                <w:rFonts w:ascii="서울남산체 L" w:eastAsia="서울남산체 L" w:hAnsi="서울남산체 L" w:cs="Arial" w:hint="eastAsia"/>
                <w:spacing w:val="-8"/>
                <w:w w:val="90"/>
                <w:sz w:val="16"/>
                <w:szCs w:val="16"/>
              </w:rPr>
              <w:t>,</w:t>
            </w:r>
            <w:r w:rsidRPr="00BC50FF">
              <w:rPr>
                <w:rFonts w:ascii="서울남산체 L" w:eastAsia="서울남산체 L" w:hAnsi="서울남산체 L" w:cs="Arial" w:hint="eastAsia"/>
                <w:spacing w:val="-8"/>
                <w:w w:val="90"/>
                <w:sz w:val="16"/>
                <w:szCs w:val="16"/>
              </w:rPr>
              <w:t xml:space="preserve"> mobile</w:t>
            </w:r>
            <w:r w:rsidR="003C7496"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media</w:t>
            </w:r>
            <w:r w:rsidR="004F13D5" w:rsidRPr="00BC50FF">
              <w:rPr>
                <w:rFonts w:ascii="서울남산체 L" w:eastAsia="서울남산체 L" w:hAnsi="서울남산체 L" w:cs="Arial" w:hint="eastAsia"/>
                <w:spacing w:val="-8"/>
                <w:w w:val="90"/>
                <w:sz w:val="16"/>
                <w:szCs w:val="16"/>
              </w:rPr>
              <w:t>, etc.</w:t>
            </w:r>
            <w:r w:rsidRPr="00BC50FF">
              <w:rPr>
                <w:rFonts w:ascii="서울남산체 L" w:eastAsia="서울남산체 L" w:hAnsi="서울남산체 L" w:cs="Arial"/>
                <w:spacing w:val="-8"/>
                <w:w w:val="90"/>
                <w:sz w:val="16"/>
                <w:szCs w:val="16"/>
              </w:rPr>
              <w:t xml:space="preserve"> for publicity purposes, up to 10% </w:t>
            </w:r>
            <w:r w:rsidR="0083211F">
              <w:rPr>
                <w:rFonts w:ascii="서울남산체 L" w:eastAsia="서울남산체 L" w:hAnsi="서울남산체 L" w:cs="Arial" w:hint="eastAsia"/>
                <w:spacing w:val="-8"/>
                <w:w w:val="90"/>
                <w:sz w:val="16"/>
                <w:szCs w:val="16"/>
              </w:rPr>
              <w:t>(In case of short films</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maximum</w:t>
            </w:r>
            <w:r w:rsidRPr="00BC50FF">
              <w:rPr>
                <w:rFonts w:ascii="서울남산체 L" w:eastAsia="서울남산체 L" w:hAnsi="서울남산체 L" w:cs="Arial" w:hint="eastAsia"/>
                <w:spacing w:val="-8"/>
                <w:w w:val="90"/>
                <w:sz w:val="16"/>
                <w:szCs w:val="16"/>
              </w:rPr>
              <w:t xml:space="preserve"> </w:t>
            </w:r>
            <w:r w:rsidR="0042123A" w:rsidRPr="00BC50FF">
              <w:rPr>
                <w:rFonts w:ascii="서울남산체 L" w:eastAsia="서울남산체 L" w:hAnsi="서울남산체 L" w:cs="Arial" w:hint="eastAsia"/>
                <w:spacing w:val="-8"/>
                <w:w w:val="90"/>
                <w:sz w:val="16"/>
                <w:szCs w:val="16"/>
              </w:rPr>
              <w:t>1</w:t>
            </w:r>
            <w:r w:rsidRPr="00BC50FF">
              <w:rPr>
                <w:rFonts w:ascii="서울남산체 L" w:eastAsia="서울남산체 L" w:hAnsi="서울남산체 L" w:cs="Arial" w:hint="eastAsia"/>
                <w:spacing w:val="-8"/>
                <w:w w:val="90"/>
                <w:sz w:val="16"/>
                <w:szCs w:val="16"/>
              </w:rPr>
              <w:t xml:space="preserve"> minute)</w:t>
            </w:r>
          </w:p>
          <w:p w14:paraId="77FBC5E5" w14:textId="77777777" w:rsidR="00C42AA1" w:rsidRPr="00BC50FF" w:rsidRDefault="00C42AA1" w:rsidP="00BA5152">
            <w:pPr>
              <w:snapToGrid w:val="0"/>
              <w:spacing w:line="204" w:lineRule="auto"/>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spacing w:val="-8"/>
                <w:w w:val="90"/>
                <w:sz w:val="16"/>
                <w:szCs w:val="16"/>
              </w:rPr>
              <w:t xml:space="preserve">of the running time of my work to a maximum of </w:t>
            </w:r>
            <w:r w:rsidR="0042123A" w:rsidRPr="00BC50FF">
              <w:rPr>
                <w:rFonts w:ascii="서울남산체 L" w:eastAsia="서울남산체 L" w:hAnsi="서울남산체 L" w:cs="Arial" w:hint="eastAsia"/>
                <w:spacing w:val="-8"/>
                <w:w w:val="90"/>
                <w:sz w:val="16"/>
                <w:szCs w:val="16"/>
              </w:rPr>
              <w:t>3</w:t>
            </w:r>
            <w:r w:rsidRPr="00BC50FF">
              <w:rPr>
                <w:rFonts w:ascii="서울남산체 L" w:eastAsia="서울남산체 L" w:hAnsi="서울남산체 L" w:cs="Arial"/>
                <w:spacing w:val="-8"/>
                <w:w w:val="90"/>
                <w:sz w:val="16"/>
                <w:szCs w:val="16"/>
              </w:rPr>
              <w:t xml:space="preserve"> minutes.      </w:t>
            </w:r>
            <w:r w:rsidR="0042123A"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 xml:space="preserve">      </w:t>
            </w:r>
            <w:r w:rsidR="005A0B41">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 xml:space="preserve">  </w:t>
            </w:r>
            <w:r w:rsidR="00346B3A" w:rsidRPr="00BC50FF">
              <w:rPr>
                <w:rFonts w:ascii="서울남산체 L" w:eastAsia="서울남산체 L" w:hAnsi="서울남산체 L" w:cs="Arial" w:hint="eastAsia"/>
                <w:spacing w:val="-8"/>
                <w:w w:val="90"/>
                <w:sz w:val="16"/>
                <w:szCs w:val="16"/>
              </w:rPr>
              <w:t xml:space="preserve">   </w:t>
            </w:r>
            <w:r w:rsidR="0043302B" w:rsidRPr="00BC50FF">
              <w:rPr>
                <w:rFonts w:ascii="서울남산체 L" w:eastAsia="서울남산체 L" w:hAnsi="서울남산체 L" w:cs="Arial" w:hint="eastAsia"/>
                <w:spacing w:val="-8"/>
                <w:w w:val="90"/>
                <w:sz w:val="16"/>
                <w:szCs w:val="16"/>
              </w:rPr>
              <w:t xml:space="preserve">   </w:t>
            </w:r>
            <w:r w:rsidR="0042123A" w:rsidRPr="00BC50FF">
              <w:rPr>
                <w:rFonts w:ascii="서울남산체 L" w:eastAsia="서울남산체 L" w:hAnsi="서울남산체 L" w:cs="Arial" w:hint="eastAsia"/>
                <w:spacing w:val="-8"/>
                <w:w w:val="90"/>
                <w:sz w:val="16"/>
                <w:szCs w:val="16"/>
              </w:rPr>
              <w:t xml:space="preserve"> </w:t>
            </w:r>
            <w:r w:rsidRPr="005A0B41">
              <w:rPr>
                <w:rFonts w:ascii="서울남산체 L" w:eastAsia="서울남산체 L" w:hAnsi="서울남산체 L" w:cs="Arial" w:hint="eastAsia"/>
                <w:spacing w:val="-8"/>
                <w:w w:val="90"/>
                <w:sz w:val="22"/>
                <w:szCs w:val="22"/>
              </w:rPr>
              <w:t>□</w:t>
            </w:r>
            <w:r w:rsidRPr="00BC50FF">
              <w:rPr>
                <w:rFonts w:ascii="서울남산체 L" w:eastAsia="서울남산체 L" w:hAnsi="서울남산체 L" w:cs="Arial" w:hint="eastAsia"/>
                <w:spacing w:val="-8"/>
                <w:w w:val="90"/>
                <w:sz w:val="16"/>
                <w:szCs w:val="16"/>
              </w:rPr>
              <w:t xml:space="preserve"> 동의합니다 | I agree   </w:t>
            </w:r>
            <w:r w:rsidRPr="005A0B41">
              <w:rPr>
                <w:rFonts w:ascii="서울남산체 L" w:eastAsia="서울남산체 L" w:hAnsi="서울남산체 L" w:cs="Arial" w:hint="eastAsia"/>
                <w:spacing w:val="-8"/>
                <w:w w:val="90"/>
                <w:sz w:val="22"/>
                <w:szCs w:val="22"/>
              </w:rPr>
              <w:t>□</w:t>
            </w:r>
            <w:r w:rsidRPr="00BC50FF">
              <w:rPr>
                <w:rFonts w:ascii="서울남산체 L" w:eastAsia="서울남산체 L" w:hAnsi="서울남산체 L" w:cs="Arial" w:hint="eastAsia"/>
                <w:spacing w:val="-8"/>
                <w:w w:val="90"/>
                <w:sz w:val="16"/>
                <w:szCs w:val="16"/>
              </w:rPr>
              <w:t xml:space="preserve"> 동의하지 않습니다 | I do not agree</w:t>
            </w:r>
          </w:p>
          <w:p w14:paraId="10E3D6C8" w14:textId="77777777" w:rsidR="00C42AA1" w:rsidRPr="00BC50FF" w:rsidRDefault="00DB4C8B" w:rsidP="00BA5152">
            <w:pPr>
              <w:snapToGrid w:val="0"/>
              <w:spacing w:before="100" w:line="204" w:lineRule="auto"/>
              <w:jc w:val="left"/>
              <w:rPr>
                <w:rFonts w:ascii="서울남산체 L" w:eastAsia="서울남산체 L" w:hAnsi="서울남산체 L" w:cs="Arial"/>
                <w:color w:val="000000"/>
                <w:spacing w:val="-8"/>
                <w:w w:val="90"/>
                <w:sz w:val="16"/>
                <w:szCs w:val="16"/>
              </w:rPr>
            </w:pPr>
            <w:r>
              <w:rPr>
                <w:rFonts w:ascii="서울남산체 L" w:eastAsia="서울남산체 L" w:hAnsi="서울남산체 L" w:cs="Arial" w:hint="eastAsia"/>
                <w:color w:val="000000"/>
                <w:spacing w:val="-8"/>
                <w:w w:val="90"/>
                <w:sz w:val="16"/>
                <w:szCs w:val="16"/>
              </w:rPr>
              <w:t>2</w:t>
            </w:r>
            <w:r w:rsidR="00C42AA1" w:rsidRPr="00BC50FF">
              <w:rPr>
                <w:rFonts w:ascii="서울남산체 L" w:eastAsia="서울남산체 L" w:hAnsi="서울남산체 L" w:cs="Arial" w:hint="eastAsia"/>
                <w:color w:val="000000"/>
                <w:spacing w:val="-8"/>
                <w:w w:val="90"/>
                <w:sz w:val="16"/>
                <w:szCs w:val="16"/>
              </w:rPr>
              <w:t>. 본 작품이 본</w:t>
            </w:r>
            <w:r w:rsidR="00914E06" w:rsidRPr="00BC50FF">
              <w:rPr>
                <w:rFonts w:ascii="서울남산체 L" w:eastAsia="서울남산체 L" w:hAnsi="서울남산체 L" w:cs="Arial" w:hint="eastAsia"/>
                <w:color w:val="000000"/>
                <w:spacing w:val="-8"/>
                <w:w w:val="90"/>
                <w:sz w:val="16"/>
                <w:szCs w:val="16"/>
              </w:rPr>
              <w:t>선</w:t>
            </w:r>
            <w:r w:rsidR="00C42AA1" w:rsidRPr="00BC50FF">
              <w:rPr>
                <w:rFonts w:ascii="서울남산체 L" w:eastAsia="서울남산체 L" w:hAnsi="서울남산체 L" w:cs="Arial" w:hint="eastAsia"/>
                <w:color w:val="000000"/>
                <w:spacing w:val="-8"/>
                <w:w w:val="90"/>
                <w:sz w:val="16"/>
                <w:szCs w:val="16"/>
              </w:rPr>
              <w:t xml:space="preserve">결과 수상작으로 결정될 경우, </w:t>
            </w:r>
            <w:r w:rsidR="00B56C58" w:rsidRPr="00BC50FF">
              <w:rPr>
                <w:rFonts w:ascii="서울남산체 L" w:eastAsia="서울남산체 L" w:hAnsi="서울남산체 L" w:cs="Arial"/>
                <w:color w:val="000000"/>
                <w:spacing w:val="-8"/>
                <w:w w:val="90"/>
                <w:sz w:val="16"/>
                <w:szCs w:val="16"/>
              </w:rPr>
              <w:t>영화제</w:t>
            </w:r>
            <w:r w:rsidR="00B56C58" w:rsidRPr="00BC50FF">
              <w:rPr>
                <w:rFonts w:ascii="서울남산체 L" w:eastAsia="서울남산체 L" w:hAnsi="서울남산체 L" w:cs="Arial" w:hint="eastAsia"/>
                <w:color w:val="000000"/>
                <w:spacing w:val="-8"/>
                <w:w w:val="90"/>
                <w:sz w:val="16"/>
                <w:szCs w:val="16"/>
              </w:rPr>
              <w:t xml:space="preserve"> </w:t>
            </w:r>
            <w:r w:rsidR="004540FA">
              <w:rPr>
                <w:rFonts w:ascii="서울남산체 L" w:eastAsia="서울남산체 L" w:hAnsi="서울남산체 L" w:cs="Arial" w:hint="eastAsia"/>
                <w:color w:val="000000"/>
                <w:spacing w:val="-8"/>
                <w:w w:val="90"/>
                <w:sz w:val="16"/>
                <w:szCs w:val="16"/>
              </w:rPr>
              <w:t>기간</w:t>
            </w:r>
            <w:r w:rsidR="0083211F">
              <w:rPr>
                <w:rFonts w:ascii="서울남산체 L" w:eastAsia="서울남산체 L" w:hAnsi="서울남산체 L" w:cs="Arial" w:hint="eastAsia"/>
                <w:color w:val="000000"/>
                <w:spacing w:val="-8"/>
                <w:w w:val="90"/>
                <w:sz w:val="16"/>
                <w:szCs w:val="16"/>
              </w:rPr>
              <w:t xml:space="preserve"> </w:t>
            </w:r>
            <w:r w:rsidR="004540FA">
              <w:rPr>
                <w:rFonts w:ascii="서울남산체 L" w:eastAsia="서울남산체 L" w:hAnsi="서울남산체 L" w:cs="Arial" w:hint="eastAsia"/>
                <w:color w:val="000000"/>
                <w:spacing w:val="-8"/>
                <w:w w:val="90"/>
                <w:sz w:val="16"/>
                <w:szCs w:val="16"/>
              </w:rPr>
              <w:t xml:space="preserve">내 </w:t>
            </w:r>
            <w:r w:rsidR="00B56C58" w:rsidRPr="00BC50FF">
              <w:rPr>
                <w:rFonts w:ascii="서울남산체 L" w:eastAsia="서울남산체 L" w:hAnsi="서울남산체 L" w:cs="Arial" w:hint="eastAsia"/>
                <w:color w:val="000000"/>
                <w:spacing w:val="-8"/>
                <w:w w:val="90"/>
                <w:sz w:val="16"/>
                <w:szCs w:val="16"/>
              </w:rPr>
              <w:t xml:space="preserve">개최 될 </w:t>
            </w:r>
            <w:r w:rsidR="00C42AA1" w:rsidRPr="00BC50FF">
              <w:rPr>
                <w:rFonts w:ascii="서울남산체 L" w:eastAsia="서울남산체 L" w:hAnsi="서울남산체 L" w:cs="Arial" w:hint="eastAsia"/>
                <w:color w:val="000000"/>
                <w:spacing w:val="-8"/>
                <w:w w:val="90"/>
                <w:sz w:val="16"/>
                <w:szCs w:val="16"/>
              </w:rPr>
              <w:t>“</w:t>
            </w:r>
            <w:r>
              <w:rPr>
                <w:rFonts w:ascii="서울남산체 L" w:eastAsia="서울남산체 L" w:hAnsi="서울남산체 L" w:cs="Arial"/>
                <w:spacing w:val="-8"/>
                <w:w w:val="90"/>
                <w:sz w:val="16"/>
                <w:szCs w:val="16"/>
                <w:lang w:val="en-GB"/>
              </w:rPr>
              <w:t xml:space="preserve">SICAF 2016 </w:t>
            </w:r>
            <w:r w:rsidR="0043302B" w:rsidRPr="00BC50FF">
              <w:rPr>
                <w:rFonts w:ascii="서울남산체 L" w:eastAsia="서울남산체 L" w:hAnsi="서울남산체 L" w:cs="Arial"/>
                <w:color w:val="000000"/>
                <w:spacing w:val="-8"/>
                <w:w w:val="90"/>
                <w:sz w:val="16"/>
                <w:szCs w:val="16"/>
              </w:rPr>
              <w:t>특별</w:t>
            </w:r>
            <w:r w:rsidR="0043302B" w:rsidRPr="00BC50FF">
              <w:rPr>
                <w:rFonts w:ascii="서울남산체 L" w:eastAsia="서울남산체 L" w:hAnsi="서울남산체 L" w:cs="Arial" w:hint="eastAsia"/>
                <w:color w:val="000000"/>
                <w:spacing w:val="-8"/>
                <w:w w:val="90"/>
                <w:sz w:val="16"/>
                <w:szCs w:val="16"/>
              </w:rPr>
              <w:t xml:space="preserve"> </w:t>
            </w:r>
            <w:r w:rsidR="00B56C58" w:rsidRPr="00BC50FF">
              <w:rPr>
                <w:rFonts w:ascii="서울남산체 L" w:eastAsia="서울남산체 L" w:hAnsi="서울남산체 L" w:cs="Arial" w:hint="eastAsia"/>
                <w:color w:val="000000"/>
                <w:spacing w:val="-8"/>
                <w:w w:val="90"/>
                <w:sz w:val="16"/>
                <w:szCs w:val="16"/>
              </w:rPr>
              <w:t>상영회</w:t>
            </w:r>
            <w:r w:rsidR="0043302B" w:rsidRPr="00BC50FF">
              <w:rPr>
                <w:rFonts w:ascii="서울남산체 L" w:eastAsia="서울남산체 L" w:hAnsi="서울남산체 L" w:cs="Arial" w:hint="eastAsia"/>
                <w:color w:val="000000"/>
                <w:spacing w:val="-8"/>
                <w:w w:val="90"/>
                <w:sz w:val="16"/>
                <w:szCs w:val="16"/>
              </w:rPr>
              <w:t>(제휴 해외영화제 특별</w:t>
            </w:r>
            <w:r w:rsidR="00471427" w:rsidRPr="00BC50FF">
              <w:rPr>
                <w:rFonts w:ascii="서울남산체 L" w:eastAsia="서울남산체 L" w:hAnsi="서울남산체 L" w:cs="Arial" w:hint="eastAsia"/>
                <w:color w:val="000000"/>
                <w:spacing w:val="-8"/>
                <w:w w:val="90"/>
                <w:sz w:val="16"/>
                <w:szCs w:val="16"/>
              </w:rPr>
              <w:t>상영</w:t>
            </w:r>
            <w:r w:rsidR="0043302B" w:rsidRPr="00BC50FF">
              <w:rPr>
                <w:rFonts w:ascii="서울남산체 L" w:eastAsia="서울남산체 L" w:hAnsi="서울남산체 L" w:cs="Arial" w:hint="eastAsia"/>
                <w:color w:val="000000"/>
                <w:spacing w:val="-8"/>
                <w:w w:val="90"/>
                <w:sz w:val="16"/>
                <w:szCs w:val="16"/>
              </w:rPr>
              <w:t xml:space="preserve"> </w:t>
            </w:r>
            <w:r w:rsidR="00490324" w:rsidRPr="00BC50FF">
              <w:rPr>
                <w:rFonts w:ascii="서울남산체 L" w:eastAsia="서울남산체 L" w:hAnsi="서울남산체 L" w:cs="Arial" w:hint="eastAsia"/>
                <w:color w:val="000000"/>
                <w:spacing w:val="-8"/>
                <w:w w:val="90"/>
                <w:sz w:val="16"/>
                <w:szCs w:val="16"/>
              </w:rPr>
              <w:t>및 국내상영</w:t>
            </w:r>
            <w:r w:rsidR="0043302B" w:rsidRPr="00BC50FF">
              <w:rPr>
                <w:rFonts w:ascii="서울남산체 L" w:eastAsia="서울남산체 L" w:hAnsi="서울남산체 L" w:cs="Arial" w:hint="eastAsia"/>
                <w:color w:val="000000"/>
                <w:spacing w:val="-8"/>
                <w:w w:val="90"/>
                <w:sz w:val="16"/>
                <w:szCs w:val="16"/>
              </w:rPr>
              <w:t>)</w:t>
            </w:r>
            <w:r w:rsidR="00B56C58" w:rsidRPr="00BC50FF">
              <w:rPr>
                <w:rFonts w:ascii="서울남산체 L" w:eastAsia="서울남산체 L" w:hAnsi="서울남산체 L" w:cs="Arial" w:hint="eastAsia"/>
                <w:color w:val="000000"/>
                <w:spacing w:val="-8"/>
                <w:w w:val="90"/>
                <w:sz w:val="16"/>
                <w:szCs w:val="16"/>
              </w:rPr>
              <w:t>에 포함되기를</w:t>
            </w:r>
          </w:p>
          <w:p w14:paraId="0FB38269" w14:textId="30818A3B" w:rsidR="00ED6C2B" w:rsidRDefault="00C42AA1" w:rsidP="00BA5152">
            <w:pPr>
              <w:snapToGrid w:val="0"/>
              <w:spacing w:line="204" w:lineRule="auto"/>
              <w:jc w:val="left"/>
              <w:rPr>
                <w:rFonts w:ascii="서울남산체 L" w:eastAsia="서울남산체 L" w:hAnsi="서울남산체 L" w:cs="Arial"/>
                <w:spacing w:val="-8"/>
                <w:w w:val="90"/>
                <w:sz w:val="16"/>
                <w:szCs w:val="16"/>
              </w:rPr>
            </w:pPr>
            <w:r w:rsidRPr="00BC50FF">
              <w:rPr>
                <w:rFonts w:ascii="서울남산체 L" w:eastAsia="서울남산체 L" w:hAnsi="서울남산체 L" w:cs="Arial"/>
                <w:color w:val="000000"/>
                <w:spacing w:val="-8"/>
                <w:w w:val="90"/>
                <w:sz w:val="16"/>
                <w:szCs w:val="16"/>
              </w:rPr>
              <w:t xml:space="preserve">If this film wins an award at the final competition, I </w:t>
            </w:r>
            <w:r w:rsidR="00490324" w:rsidRPr="00BC50FF">
              <w:rPr>
                <w:rFonts w:ascii="서울남산체 L" w:eastAsia="서울남산체 L" w:hAnsi="서울남산체 L" w:cs="Arial" w:hint="eastAsia"/>
                <w:color w:val="000000"/>
                <w:spacing w:val="-8"/>
                <w:w w:val="90"/>
                <w:sz w:val="16"/>
                <w:szCs w:val="16"/>
              </w:rPr>
              <w:t xml:space="preserve">wish to have my film </w:t>
            </w:r>
            <w:r w:rsidR="00797522" w:rsidRPr="00BC50FF">
              <w:rPr>
                <w:rFonts w:ascii="서울남산체 L" w:eastAsia="서울남산체 L" w:hAnsi="서울남산체 L" w:cs="Arial" w:hint="eastAsia"/>
                <w:color w:val="000000"/>
                <w:spacing w:val="-8"/>
                <w:w w:val="90"/>
                <w:sz w:val="16"/>
                <w:szCs w:val="16"/>
              </w:rPr>
              <w:t>screened</w:t>
            </w:r>
            <w:r w:rsidR="00471427" w:rsidRPr="00BC50FF">
              <w:rPr>
                <w:rFonts w:ascii="서울남산체 L" w:eastAsia="서울남산체 L" w:hAnsi="서울남산체 L" w:cs="Arial" w:hint="eastAsia"/>
                <w:color w:val="000000"/>
                <w:spacing w:val="-8"/>
                <w:w w:val="90"/>
                <w:sz w:val="16"/>
                <w:szCs w:val="16"/>
              </w:rPr>
              <w:t xml:space="preserve"> </w:t>
            </w:r>
            <w:r w:rsidR="00490324" w:rsidRPr="00BC50FF">
              <w:rPr>
                <w:rFonts w:ascii="서울남산체 L" w:eastAsia="서울남산체 L" w:hAnsi="서울남산체 L" w:cs="Arial" w:hint="eastAsia"/>
                <w:color w:val="000000"/>
                <w:spacing w:val="-8"/>
                <w:w w:val="90"/>
                <w:sz w:val="16"/>
                <w:szCs w:val="16"/>
              </w:rPr>
              <w:t xml:space="preserve">for a </w:t>
            </w:r>
            <w:r w:rsidR="00490324" w:rsidRPr="00BC50FF">
              <w:rPr>
                <w:rFonts w:ascii="서울남산체 L" w:eastAsia="서울남산체 L" w:hAnsi="서울남산체 L" w:cs="Arial"/>
                <w:color w:val="000000"/>
                <w:spacing w:val="-8"/>
                <w:w w:val="90"/>
                <w:sz w:val="16"/>
                <w:szCs w:val="16"/>
              </w:rPr>
              <w:t>“</w:t>
            </w:r>
            <w:r w:rsidR="00682442">
              <w:rPr>
                <w:rFonts w:ascii="서울남산체 L" w:eastAsia="서울남산체 L" w:hAnsi="서울남산체 L" w:cs="Arial"/>
                <w:spacing w:val="-8"/>
                <w:w w:val="90"/>
                <w:sz w:val="16"/>
                <w:szCs w:val="16"/>
                <w:lang w:val="en-GB"/>
              </w:rPr>
              <w:t xml:space="preserve">SICAF Fantastical </w:t>
            </w:r>
            <w:r w:rsidR="00494B02">
              <w:rPr>
                <w:rFonts w:ascii="서울남산체 L" w:eastAsia="서울남산체 L" w:hAnsi="서울남산체 L" w:cs="Arial"/>
                <w:spacing w:val="-8"/>
                <w:w w:val="90"/>
                <w:sz w:val="16"/>
                <w:szCs w:val="16"/>
                <w:lang w:val="en-GB"/>
              </w:rPr>
              <w:t>l</w:t>
            </w:r>
            <w:r w:rsidR="00490324" w:rsidRPr="00BC50FF">
              <w:rPr>
                <w:rFonts w:ascii="서울남산체 L" w:eastAsia="서울남산체 L" w:hAnsi="서울남산체 L" w:cs="Arial"/>
                <w:color w:val="000000"/>
                <w:spacing w:val="-8"/>
                <w:w w:val="90"/>
                <w:sz w:val="16"/>
                <w:szCs w:val="16"/>
              </w:rPr>
              <w:t>”</w:t>
            </w:r>
            <w:r w:rsidR="00490324" w:rsidRPr="00BC50FF">
              <w:rPr>
                <w:rFonts w:ascii="서울남산체 L" w:eastAsia="서울남산체 L" w:hAnsi="서울남산체 L" w:cs="Arial" w:hint="eastAsia"/>
                <w:color w:val="000000"/>
                <w:spacing w:val="-8"/>
                <w:w w:val="90"/>
                <w:sz w:val="16"/>
                <w:szCs w:val="16"/>
              </w:rPr>
              <w:t xml:space="preserve"> program, </w:t>
            </w:r>
            <w:r w:rsidR="0075342A" w:rsidRPr="00BC50FF">
              <w:rPr>
                <w:rFonts w:ascii="서울남산체 L" w:eastAsia="서울남산체 L" w:hAnsi="서울남산체 L" w:cs="Arial" w:hint="eastAsia"/>
                <w:color w:val="000000"/>
                <w:spacing w:val="-8"/>
                <w:w w:val="90"/>
                <w:sz w:val="16"/>
                <w:szCs w:val="16"/>
              </w:rPr>
              <w:t xml:space="preserve">which will be held </w:t>
            </w:r>
            <w:r w:rsidR="003A108C">
              <w:rPr>
                <w:rFonts w:ascii="서울남산체 L" w:eastAsia="서울남산체 L" w:hAnsi="서울남산체 L" w:cs="Arial"/>
                <w:color w:val="000000"/>
                <w:spacing w:val="-8"/>
                <w:w w:val="90"/>
                <w:sz w:val="16"/>
                <w:szCs w:val="16"/>
                <w:lang w:val="en-GB"/>
              </w:rPr>
              <w:t>during</w:t>
            </w:r>
            <w:r w:rsidR="00797522" w:rsidRPr="00BC50FF">
              <w:rPr>
                <w:rFonts w:ascii="서울남산체 L" w:eastAsia="서울남산체 L" w:hAnsi="서울남산체 L" w:cs="Arial" w:hint="eastAsia"/>
                <w:color w:val="000000"/>
                <w:spacing w:val="-8"/>
                <w:w w:val="90"/>
                <w:sz w:val="16"/>
                <w:szCs w:val="16"/>
              </w:rPr>
              <w:t xml:space="preserve"> the festival</w:t>
            </w:r>
            <w:r w:rsidR="00163A41" w:rsidRPr="00BC50FF">
              <w:rPr>
                <w:rFonts w:ascii="서울남산체 L" w:eastAsia="서울남산체 L" w:hAnsi="서울남산체 L" w:cs="Arial" w:hint="eastAsia"/>
                <w:color w:val="000000"/>
                <w:spacing w:val="-8"/>
                <w:w w:val="90"/>
                <w:sz w:val="16"/>
                <w:szCs w:val="16"/>
              </w:rPr>
              <w:t xml:space="preserve"> </w:t>
            </w:r>
            <w:r w:rsidR="00797522" w:rsidRPr="00BC50FF">
              <w:rPr>
                <w:rFonts w:ascii="서울남산체 L" w:eastAsia="서울남산체 L" w:hAnsi="서울남산체 L" w:cs="Arial" w:hint="eastAsia"/>
                <w:color w:val="000000"/>
                <w:spacing w:val="-8"/>
                <w:w w:val="90"/>
                <w:sz w:val="16"/>
                <w:szCs w:val="16"/>
              </w:rPr>
              <w:t>(including In-cooperation festival abroad)</w:t>
            </w:r>
            <w:r w:rsidRPr="00BC50FF">
              <w:rPr>
                <w:rFonts w:ascii="서울남산체 L" w:eastAsia="서울남산체 L" w:hAnsi="서울남산체 L" w:cs="Arial"/>
                <w:color w:val="000000"/>
                <w:spacing w:val="-8"/>
                <w:w w:val="90"/>
                <w:sz w:val="16"/>
                <w:szCs w:val="16"/>
              </w:rPr>
              <w:t>.</w:t>
            </w:r>
            <w:r w:rsidR="00797522" w:rsidRPr="00BC50FF">
              <w:rPr>
                <w:rFonts w:ascii="서울남산체 L" w:eastAsia="서울남산체 L" w:hAnsi="서울남산체 L" w:cs="Arial" w:hint="eastAsia"/>
                <w:color w:val="000000"/>
                <w:spacing w:val="-8"/>
                <w:w w:val="90"/>
                <w:sz w:val="16"/>
                <w:szCs w:val="16"/>
              </w:rPr>
              <w:t xml:space="preserve">                </w:t>
            </w:r>
            <w:r w:rsidR="00346B3A" w:rsidRPr="00BC50FF">
              <w:rPr>
                <w:rFonts w:ascii="서울남산체 L" w:eastAsia="서울남산체 L" w:hAnsi="서울남산체 L" w:cs="Arial" w:hint="eastAsia"/>
                <w:color w:val="000000"/>
                <w:spacing w:val="-8"/>
                <w:w w:val="90"/>
                <w:sz w:val="16"/>
                <w:szCs w:val="16"/>
              </w:rPr>
              <w:t xml:space="preserve">                                                   </w:t>
            </w:r>
            <w:r w:rsidR="00D1167F" w:rsidRPr="00BC50FF">
              <w:rPr>
                <w:rFonts w:ascii="서울남산체 L" w:eastAsia="서울남산체 L" w:hAnsi="서울남산체 L" w:cs="Arial" w:hint="eastAsia"/>
                <w:color w:val="000000"/>
                <w:spacing w:val="-8"/>
                <w:w w:val="90"/>
                <w:sz w:val="16"/>
                <w:szCs w:val="16"/>
              </w:rPr>
              <w:t xml:space="preserve">            </w:t>
            </w:r>
            <w:r w:rsidR="00346B3A" w:rsidRPr="00BC50FF">
              <w:rPr>
                <w:rFonts w:ascii="서울남산체 L" w:eastAsia="서울남산체 L" w:hAnsi="서울남산체 L" w:cs="Arial" w:hint="eastAsia"/>
                <w:color w:val="000000"/>
                <w:spacing w:val="-8"/>
                <w:w w:val="90"/>
                <w:sz w:val="16"/>
                <w:szCs w:val="16"/>
              </w:rPr>
              <w:t xml:space="preserve"> </w:t>
            </w:r>
            <w:r w:rsidR="005A0B41">
              <w:rPr>
                <w:rFonts w:ascii="서울남산체 L" w:eastAsia="서울남산체 L" w:hAnsi="서울남산체 L" w:cs="Arial" w:hint="eastAsia"/>
                <w:color w:val="000000"/>
                <w:spacing w:val="-8"/>
                <w:w w:val="90"/>
                <w:sz w:val="16"/>
                <w:szCs w:val="16"/>
              </w:rPr>
              <w:t xml:space="preserve">                                     </w:t>
            </w:r>
            <w:r w:rsidR="00346B3A" w:rsidRPr="00BC50FF">
              <w:rPr>
                <w:rFonts w:ascii="서울남산체 L" w:eastAsia="서울남산체 L" w:hAnsi="서울남산체 L" w:cs="Arial" w:hint="eastAsia"/>
                <w:color w:val="000000"/>
                <w:spacing w:val="-8"/>
                <w:w w:val="90"/>
                <w:sz w:val="16"/>
                <w:szCs w:val="16"/>
              </w:rPr>
              <w:t xml:space="preserve">    </w:t>
            </w:r>
            <w:r w:rsidR="0042123A" w:rsidRPr="00BC50FF">
              <w:rPr>
                <w:rFonts w:ascii="서울남산체 L" w:eastAsia="서울남산체 L" w:hAnsi="서울남산체 L" w:cs="Arial" w:hint="eastAsia"/>
                <w:color w:val="000000"/>
                <w:spacing w:val="-8"/>
                <w:w w:val="90"/>
                <w:sz w:val="16"/>
                <w:szCs w:val="16"/>
              </w:rPr>
              <w:t xml:space="preserve"> </w:t>
            </w:r>
            <w:r w:rsidRPr="005A0B41">
              <w:rPr>
                <w:rFonts w:ascii="서울남산체 L" w:eastAsia="서울남산체 L" w:hAnsi="서울남산체 L" w:cs="Arial" w:hint="eastAsia"/>
                <w:spacing w:val="-8"/>
                <w:w w:val="90"/>
                <w:sz w:val="22"/>
                <w:szCs w:val="22"/>
              </w:rPr>
              <w:t>□</w:t>
            </w:r>
            <w:r w:rsidRPr="00BC50FF">
              <w:rPr>
                <w:rFonts w:ascii="서울남산체 L" w:eastAsia="서울남산체 L" w:hAnsi="서울남산체 L" w:cs="Arial" w:hint="eastAsia"/>
                <w:spacing w:val="-8"/>
                <w:w w:val="90"/>
                <w:sz w:val="16"/>
                <w:szCs w:val="16"/>
              </w:rPr>
              <w:t xml:space="preserve"> 동의합니다 | I agree   </w:t>
            </w:r>
            <w:r w:rsidRPr="005A0B41">
              <w:rPr>
                <w:rFonts w:ascii="서울남산체 L" w:eastAsia="서울남산체 L" w:hAnsi="서울남산체 L" w:cs="Arial" w:hint="eastAsia"/>
                <w:spacing w:val="-8"/>
                <w:w w:val="90"/>
                <w:sz w:val="22"/>
                <w:szCs w:val="22"/>
              </w:rPr>
              <w:t>□</w:t>
            </w:r>
            <w:r w:rsidRPr="00BC50FF">
              <w:rPr>
                <w:rFonts w:ascii="서울남산체 L" w:eastAsia="서울남산체 L" w:hAnsi="서울남산체 L" w:cs="Arial" w:hint="eastAsia"/>
                <w:spacing w:val="-8"/>
                <w:w w:val="90"/>
                <w:sz w:val="16"/>
                <w:szCs w:val="16"/>
              </w:rPr>
              <w:t xml:space="preserve"> 동의하지 않습니다 | I do not agree</w:t>
            </w:r>
          </w:p>
          <w:p w14:paraId="749EC21E" w14:textId="77777777" w:rsidR="008800A2" w:rsidRPr="00BC50FF" w:rsidRDefault="008800A2" w:rsidP="00BC7CEF">
            <w:pPr>
              <w:snapToGrid w:val="0"/>
              <w:spacing w:line="204" w:lineRule="auto"/>
              <w:ind w:firstLineChars="550" w:firstLine="625"/>
              <w:jc w:val="left"/>
              <w:rPr>
                <w:rFonts w:ascii="서울남산체 L" w:eastAsia="서울남산체 L" w:hAnsi="서울남산체 L" w:cs="Arial"/>
                <w:spacing w:val="-8"/>
                <w:w w:val="90"/>
                <w:sz w:val="16"/>
                <w:szCs w:val="16"/>
              </w:rPr>
            </w:pPr>
          </w:p>
        </w:tc>
      </w:tr>
      <w:tr w:rsidR="00346B3A" w:rsidRPr="00BC50FF" w14:paraId="0A5515E2" w14:textId="77777777" w:rsidTr="000A7DE4">
        <w:trPr>
          <w:gridAfter w:val="1"/>
          <w:wAfter w:w="80" w:type="dxa"/>
          <w:trHeight w:val="321"/>
          <w:jc w:val="center"/>
        </w:trPr>
        <w:tc>
          <w:tcPr>
            <w:tcW w:w="10571" w:type="dxa"/>
            <w:gridSpan w:val="21"/>
            <w:shd w:val="clear" w:color="auto" w:fill="333333"/>
            <w:vAlign w:val="center"/>
          </w:tcPr>
          <w:p w14:paraId="0E34600A" w14:textId="77777777" w:rsidR="00346B3A" w:rsidRPr="00BC50FF" w:rsidRDefault="00031FD3" w:rsidP="00BA5152">
            <w:pPr>
              <w:snapToGrid w:val="0"/>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8"/>
                <w:szCs w:val="18"/>
              </w:rPr>
              <w:t>9</w:t>
            </w:r>
            <w:r w:rsidR="00213618" w:rsidRPr="00BC50FF">
              <w:rPr>
                <w:rFonts w:ascii="서울남산체 L" w:eastAsia="서울남산체 L" w:hAnsi="서울남산체 L" w:cs="Arial" w:hint="eastAsia"/>
                <w:spacing w:val="-8"/>
                <w:w w:val="90"/>
                <w:sz w:val="18"/>
                <w:szCs w:val="18"/>
              </w:rPr>
              <w:t>.</w:t>
            </w:r>
            <w:r w:rsidR="00213618" w:rsidRPr="00BC50FF">
              <w:rPr>
                <w:rFonts w:ascii="서울남산체 L" w:eastAsia="서울남산체 L" w:hAnsi="서울남산체 L" w:cs="Arial" w:hint="eastAsia"/>
                <w:spacing w:val="-8"/>
                <w:w w:val="90"/>
                <w:sz w:val="16"/>
                <w:szCs w:val="16"/>
              </w:rPr>
              <w:t xml:space="preserve"> </w:t>
            </w:r>
            <w:r w:rsidR="008800A2">
              <w:rPr>
                <w:rFonts w:ascii="서울남산체 L" w:eastAsia="서울남산체 L" w:hAnsi="서울남산체 L" w:cs="바탕" w:hint="eastAsia"/>
                <w:color w:val="FFFFFF"/>
                <w:spacing w:val="-8"/>
                <w:w w:val="90"/>
                <w:sz w:val="18"/>
                <w:szCs w:val="18"/>
              </w:rPr>
              <w:t>자</w:t>
            </w:r>
            <w:r w:rsidR="008800A2">
              <w:rPr>
                <w:rFonts w:ascii="서울남산체 L" w:eastAsia="서울남산체 L" w:hAnsi="서울남산체 L" w:cs="바탕"/>
                <w:color w:val="FFFFFF"/>
                <w:spacing w:val="-8"/>
                <w:w w:val="90"/>
                <w:sz w:val="18"/>
                <w:szCs w:val="18"/>
              </w:rPr>
              <w:t>료의 기증</w:t>
            </w:r>
            <w:r w:rsidR="00471783" w:rsidRPr="00BC50FF">
              <w:rPr>
                <w:rFonts w:ascii="서울남산체 L" w:eastAsia="서울남산체 L" w:hAnsi="서울남산체 L" w:cs="Arial" w:hint="eastAsia"/>
                <w:color w:val="FFFFFF"/>
                <w:spacing w:val="-8"/>
                <w:w w:val="90"/>
                <w:sz w:val="18"/>
                <w:szCs w:val="18"/>
              </w:rPr>
              <w:t xml:space="preserve"> </w:t>
            </w:r>
            <w:r w:rsidR="00471783" w:rsidRPr="00BC50FF">
              <w:rPr>
                <w:rFonts w:ascii="서울남산체 L" w:eastAsia="서울남산체 L" w:hAnsi="서울남산체 L" w:cs="Arial" w:hint="eastAsia"/>
                <w:b/>
                <w:bCs/>
                <w:iCs/>
                <w:color w:val="FFFFFF"/>
                <w:spacing w:val="-8"/>
                <w:w w:val="90"/>
                <w:sz w:val="18"/>
                <w:szCs w:val="18"/>
              </w:rPr>
              <w:t>|</w:t>
            </w:r>
            <w:r w:rsidR="00471783" w:rsidRPr="00BC50FF">
              <w:rPr>
                <w:rFonts w:ascii="서울남산체 L" w:eastAsia="서울남산체 L" w:hAnsi="서울남산체 L" w:cs="Arial"/>
                <w:b/>
                <w:bCs/>
                <w:iCs/>
                <w:color w:val="FFFFFF"/>
                <w:spacing w:val="-8"/>
                <w:w w:val="90"/>
                <w:sz w:val="18"/>
                <w:szCs w:val="18"/>
              </w:rPr>
              <w:t xml:space="preserve"> </w:t>
            </w:r>
            <w:r w:rsidR="008800A2">
              <w:rPr>
                <w:rFonts w:ascii="서울남산체 L" w:eastAsia="서울남산체 L" w:hAnsi="서울남산체 L" w:cs="Arial" w:hint="eastAsia"/>
                <w:b/>
                <w:bCs/>
                <w:iCs/>
                <w:color w:val="FFFFFF"/>
                <w:spacing w:val="-8"/>
                <w:w w:val="90"/>
                <w:sz w:val="18"/>
                <w:szCs w:val="18"/>
              </w:rPr>
              <w:t>Donation</w:t>
            </w:r>
          </w:p>
        </w:tc>
      </w:tr>
      <w:tr w:rsidR="00213618" w:rsidRPr="00BC50FF" w14:paraId="0AE012CE" w14:textId="77777777" w:rsidTr="000A7DE4">
        <w:trPr>
          <w:gridAfter w:val="1"/>
          <w:wAfter w:w="80" w:type="dxa"/>
          <w:trHeight w:val="612"/>
          <w:jc w:val="center"/>
        </w:trPr>
        <w:tc>
          <w:tcPr>
            <w:tcW w:w="10571" w:type="dxa"/>
            <w:gridSpan w:val="21"/>
            <w:tcBorders>
              <w:bottom w:val="nil"/>
            </w:tcBorders>
            <w:vAlign w:val="center"/>
          </w:tcPr>
          <w:p w14:paraId="7D35460E" w14:textId="77777777" w:rsidR="00D36AEA" w:rsidRDefault="008800A2" w:rsidP="00BA5152">
            <w:pPr>
              <w:snapToGrid w:val="0"/>
              <w:jc w:val="left"/>
              <w:rPr>
                <w:rFonts w:ascii="서울남산체 L" w:eastAsia="서울남산체 L" w:hAnsi="서울남산체 L" w:cs="Arial"/>
                <w:bCs/>
                <w:iCs/>
                <w:color w:val="FFFFFF"/>
                <w:spacing w:val="-8"/>
                <w:w w:val="90"/>
                <w:sz w:val="18"/>
                <w:szCs w:val="18"/>
              </w:rPr>
            </w:pPr>
            <w:r w:rsidRPr="00BD48FE">
              <w:rPr>
                <w:rFonts w:ascii="서울남산체 L" w:eastAsia="서울남산체 L" w:hAnsi="서울남산체 L" w:cs="Arial" w:hint="eastAsia"/>
                <w:spacing w:val="-8"/>
                <w:w w:val="90"/>
                <w:sz w:val="16"/>
                <w:szCs w:val="16"/>
              </w:rPr>
              <w:t>본</w:t>
            </w:r>
            <w:r w:rsidRPr="00BD48FE">
              <w:rPr>
                <w:rFonts w:ascii="서울남산체 L" w:eastAsia="서울남산체 L" w:hAnsi="서울남산체 L" w:cs="Arial"/>
                <w:spacing w:val="-8"/>
                <w:w w:val="90"/>
                <w:sz w:val="16"/>
                <w:szCs w:val="16"/>
              </w:rPr>
              <w:t xml:space="preserve">심에 진출할 </w:t>
            </w:r>
            <w:r w:rsidRPr="00BD48FE">
              <w:rPr>
                <w:rFonts w:ascii="서울남산체 L" w:eastAsia="서울남산체 L" w:hAnsi="서울남산체 L" w:cs="Arial" w:hint="eastAsia"/>
                <w:spacing w:val="-8"/>
                <w:w w:val="90"/>
                <w:sz w:val="16"/>
                <w:szCs w:val="16"/>
              </w:rPr>
              <w:t>경</w:t>
            </w:r>
            <w:r w:rsidRPr="00BD48FE">
              <w:rPr>
                <w:rFonts w:ascii="서울남산체 L" w:eastAsia="서울남산체 L" w:hAnsi="서울남산체 L" w:cs="Arial"/>
                <w:spacing w:val="-8"/>
                <w:w w:val="90"/>
                <w:sz w:val="16"/>
                <w:szCs w:val="16"/>
              </w:rPr>
              <w:t>우 작품의 원본 또는 사본 1</w:t>
            </w:r>
            <w:r w:rsidRPr="00BD48FE">
              <w:rPr>
                <w:rFonts w:ascii="서울남산체 L" w:eastAsia="서울남산체 L" w:hAnsi="서울남산체 L" w:cs="Arial" w:hint="eastAsia"/>
                <w:spacing w:val="-8"/>
                <w:w w:val="90"/>
                <w:sz w:val="16"/>
                <w:szCs w:val="16"/>
              </w:rPr>
              <w:t>부</w:t>
            </w:r>
            <w:r w:rsidRPr="00BD48FE">
              <w:rPr>
                <w:rFonts w:ascii="서울남산체 L" w:eastAsia="서울남산체 L" w:hAnsi="서울남산체 L" w:cs="Arial"/>
                <w:spacing w:val="-8"/>
                <w:w w:val="90"/>
                <w:sz w:val="16"/>
                <w:szCs w:val="16"/>
              </w:rPr>
              <w:t xml:space="preserve">를 영화제 자료로 기증함에 </w:t>
            </w:r>
            <w:r w:rsidR="00515029">
              <w:rPr>
                <w:rFonts w:ascii="서울남산체 L" w:eastAsia="서울남산체 L" w:hAnsi="서울남산체 L" w:cs="Arial"/>
                <w:spacing w:val="-8"/>
                <w:w w:val="90"/>
                <w:sz w:val="16"/>
                <w:szCs w:val="16"/>
              </w:rPr>
              <w:t xml:space="preserve">| </w:t>
            </w:r>
            <w:r w:rsidR="00D36AEA" w:rsidRPr="00BD48FE">
              <w:rPr>
                <w:rFonts w:ascii="서울남산체 L" w:eastAsia="서울남산체 L" w:hAnsi="서울남산체 L" w:cs="Arial"/>
                <w:spacing w:val="-8"/>
                <w:w w:val="90"/>
                <w:sz w:val="16"/>
                <w:szCs w:val="16"/>
              </w:rPr>
              <w:t>I agree to have the festival keep a copy of my film for the Archive of SICAF</w:t>
            </w:r>
            <w:r w:rsidRPr="00BD48FE">
              <w:rPr>
                <w:rFonts w:ascii="서울남산체 L" w:eastAsia="서울남산체 L" w:hAnsi="서울남산체 L" w:cs="Arial" w:hint="eastAsia"/>
                <w:spacing w:val="-8"/>
                <w:w w:val="90"/>
                <w:sz w:val="16"/>
                <w:szCs w:val="16"/>
              </w:rPr>
              <w:t xml:space="preserve">. </w:t>
            </w:r>
            <w:r w:rsidRPr="00BD48FE">
              <w:rPr>
                <w:rFonts w:ascii="서울남산체 L" w:eastAsia="서울남산체 L" w:hAnsi="서울남산체 L" w:cs="바탕" w:hint="eastAsia"/>
                <w:color w:val="FFFFFF"/>
                <w:spacing w:val="-8"/>
                <w:w w:val="90"/>
                <w:sz w:val="16"/>
                <w:szCs w:val="16"/>
              </w:rPr>
              <w:t>출품구비서류</w:t>
            </w:r>
            <w:r w:rsidRPr="008800A2">
              <w:rPr>
                <w:rFonts w:ascii="서울남산체 L" w:eastAsia="서울남산체 L" w:hAnsi="서울남산체 L" w:cs="Arial" w:hint="eastAsia"/>
                <w:color w:val="FFFFFF"/>
                <w:spacing w:val="-8"/>
                <w:w w:val="90"/>
                <w:sz w:val="18"/>
                <w:szCs w:val="18"/>
              </w:rPr>
              <w:t xml:space="preserve"> </w:t>
            </w:r>
            <w:r w:rsidRPr="008800A2">
              <w:rPr>
                <w:rFonts w:ascii="서울남산체 L" w:eastAsia="서울남산체 L" w:hAnsi="서울남산체 L" w:cs="Arial" w:hint="eastAsia"/>
                <w:bCs/>
                <w:iCs/>
                <w:color w:val="FFFFFF"/>
                <w:spacing w:val="-8"/>
                <w:w w:val="90"/>
                <w:sz w:val="18"/>
                <w:szCs w:val="18"/>
              </w:rPr>
              <w:t>|</w:t>
            </w:r>
            <w:r w:rsidRPr="008800A2">
              <w:rPr>
                <w:rFonts w:ascii="서울남산체 L" w:eastAsia="서울남산체 L" w:hAnsi="서울남산체 L" w:cs="Arial"/>
                <w:bCs/>
                <w:iCs/>
                <w:color w:val="FFFFFF"/>
                <w:spacing w:val="-8"/>
                <w:w w:val="90"/>
                <w:sz w:val="18"/>
                <w:szCs w:val="18"/>
              </w:rPr>
              <w:t xml:space="preserve"> </w:t>
            </w:r>
            <w:r w:rsidRPr="008800A2">
              <w:rPr>
                <w:rFonts w:ascii="서울남산체 L" w:eastAsia="서울남산체 L" w:hAnsi="서울남산체 L" w:cs="Arial" w:hint="eastAsia"/>
                <w:bCs/>
                <w:iCs/>
                <w:color w:val="FFFFFF"/>
                <w:spacing w:val="-8"/>
                <w:w w:val="90"/>
                <w:sz w:val="18"/>
                <w:szCs w:val="18"/>
              </w:rPr>
              <w:t>Application C</w:t>
            </w:r>
          </w:p>
          <w:p w14:paraId="7FCD87CF" w14:textId="77777777" w:rsidR="00F314E2" w:rsidRPr="008800A2" w:rsidRDefault="008800A2" w:rsidP="00BC7CEF">
            <w:pPr>
              <w:snapToGrid w:val="0"/>
              <w:spacing w:line="204" w:lineRule="auto"/>
              <w:ind w:firstLineChars="3950" w:firstLine="6407"/>
              <w:jc w:val="left"/>
              <w:rPr>
                <w:rFonts w:ascii="서울남산체 L" w:eastAsia="서울남산체 L" w:hAnsi="서울남산체 L" w:cs="Arial"/>
                <w:spacing w:val="-8"/>
                <w:w w:val="90"/>
                <w:sz w:val="16"/>
                <w:szCs w:val="16"/>
              </w:rPr>
            </w:pPr>
            <w:r w:rsidRPr="008800A2">
              <w:rPr>
                <w:rFonts w:ascii="서울남산체 L" w:eastAsia="서울남산체 L" w:hAnsi="서울남산체 L" w:cs="Arial" w:hint="eastAsia"/>
                <w:spacing w:val="-8"/>
                <w:w w:val="90"/>
                <w:sz w:val="22"/>
                <w:szCs w:val="22"/>
              </w:rPr>
              <w:t>□</w:t>
            </w:r>
            <w:r w:rsidRPr="008800A2">
              <w:rPr>
                <w:rFonts w:ascii="서울남산체 L" w:eastAsia="서울남산체 L" w:hAnsi="서울남산체 L" w:cs="Arial" w:hint="eastAsia"/>
                <w:spacing w:val="-8"/>
                <w:w w:val="90"/>
                <w:sz w:val="16"/>
                <w:szCs w:val="16"/>
              </w:rPr>
              <w:t xml:space="preserve"> 동의합니다 | I agree   </w:t>
            </w:r>
            <w:r w:rsidRPr="008800A2">
              <w:rPr>
                <w:rFonts w:ascii="서울남산체 L" w:eastAsia="서울남산체 L" w:hAnsi="서울남산체 L" w:cs="Arial" w:hint="eastAsia"/>
                <w:spacing w:val="-8"/>
                <w:w w:val="90"/>
                <w:sz w:val="22"/>
                <w:szCs w:val="22"/>
              </w:rPr>
              <w:t>□</w:t>
            </w:r>
            <w:r w:rsidRPr="008800A2">
              <w:rPr>
                <w:rFonts w:ascii="서울남산체 L" w:eastAsia="서울남산체 L" w:hAnsi="서울남산체 L" w:cs="Arial" w:hint="eastAsia"/>
                <w:spacing w:val="-8"/>
                <w:w w:val="90"/>
                <w:sz w:val="16"/>
                <w:szCs w:val="16"/>
              </w:rPr>
              <w:t xml:space="preserve"> 동의하지 않습니다 | I do not agree</w:t>
            </w:r>
          </w:p>
        </w:tc>
      </w:tr>
      <w:tr w:rsidR="00346B3A" w:rsidRPr="00BC50FF" w14:paraId="5486951E" w14:textId="77777777" w:rsidTr="000A7DE4">
        <w:trPr>
          <w:gridAfter w:val="1"/>
          <w:wAfter w:w="80" w:type="dxa"/>
          <w:trHeight w:val="74"/>
          <w:jc w:val="center"/>
        </w:trPr>
        <w:tc>
          <w:tcPr>
            <w:tcW w:w="10571" w:type="dxa"/>
            <w:gridSpan w:val="21"/>
            <w:tcBorders>
              <w:top w:val="nil"/>
            </w:tcBorders>
            <w:vAlign w:val="center"/>
          </w:tcPr>
          <w:p w14:paraId="513E0D07" w14:textId="77777777" w:rsidR="00346B3A" w:rsidRPr="008800A2" w:rsidRDefault="00346B3A" w:rsidP="00BA5152">
            <w:pPr>
              <w:snapToGrid w:val="0"/>
              <w:spacing w:line="60" w:lineRule="auto"/>
              <w:jc w:val="left"/>
              <w:rPr>
                <w:rFonts w:ascii="서울남산체 L" w:eastAsia="서울남산체 L" w:hAnsi="서울남산체 L"/>
                <w:b/>
              </w:rPr>
            </w:pPr>
          </w:p>
        </w:tc>
      </w:tr>
      <w:tr w:rsidR="008800A2" w:rsidRPr="00BC50FF" w14:paraId="67A25FCC" w14:textId="77777777" w:rsidTr="000A7DE4">
        <w:trPr>
          <w:gridAfter w:val="1"/>
          <w:wAfter w:w="80" w:type="dxa"/>
          <w:trHeight w:val="257"/>
          <w:jc w:val="center"/>
        </w:trPr>
        <w:tc>
          <w:tcPr>
            <w:tcW w:w="10571" w:type="dxa"/>
            <w:gridSpan w:val="21"/>
            <w:shd w:val="clear" w:color="auto" w:fill="262626"/>
            <w:vAlign w:val="center"/>
          </w:tcPr>
          <w:p w14:paraId="4A1375FE" w14:textId="77777777" w:rsidR="008800A2" w:rsidRPr="006A63A6" w:rsidRDefault="008800A2" w:rsidP="00BA5152">
            <w:pPr>
              <w:snapToGrid w:val="0"/>
              <w:jc w:val="left"/>
              <w:rPr>
                <w:rFonts w:ascii="서울남산체 L" w:eastAsia="서울남산체 L" w:hAnsi="서울남산체 L" w:cs="Arial"/>
                <w:b/>
                <w:color w:val="FFFFFF"/>
                <w:spacing w:val="-8"/>
                <w:w w:val="90"/>
                <w:sz w:val="16"/>
                <w:szCs w:val="16"/>
              </w:rPr>
            </w:pPr>
            <w:r w:rsidRPr="006A63A6">
              <w:rPr>
                <w:rFonts w:ascii="서울남산체 L" w:eastAsia="서울남산체 L" w:hAnsi="서울남산체 L" w:cs="Arial" w:hint="eastAsia"/>
                <w:color w:val="FFFFFF"/>
                <w:spacing w:val="-8"/>
                <w:w w:val="90"/>
                <w:sz w:val="18"/>
                <w:szCs w:val="18"/>
              </w:rPr>
              <w:t>1</w:t>
            </w:r>
            <w:r w:rsidR="00031FD3">
              <w:rPr>
                <w:rFonts w:ascii="서울남산체 L" w:eastAsia="서울남산체 L" w:hAnsi="서울남산체 L" w:cs="Arial"/>
                <w:color w:val="FFFFFF"/>
                <w:spacing w:val="-8"/>
                <w:w w:val="90"/>
                <w:sz w:val="18"/>
                <w:szCs w:val="18"/>
              </w:rPr>
              <w:t>0</w:t>
            </w:r>
            <w:r w:rsidRPr="006A63A6">
              <w:rPr>
                <w:rFonts w:ascii="서울남산체 L" w:eastAsia="서울남산체 L" w:hAnsi="서울남산체 L" w:cs="Arial" w:hint="eastAsia"/>
                <w:color w:val="FFFFFF"/>
                <w:spacing w:val="-8"/>
                <w:w w:val="90"/>
                <w:sz w:val="18"/>
                <w:szCs w:val="18"/>
                <w:shd w:val="clear" w:color="auto" w:fill="262626"/>
              </w:rPr>
              <w:t>.</w:t>
            </w:r>
            <w:r w:rsidRPr="006A63A6">
              <w:rPr>
                <w:rFonts w:ascii="서울남산체 L" w:eastAsia="서울남산체 L" w:hAnsi="서울남산체 L" w:cs="Arial" w:hint="eastAsia"/>
                <w:color w:val="FFFFFF"/>
                <w:spacing w:val="-8"/>
                <w:w w:val="90"/>
                <w:sz w:val="16"/>
                <w:szCs w:val="16"/>
                <w:shd w:val="clear" w:color="auto" w:fill="262626"/>
              </w:rPr>
              <w:t xml:space="preserve"> </w:t>
            </w:r>
            <w:r w:rsidRPr="006A63A6">
              <w:rPr>
                <w:rFonts w:ascii="서울남산체 L" w:eastAsia="서울남산체 L" w:hAnsi="서울남산체 L" w:cs="바탕" w:hint="eastAsia"/>
                <w:color w:val="FFFFFF"/>
                <w:spacing w:val="-8"/>
                <w:w w:val="90"/>
                <w:sz w:val="18"/>
                <w:szCs w:val="18"/>
                <w:shd w:val="clear" w:color="auto" w:fill="262626"/>
              </w:rPr>
              <w:t>출품구비서류</w:t>
            </w:r>
            <w:r w:rsidRPr="006A63A6">
              <w:rPr>
                <w:rFonts w:ascii="서울남산체 L" w:eastAsia="서울남산체 L" w:hAnsi="서울남산체 L" w:cs="Arial" w:hint="eastAsia"/>
                <w:b/>
                <w:color w:val="FFFFFF"/>
                <w:spacing w:val="-8"/>
                <w:w w:val="90"/>
                <w:sz w:val="18"/>
                <w:szCs w:val="18"/>
                <w:shd w:val="clear" w:color="auto" w:fill="262626"/>
              </w:rPr>
              <w:t xml:space="preserve"> </w:t>
            </w:r>
            <w:r w:rsidRPr="006A63A6">
              <w:rPr>
                <w:rFonts w:ascii="서울남산체 L" w:eastAsia="서울남산체 L" w:hAnsi="서울남산체 L" w:cs="Arial" w:hint="eastAsia"/>
                <w:b/>
                <w:bCs/>
                <w:iCs/>
                <w:color w:val="FFFFFF"/>
                <w:spacing w:val="-8"/>
                <w:w w:val="90"/>
                <w:sz w:val="18"/>
                <w:szCs w:val="18"/>
                <w:shd w:val="clear" w:color="auto" w:fill="262626"/>
              </w:rPr>
              <w:t>|</w:t>
            </w:r>
            <w:r w:rsidRPr="006A63A6">
              <w:rPr>
                <w:rFonts w:ascii="서울남산체 L" w:eastAsia="서울남산체 L" w:hAnsi="서울남산체 L" w:cs="Arial"/>
                <w:b/>
                <w:bCs/>
                <w:iCs/>
                <w:color w:val="FFFFFF"/>
                <w:spacing w:val="-8"/>
                <w:w w:val="90"/>
                <w:sz w:val="18"/>
                <w:szCs w:val="18"/>
                <w:shd w:val="clear" w:color="auto" w:fill="262626"/>
              </w:rPr>
              <w:t xml:space="preserve"> </w:t>
            </w:r>
            <w:r w:rsidRPr="006A63A6">
              <w:rPr>
                <w:rFonts w:ascii="서울남산체 L" w:eastAsia="서울남산체 L" w:hAnsi="서울남산체 L" w:cs="Arial" w:hint="eastAsia"/>
                <w:b/>
                <w:bCs/>
                <w:iCs/>
                <w:color w:val="FFFFFF"/>
                <w:spacing w:val="-8"/>
                <w:w w:val="90"/>
                <w:sz w:val="18"/>
                <w:szCs w:val="18"/>
                <w:shd w:val="clear" w:color="auto" w:fill="262626"/>
              </w:rPr>
              <w:t>Application Checklist</w:t>
            </w:r>
          </w:p>
        </w:tc>
      </w:tr>
      <w:tr w:rsidR="008800A2" w:rsidRPr="00BC50FF" w14:paraId="2C0B6798" w14:textId="77777777" w:rsidTr="000A7DE4">
        <w:trPr>
          <w:gridAfter w:val="1"/>
          <w:wAfter w:w="80" w:type="dxa"/>
          <w:trHeight w:val="1223"/>
          <w:jc w:val="center"/>
        </w:trPr>
        <w:tc>
          <w:tcPr>
            <w:tcW w:w="10571" w:type="dxa"/>
            <w:gridSpan w:val="21"/>
            <w:vAlign w:val="center"/>
          </w:tcPr>
          <w:p w14:paraId="5B41FCBC" w14:textId="77777777" w:rsidR="008800A2" w:rsidRPr="005A3D44" w:rsidRDefault="008800A2" w:rsidP="00BA5152">
            <w:pPr>
              <w:snapToGrid w:val="0"/>
              <w:spacing w:line="160" w:lineRule="atLeast"/>
              <w:jc w:val="left"/>
              <w:rPr>
                <w:rFonts w:ascii="서울남산체 L" w:eastAsia="서울남산체 L" w:hAnsi="서울남산체 L" w:cs="Arial"/>
                <w:spacing w:val="-8"/>
                <w:w w:val="90"/>
                <w:szCs w:val="16"/>
              </w:rPr>
            </w:pPr>
            <w:r w:rsidRPr="005A3D44">
              <w:rPr>
                <w:rFonts w:ascii="서울남산체 L" w:eastAsia="서울남산체 L" w:hAnsi="서울남산체 L" w:cs="Arial"/>
                <w:spacing w:val="-8"/>
                <w:w w:val="90"/>
                <w:sz w:val="22"/>
                <w:szCs w:val="20"/>
              </w:rPr>
              <w:t>□</w:t>
            </w:r>
            <w:r w:rsidRPr="005A3D44">
              <w:rPr>
                <w:rFonts w:ascii="서울남산체 L" w:eastAsia="서울남산체 L" w:hAnsi="서울남산체 L" w:cs="Arial" w:hint="eastAsia"/>
                <w:spacing w:val="-8"/>
                <w:w w:val="90"/>
                <w:sz w:val="22"/>
                <w:szCs w:val="20"/>
              </w:rPr>
              <w:t xml:space="preserve"> </w:t>
            </w:r>
            <w:r w:rsidRPr="005A3D44">
              <w:rPr>
                <w:rFonts w:ascii="서울남산체 L" w:eastAsia="서울남산체 L" w:hAnsi="서울남산체 L" w:cs="Arial" w:hint="eastAsia"/>
                <w:spacing w:val="-8"/>
                <w:w w:val="90"/>
                <w:sz w:val="18"/>
                <w:szCs w:val="16"/>
              </w:rPr>
              <w:t>출품신청서 | Entry Form</w:t>
            </w:r>
          </w:p>
          <w:p w14:paraId="0D899A28" w14:textId="77777777" w:rsidR="002E6A85" w:rsidRPr="005A3D44" w:rsidRDefault="008800A2" w:rsidP="00BA5152">
            <w:pPr>
              <w:snapToGrid w:val="0"/>
              <w:spacing w:line="160" w:lineRule="atLeast"/>
              <w:jc w:val="left"/>
              <w:rPr>
                <w:rFonts w:ascii="서울남산체 L" w:eastAsia="서울남산체 L" w:hAnsi="서울남산체 L" w:cs="Arial"/>
                <w:spacing w:val="-8"/>
                <w:w w:val="90"/>
                <w:sz w:val="18"/>
                <w:szCs w:val="16"/>
                <w:lang w:val="en-GB"/>
              </w:rPr>
            </w:pPr>
            <w:r w:rsidRPr="005A3D44">
              <w:rPr>
                <w:rFonts w:ascii="서울남산체 L" w:eastAsia="서울남산체 L" w:hAnsi="서울남산체 L" w:cs="Arial"/>
                <w:spacing w:val="-8"/>
                <w:w w:val="90"/>
                <w:sz w:val="21"/>
                <w:szCs w:val="20"/>
              </w:rPr>
              <w:t>□</w:t>
            </w:r>
            <w:r w:rsidRPr="005A3D44">
              <w:rPr>
                <w:rFonts w:ascii="서울남산체 L" w:eastAsia="서울남산체 L" w:hAnsi="서울남산체 L" w:cs="Arial" w:hint="eastAsia"/>
                <w:spacing w:val="-8"/>
                <w:w w:val="90"/>
                <w:sz w:val="18"/>
                <w:szCs w:val="16"/>
              </w:rPr>
              <w:t xml:space="preserve"> </w:t>
            </w:r>
            <w:r w:rsidRPr="005A3D44">
              <w:rPr>
                <w:rFonts w:ascii="서울남산체 L" w:eastAsia="서울남산체 L" w:hAnsi="서울남산체 L" w:cs="Arial"/>
                <w:spacing w:val="-8"/>
                <w:w w:val="90"/>
                <w:sz w:val="18"/>
                <w:szCs w:val="16"/>
              </w:rPr>
              <w:t>심사용</w:t>
            </w:r>
            <w:r w:rsidRPr="005A3D44">
              <w:rPr>
                <w:rFonts w:ascii="서울남산체 L" w:eastAsia="서울남산체 L" w:hAnsi="서울남산체 L" w:cs="Arial" w:hint="eastAsia"/>
                <w:spacing w:val="-8"/>
                <w:w w:val="90"/>
                <w:sz w:val="18"/>
                <w:szCs w:val="16"/>
              </w:rPr>
              <w:t xml:space="preserve"> </w:t>
            </w:r>
            <w:r w:rsidR="00ED6C2B" w:rsidRPr="005A3D44">
              <w:rPr>
                <w:rFonts w:ascii="서울남산체 L" w:eastAsia="서울남산체 L" w:hAnsi="서울남산체 L" w:cs="Arial"/>
                <w:spacing w:val="-8"/>
                <w:w w:val="90"/>
                <w:sz w:val="18"/>
                <w:szCs w:val="16"/>
              </w:rPr>
              <w:t>파</w:t>
            </w:r>
            <w:r w:rsidR="00ED6C2B" w:rsidRPr="005A3D44">
              <w:rPr>
                <w:rFonts w:ascii="서울남산체 L" w:eastAsia="서울남산체 L" w:hAnsi="서울남산체 L" w:cs="Arial" w:hint="eastAsia"/>
                <w:spacing w:val="-8"/>
                <w:w w:val="90"/>
                <w:sz w:val="18"/>
                <w:szCs w:val="16"/>
              </w:rPr>
              <w:t xml:space="preserve">일 </w:t>
            </w:r>
            <w:r w:rsidR="00ED6C2B" w:rsidRPr="005A3D44">
              <w:rPr>
                <w:rFonts w:ascii="서울남산체 L" w:eastAsia="서울남산체 L" w:hAnsi="서울남산체 L" w:cs="Arial"/>
                <w:spacing w:val="-8"/>
                <w:w w:val="90"/>
                <w:sz w:val="18"/>
                <w:szCs w:val="16"/>
              </w:rPr>
              <w:t>1</w:t>
            </w:r>
            <w:r w:rsidRPr="005A3D44">
              <w:rPr>
                <w:rFonts w:ascii="서울남산체 L" w:eastAsia="서울남산체 L" w:hAnsi="서울남산체 L" w:cs="Arial" w:hint="eastAsia"/>
                <w:spacing w:val="-8"/>
                <w:w w:val="90"/>
                <w:sz w:val="18"/>
                <w:szCs w:val="16"/>
              </w:rPr>
              <w:t>부</w:t>
            </w:r>
            <w:r w:rsidR="00BF5D24" w:rsidRPr="005A3D44">
              <w:rPr>
                <w:rFonts w:ascii="서울남산체 L" w:eastAsia="서울남산체 L" w:hAnsi="서울남산체 L" w:cs="Arial"/>
                <w:spacing w:val="-8"/>
                <w:w w:val="90"/>
                <w:sz w:val="18"/>
                <w:szCs w:val="16"/>
                <w:lang w:val="en-GB"/>
              </w:rPr>
              <w:t xml:space="preserve"> </w:t>
            </w:r>
            <w:r w:rsidR="00BF5D24" w:rsidRPr="005A3D44">
              <w:rPr>
                <w:rFonts w:ascii="서울남산체 L" w:eastAsia="서울남산체 L" w:hAnsi="서울남산체 L" w:cs="Arial" w:hint="eastAsia"/>
                <w:spacing w:val="-8"/>
                <w:w w:val="90"/>
                <w:sz w:val="18"/>
                <w:szCs w:val="16"/>
              </w:rPr>
              <w:t>|</w:t>
            </w:r>
            <w:r w:rsidR="00BF5D24" w:rsidRPr="005A3D44">
              <w:rPr>
                <w:rFonts w:ascii="서울남산체 L" w:eastAsia="서울남산체 L" w:hAnsi="서울남산체 L" w:cs="Arial"/>
                <w:spacing w:val="-8"/>
                <w:w w:val="90"/>
                <w:sz w:val="18"/>
                <w:szCs w:val="16"/>
              </w:rPr>
              <w:t xml:space="preserve"> </w:t>
            </w:r>
            <w:r w:rsidR="00BF5D24" w:rsidRPr="00D26809">
              <w:rPr>
                <w:rFonts w:ascii="서울남산체 L" w:eastAsia="서울남산체 L" w:hAnsi="서울남산체 L" w:cs="Arial" w:hint="eastAsia"/>
                <w:b/>
                <w:color w:val="000000"/>
                <w:spacing w:val="-8"/>
                <w:w w:val="90"/>
                <w:sz w:val="18"/>
                <w:szCs w:val="16"/>
              </w:rPr>
              <w:t>1 for Preview copy</w:t>
            </w:r>
          </w:p>
          <w:p w14:paraId="72EBAC8C" w14:textId="77777777" w:rsidR="002E6A85" w:rsidRPr="001E5092" w:rsidRDefault="005A3D44" w:rsidP="00BA5152">
            <w:pPr>
              <w:snapToGrid w:val="0"/>
              <w:spacing w:line="160" w:lineRule="atLeast"/>
              <w:jc w:val="left"/>
              <w:rPr>
                <w:rFonts w:ascii="서울남산체 L" w:eastAsia="서울남산체 L" w:hAnsi="서울남산체 L" w:cs="Arial"/>
                <w:color w:val="FF2A61"/>
                <w:spacing w:val="-8"/>
                <w:w w:val="90"/>
                <w:sz w:val="18"/>
                <w:szCs w:val="18"/>
                <w:lang w:val="en-GB"/>
              </w:rPr>
            </w:pPr>
            <w:r w:rsidRPr="001E5092">
              <w:rPr>
                <w:rFonts w:ascii="서울남산체 L" w:eastAsia="서울남산체 L" w:hAnsi="서울남산체 L" w:cs="Arial"/>
                <w:color w:val="FF2A61"/>
                <w:spacing w:val="-8"/>
                <w:w w:val="90"/>
                <w:sz w:val="18"/>
                <w:szCs w:val="18"/>
                <w:lang w:val="en-GB"/>
              </w:rPr>
              <w:t xml:space="preserve">  </w:t>
            </w:r>
            <w:r w:rsidR="0019650D" w:rsidRPr="001E5092">
              <w:rPr>
                <w:rFonts w:ascii="서울남산체 L" w:eastAsia="서울남산체 L" w:hAnsi="서울남산체 L" w:cs="Arial" w:hint="eastAsia"/>
                <w:color w:val="FF2A61"/>
                <w:spacing w:val="-8"/>
                <w:w w:val="90"/>
                <w:sz w:val="18"/>
                <w:szCs w:val="18"/>
                <w:lang w:val="en-GB"/>
              </w:rPr>
              <w:t xml:space="preserve">출품 </w:t>
            </w:r>
            <w:r w:rsidR="0019650D" w:rsidRPr="001E5092">
              <w:rPr>
                <w:rFonts w:ascii="서울남산체 L" w:eastAsia="서울남산체 L" w:hAnsi="서울남산체 L" w:cs="Arial"/>
                <w:color w:val="FF2A61"/>
                <w:spacing w:val="-8"/>
                <w:w w:val="90"/>
                <w:sz w:val="18"/>
                <w:szCs w:val="18"/>
                <w:lang w:val="en-GB"/>
              </w:rPr>
              <w:t>파</w:t>
            </w:r>
            <w:r w:rsidR="0019650D" w:rsidRPr="001E5092">
              <w:rPr>
                <w:rFonts w:ascii="서울남산체 L" w:eastAsia="서울남산체 L" w:hAnsi="서울남산체 L" w:cs="Arial" w:hint="eastAsia"/>
                <w:color w:val="FF2A61"/>
                <w:spacing w:val="-8"/>
                <w:w w:val="90"/>
                <w:sz w:val="18"/>
                <w:szCs w:val="18"/>
                <w:lang w:val="en-GB"/>
              </w:rPr>
              <w:t xml:space="preserve">일은 </w:t>
            </w:r>
            <w:r w:rsidR="00430BDE" w:rsidRPr="001E5092">
              <w:rPr>
                <w:rFonts w:ascii="서울남산체 L" w:eastAsia="서울남산체 L" w:hAnsi="서울남산체 L" w:cs="Arial"/>
                <w:color w:val="FF2A61"/>
                <w:spacing w:val="-8"/>
                <w:w w:val="90"/>
                <w:sz w:val="18"/>
                <w:szCs w:val="18"/>
                <w:lang w:val="en-GB"/>
              </w:rPr>
              <w:t>다</w:t>
            </w:r>
            <w:r w:rsidR="00430BDE" w:rsidRPr="001E5092">
              <w:rPr>
                <w:rFonts w:ascii="서울남산체 L" w:eastAsia="서울남산체 L" w:hAnsi="서울남산체 L" w:cs="Arial" w:hint="eastAsia"/>
                <w:color w:val="FF2A61"/>
                <w:spacing w:val="-8"/>
                <w:w w:val="90"/>
                <w:sz w:val="18"/>
                <w:szCs w:val="18"/>
                <w:lang w:val="en-GB"/>
              </w:rPr>
              <w:t>운</w:t>
            </w:r>
            <w:r w:rsidR="00430BDE" w:rsidRPr="001E5092">
              <w:rPr>
                <w:rFonts w:ascii="서울남산체 L" w:eastAsia="서울남산체 L" w:hAnsi="서울남산체 L" w:cs="Arial"/>
                <w:color w:val="FF2A61"/>
                <w:spacing w:val="-8"/>
                <w:w w:val="90"/>
                <w:sz w:val="18"/>
                <w:szCs w:val="18"/>
                <w:lang w:val="en-GB"/>
              </w:rPr>
              <w:t>이 가</w:t>
            </w:r>
            <w:r w:rsidR="00430BDE" w:rsidRPr="001E5092">
              <w:rPr>
                <w:rFonts w:ascii="서울남산체 L" w:eastAsia="서울남산체 L" w:hAnsi="서울남산체 L" w:cs="Arial" w:hint="eastAsia"/>
                <w:color w:val="FF2A61"/>
                <w:spacing w:val="-8"/>
                <w:w w:val="90"/>
                <w:sz w:val="18"/>
                <w:szCs w:val="18"/>
                <w:lang w:val="en-GB"/>
              </w:rPr>
              <w:t xml:space="preserve">능한 </w:t>
            </w:r>
            <w:r w:rsidR="00430BDE" w:rsidRPr="001E5092">
              <w:rPr>
                <w:rFonts w:ascii="서울남산체 L" w:eastAsia="서울남산체 L" w:hAnsi="서울남산체 L" w:cs="Arial"/>
                <w:color w:val="FF2A61"/>
                <w:spacing w:val="-8"/>
                <w:w w:val="90"/>
                <w:sz w:val="18"/>
                <w:szCs w:val="18"/>
                <w:lang w:val="en-GB"/>
              </w:rPr>
              <w:t>링</w:t>
            </w:r>
            <w:r w:rsidR="00430BDE" w:rsidRPr="001E5092">
              <w:rPr>
                <w:rFonts w:ascii="서울남산체 L" w:eastAsia="서울남산체 L" w:hAnsi="서울남산체 L" w:cs="Arial" w:hint="eastAsia"/>
                <w:color w:val="FF2A61"/>
                <w:spacing w:val="-8"/>
                <w:w w:val="90"/>
                <w:sz w:val="18"/>
                <w:szCs w:val="18"/>
                <w:lang w:val="en-GB"/>
              </w:rPr>
              <w:t>크</w:t>
            </w:r>
            <w:r w:rsidR="0019650D" w:rsidRPr="001E5092">
              <w:rPr>
                <w:rFonts w:ascii="서울남산체 L" w:eastAsia="서울남산체 L" w:hAnsi="서울남산체 L" w:cs="Arial" w:hint="eastAsia"/>
                <w:color w:val="FF2A61"/>
                <w:spacing w:val="-8"/>
                <w:w w:val="90"/>
                <w:sz w:val="18"/>
                <w:szCs w:val="18"/>
                <w:lang w:val="en-GB"/>
              </w:rPr>
              <w:t>(</w:t>
            </w:r>
            <w:r w:rsidR="00430BDE" w:rsidRPr="001E5092">
              <w:rPr>
                <w:rFonts w:ascii="서울남산체 L" w:eastAsia="서울남산체 L" w:hAnsi="서울남산체 L" w:cs="Arial" w:hint="eastAsia"/>
                <w:color w:val="FF2A61"/>
                <w:spacing w:val="-8"/>
                <w:w w:val="90"/>
                <w:sz w:val="18"/>
                <w:szCs w:val="18"/>
                <w:lang w:val="en-GB"/>
              </w:rPr>
              <w:t xml:space="preserve"> </w:t>
            </w:r>
            <w:r w:rsidR="00ED6C2B" w:rsidRPr="001E5092">
              <w:rPr>
                <w:rFonts w:ascii="서울남산체 L" w:eastAsia="서울남산체 L" w:hAnsi="서울남산체 L" w:cs="Arial"/>
                <w:color w:val="FF2A61"/>
                <w:spacing w:val="-8"/>
                <w:w w:val="90"/>
                <w:sz w:val="18"/>
                <w:szCs w:val="18"/>
                <w:lang w:val="en-GB"/>
              </w:rPr>
              <w:t>Dropbox, Youtube, Vimeo,</w:t>
            </w:r>
            <w:r w:rsidR="0019650D" w:rsidRPr="001E5092">
              <w:rPr>
                <w:rFonts w:ascii="서울남산체 L" w:eastAsia="서울남산체 L" w:hAnsi="서울남산체 L" w:cs="Arial"/>
                <w:color w:val="FF2A61"/>
                <w:spacing w:val="-8"/>
                <w:w w:val="90"/>
                <w:sz w:val="18"/>
                <w:szCs w:val="18"/>
                <w:lang w:val="en-GB"/>
              </w:rPr>
              <w:t xml:space="preserve"> Google Drive,</w:t>
            </w:r>
            <w:r w:rsidR="00ED6C2B" w:rsidRPr="001E5092">
              <w:rPr>
                <w:rFonts w:ascii="서울남산체 L" w:eastAsia="서울남산체 L" w:hAnsi="서울남산체 L" w:cs="Arial"/>
                <w:color w:val="FF2A61"/>
                <w:spacing w:val="-8"/>
                <w:w w:val="90"/>
                <w:sz w:val="18"/>
                <w:szCs w:val="18"/>
                <w:lang w:val="en-GB"/>
              </w:rPr>
              <w:t xml:space="preserve"> </w:t>
            </w:r>
            <w:r w:rsidR="002E6A85" w:rsidRPr="001E5092">
              <w:rPr>
                <w:rFonts w:ascii="서울남산체 L" w:eastAsia="서울남산체 L" w:hAnsi="서울남산체 L" w:cs="Arial"/>
                <w:color w:val="FF2A61"/>
                <w:spacing w:val="-8"/>
                <w:w w:val="90"/>
                <w:sz w:val="18"/>
                <w:szCs w:val="18"/>
                <w:lang w:val="en-GB"/>
              </w:rPr>
              <w:t xml:space="preserve">WeTransfer </w:t>
            </w:r>
            <w:r w:rsidR="0019650D" w:rsidRPr="001E5092">
              <w:rPr>
                <w:rFonts w:ascii="서울남산체 L" w:eastAsia="서울남산체 L" w:hAnsi="서울남산체 L" w:cs="Arial" w:hint="eastAsia"/>
                <w:color w:val="FF2A61"/>
                <w:spacing w:val="-8"/>
                <w:w w:val="90"/>
                <w:sz w:val="18"/>
                <w:szCs w:val="18"/>
                <w:lang w:val="en-GB"/>
              </w:rPr>
              <w:t>등</w:t>
            </w:r>
            <w:r w:rsidR="00BA4671" w:rsidRPr="001E5092">
              <w:rPr>
                <w:rFonts w:ascii="서울남산체 L" w:eastAsia="서울남산체 L" w:hAnsi="서울남산체 L" w:cs="Arial"/>
                <w:color w:val="FF2A61"/>
                <w:spacing w:val="-8"/>
                <w:w w:val="90"/>
                <w:sz w:val="18"/>
                <w:szCs w:val="18"/>
                <w:lang w:val="en-GB"/>
              </w:rPr>
              <w:t xml:space="preserve"> 기</w:t>
            </w:r>
            <w:r w:rsidR="00BA4671" w:rsidRPr="001E5092">
              <w:rPr>
                <w:rFonts w:ascii="서울남산체 L" w:eastAsia="서울남산체 L" w:hAnsi="서울남산체 L" w:cs="Arial" w:hint="eastAsia"/>
                <w:color w:val="FF2A61"/>
                <w:spacing w:val="-8"/>
                <w:w w:val="90"/>
                <w:sz w:val="18"/>
                <w:szCs w:val="18"/>
                <w:lang w:val="en-GB"/>
              </w:rPr>
              <w:t xml:space="preserve">타 </w:t>
            </w:r>
            <w:r w:rsidR="0019650D" w:rsidRPr="001E5092">
              <w:rPr>
                <w:rFonts w:ascii="서울남산체 L" w:eastAsia="서울남산체 L" w:hAnsi="서울남산체 L" w:cs="Arial" w:hint="eastAsia"/>
                <w:color w:val="FF2A61"/>
                <w:spacing w:val="-8"/>
                <w:w w:val="90"/>
                <w:sz w:val="18"/>
                <w:szCs w:val="18"/>
                <w:lang w:val="en-GB"/>
              </w:rPr>
              <w:t>)</w:t>
            </w:r>
            <w:r w:rsidR="002E6A85" w:rsidRPr="001E5092">
              <w:rPr>
                <w:rFonts w:ascii="서울남산체 L" w:eastAsia="서울남산체 L" w:hAnsi="서울남산체 L" w:cs="Arial" w:hint="eastAsia"/>
                <w:color w:val="FF2A61"/>
                <w:spacing w:val="-8"/>
                <w:w w:val="90"/>
                <w:sz w:val="18"/>
                <w:szCs w:val="18"/>
                <w:lang w:val="en-GB"/>
              </w:rPr>
              <w:t xml:space="preserve">로 </w:t>
            </w:r>
            <w:r w:rsidR="002E6A85" w:rsidRPr="001E5092">
              <w:rPr>
                <w:rFonts w:ascii="서울남산체 L" w:eastAsia="서울남산체 L" w:hAnsi="서울남산체 L" w:cs="Arial"/>
                <w:color w:val="FF2A61"/>
                <w:spacing w:val="-8"/>
                <w:w w:val="90"/>
                <w:sz w:val="18"/>
                <w:szCs w:val="18"/>
                <w:lang w:val="en-GB"/>
              </w:rPr>
              <w:t>제</w:t>
            </w:r>
            <w:r w:rsidR="002E6A85" w:rsidRPr="001E5092">
              <w:rPr>
                <w:rFonts w:ascii="서울남산체 L" w:eastAsia="서울남산체 L" w:hAnsi="서울남산체 L" w:cs="Arial" w:hint="eastAsia"/>
                <w:color w:val="FF2A61"/>
                <w:spacing w:val="-8"/>
                <w:w w:val="90"/>
                <w:sz w:val="18"/>
                <w:szCs w:val="18"/>
                <w:lang w:val="en-GB"/>
              </w:rPr>
              <w:t>출</w:t>
            </w:r>
            <w:r w:rsidR="002E6A85" w:rsidRPr="001E5092">
              <w:rPr>
                <w:rFonts w:ascii="서울남산체 L" w:eastAsia="서울남산체 L" w:hAnsi="서울남산체 L" w:cs="Arial"/>
                <w:color w:val="FF2A61"/>
                <w:spacing w:val="-8"/>
                <w:w w:val="90"/>
                <w:sz w:val="18"/>
                <w:szCs w:val="18"/>
                <w:lang w:val="en-GB"/>
              </w:rPr>
              <w:t>.</w:t>
            </w:r>
          </w:p>
          <w:p w14:paraId="564763A7" w14:textId="77777777" w:rsidR="00BF5D24" w:rsidRPr="001E5092" w:rsidRDefault="005A3D44" w:rsidP="00BA5152">
            <w:pPr>
              <w:snapToGrid w:val="0"/>
              <w:spacing w:line="160" w:lineRule="atLeast"/>
              <w:jc w:val="left"/>
              <w:rPr>
                <w:rFonts w:ascii="서울남산체 L" w:eastAsia="서울남산체 L" w:hAnsi="서울남산체 L" w:cs="Arial"/>
                <w:color w:val="FF2A61"/>
                <w:spacing w:val="-8"/>
                <w:w w:val="90"/>
                <w:sz w:val="18"/>
                <w:szCs w:val="18"/>
                <w:lang w:val="en-GB"/>
              </w:rPr>
            </w:pPr>
            <w:r w:rsidRPr="001E5092">
              <w:rPr>
                <w:rFonts w:ascii="서울남산체 L" w:eastAsia="서울남산체 L" w:hAnsi="서울남산체 L" w:cs="Arial"/>
                <w:color w:val="FF2A61"/>
                <w:spacing w:val="-8"/>
                <w:w w:val="90"/>
                <w:sz w:val="18"/>
                <w:szCs w:val="18"/>
                <w:lang w:val="en-GB"/>
              </w:rPr>
              <w:t xml:space="preserve">   </w:t>
            </w:r>
            <w:r w:rsidR="00BF5D24" w:rsidRPr="001E5092">
              <w:rPr>
                <w:rFonts w:ascii="서울남산체 L" w:eastAsia="서울남산체 L" w:hAnsi="서울남산체 L" w:cs="Arial"/>
                <w:color w:val="FF2A61"/>
                <w:spacing w:val="-8"/>
                <w:w w:val="90"/>
                <w:sz w:val="18"/>
                <w:szCs w:val="18"/>
                <w:lang w:val="en-GB"/>
              </w:rPr>
              <w:t xml:space="preserve">In order to take part in the pre-selection, preview files or downloadable links must be provided. </w:t>
            </w:r>
            <w:r w:rsidR="00AE202C" w:rsidRPr="001E5092">
              <w:rPr>
                <w:rFonts w:ascii="서울남산체 L" w:eastAsia="서울남산체 L" w:hAnsi="서울남산체 L" w:cs="Arial"/>
                <w:color w:val="FF2A61"/>
                <w:spacing w:val="-8"/>
                <w:w w:val="90"/>
                <w:sz w:val="18"/>
                <w:szCs w:val="18"/>
                <w:lang w:val="en-GB"/>
              </w:rPr>
              <w:t xml:space="preserve">Eg) Dropbox, </w:t>
            </w:r>
            <w:r w:rsidR="0019650D" w:rsidRPr="001E5092">
              <w:rPr>
                <w:rFonts w:ascii="서울남산체 L" w:eastAsia="서울남산체 L" w:hAnsi="서울남산체 L" w:cs="Arial"/>
                <w:color w:val="FF2A61"/>
                <w:spacing w:val="-8"/>
                <w:w w:val="90"/>
                <w:sz w:val="18"/>
                <w:szCs w:val="18"/>
                <w:lang w:val="en-GB"/>
              </w:rPr>
              <w:t xml:space="preserve">Vimeo, </w:t>
            </w:r>
            <w:r w:rsidR="0083211F">
              <w:rPr>
                <w:rFonts w:ascii="서울남산체 L" w:eastAsia="서울남산체 L" w:hAnsi="서울남산체 L" w:cs="Arial"/>
                <w:color w:val="FF2A61"/>
                <w:spacing w:val="-8"/>
                <w:w w:val="90"/>
                <w:sz w:val="18"/>
                <w:szCs w:val="18"/>
                <w:lang w:val="en-GB"/>
              </w:rPr>
              <w:t>Wetransfer, Googl</w:t>
            </w:r>
            <w:r w:rsidR="0083211F">
              <w:rPr>
                <w:rFonts w:ascii="서울남산체 L" w:eastAsia="서울남산체 L" w:hAnsi="서울남산체 L" w:cs="Arial" w:hint="eastAsia"/>
                <w:color w:val="FF2A61"/>
                <w:spacing w:val="-8"/>
                <w:w w:val="90"/>
                <w:sz w:val="18"/>
                <w:szCs w:val="18"/>
                <w:lang w:val="en-GB"/>
              </w:rPr>
              <w:t>e</w:t>
            </w:r>
            <w:r w:rsidR="00AE202C" w:rsidRPr="001E5092">
              <w:rPr>
                <w:rFonts w:ascii="서울남산체 L" w:eastAsia="서울남산체 L" w:hAnsi="서울남산체 L" w:cs="Arial"/>
                <w:color w:val="FF2A61"/>
                <w:spacing w:val="-8"/>
                <w:w w:val="90"/>
                <w:sz w:val="18"/>
                <w:szCs w:val="18"/>
                <w:lang w:val="en-GB"/>
              </w:rPr>
              <w:t xml:space="preserve"> Drive, </w:t>
            </w:r>
            <w:r w:rsidR="00BA4671" w:rsidRPr="001E5092">
              <w:rPr>
                <w:rFonts w:ascii="서울남산체 L" w:eastAsia="서울남산체 L" w:hAnsi="서울남산체 L" w:cs="Arial"/>
                <w:color w:val="FF2A61"/>
                <w:spacing w:val="-8"/>
                <w:w w:val="90"/>
                <w:sz w:val="18"/>
                <w:szCs w:val="18"/>
                <w:lang w:val="en-GB"/>
              </w:rPr>
              <w:t xml:space="preserve">or other online services </w:t>
            </w:r>
            <w:r w:rsidR="00AE202C" w:rsidRPr="001E5092">
              <w:rPr>
                <w:rFonts w:ascii="서울남산체 L" w:eastAsia="서울남산체 L" w:hAnsi="서울남산체 L" w:cs="Arial"/>
                <w:color w:val="FF2A61"/>
                <w:spacing w:val="-8"/>
                <w:w w:val="90"/>
                <w:sz w:val="18"/>
                <w:szCs w:val="18"/>
                <w:lang w:val="en-GB"/>
              </w:rPr>
              <w:t>.</w:t>
            </w:r>
          </w:p>
          <w:p w14:paraId="0BC6F3FC" w14:textId="77777777" w:rsidR="008800A2" w:rsidRPr="005A3D44" w:rsidRDefault="008800A2" w:rsidP="00BA5152">
            <w:pPr>
              <w:snapToGrid w:val="0"/>
              <w:spacing w:line="160" w:lineRule="atLeast"/>
              <w:jc w:val="left"/>
              <w:rPr>
                <w:rFonts w:ascii="서울남산체 L" w:eastAsia="서울남산체 L" w:hAnsi="서울남산체 L" w:cs="Arial"/>
                <w:spacing w:val="-8"/>
                <w:w w:val="90"/>
                <w:sz w:val="18"/>
                <w:szCs w:val="16"/>
              </w:rPr>
            </w:pPr>
            <w:r w:rsidRPr="005A3D44">
              <w:rPr>
                <w:rFonts w:ascii="서울남산체 L" w:eastAsia="서울남산체 L" w:hAnsi="서울남산체 L" w:cs="Arial"/>
                <w:spacing w:val="-8"/>
                <w:w w:val="90"/>
                <w:sz w:val="21"/>
                <w:szCs w:val="20"/>
              </w:rPr>
              <w:t>□</w:t>
            </w:r>
            <w:r w:rsidRPr="005A3D44">
              <w:rPr>
                <w:rFonts w:ascii="서울남산체 L" w:eastAsia="서울남산체 L" w:hAnsi="서울남산체 L" w:cs="Arial" w:hint="eastAsia"/>
                <w:spacing w:val="-8"/>
                <w:w w:val="90"/>
                <w:sz w:val="18"/>
                <w:szCs w:val="16"/>
              </w:rPr>
              <w:t xml:space="preserve"> 작품 주요장면 이미지 3장 (한 변의 길이 </w:t>
            </w:r>
            <w:r w:rsidRPr="005A3D44">
              <w:rPr>
                <w:rFonts w:ascii="서울남산체 L" w:eastAsia="서울남산체 L" w:hAnsi="서울남산체 L" w:cs="Arial"/>
                <w:spacing w:val="-8"/>
                <w:w w:val="90"/>
                <w:sz w:val="18"/>
                <w:szCs w:val="16"/>
              </w:rPr>
              <w:t>6cm</w:t>
            </w:r>
            <w:r w:rsidRPr="005A3D44">
              <w:rPr>
                <w:rFonts w:ascii="서울남산체 L" w:eastAsia="서울남산체 L" w:hAnsi="서울남산체 L" w:cs="Arial" w:hint="eastAsia"/>
                <w:spacing w:val="-8"/>
                <w:w w:val="90"/>
                <w:sz w:val="18"/>
                <w:szCs w:val="16"/>
              </w:rPr>
              <w:t xml:space="preserve"> 이상, </w:t>
            </w:r>
            <w:r w:rsidRPr="005A3D44">
              <w:rPr>
                <w:rFonts w:ascii="서울남산체 L" w:eastAsia="서울남산체 L" w:hAnsi="서울남산체 L" w:cs="Arial"/>
                <w:spacing w:val="-8"/>
                <w:w w:val="90"/>
                <w:sz w:val="18"/>
                <w:szCs w:val="16"/>
              </w:rPr>
              <w:t>해상도 300dpi</w:t>
            </w:r>
            <w:r w:rsidRPr="005A3D44">
              <w:rPr>
                <w:rFonts w:ascii="서울남산체 L" w:eastAsia="서울남산체 L" w:hAnsi="서울남산체 L" w:cs="Arial" w:hint="eastAsia"/>
                <w:spacing w:val="-8"/>
                <w:w w:val="90"/>
                <w:sz w:val="18"/>
                <w:szCs w:val="16"/>
              </w:rPr>
              <w:t xml:space="preserve">) | 3 images of major scenes (The shortest side of </w:t>
            </w:r>
            <w:r w:rsidRPr="005A3D44">
              <w:rPr>
                <w:rFonts w:ascii="서울남산체 L" w:eastAsia="서울남산체 L" w:hAnsi="서울남산체 L" w:cs="Arial"/>
                <w:spacing w:val="-8"/>
                <w:w w:val="90"/>
                <w:sz w:val="18"/>
                <w:szCs w:val="16"/>
              </w:rPr>
              <w:t>min. 6cm</w:t>
            </w:r>
            <w:r w:rsidRPr="005A3D44">
              <w:rPr>
                <w:rFonts w:ascii="서울남산체 L" w:eastAsia="서울남산체 L" w:hAnsi="서울남산체 L" w:cs="Arial" w:hint="eastAsia"/>
                <w:spacing w:val="-8"/>
                <w:w w:val="90"/>
                <w:sz w:val="18"/>
                <w:szCs w:val="16"/>
              </w:rPr>
              <w:t xml:space="preserve"> in</w:t>
            </w:r>
            <w:r w:rsidRPr="005A3D44">
              <w:rPr>
                <w:rFonts w:ascii="서울남산체 L" w:eastAsia="서울남산체 L" w:hAnsi="서울남산체 L" w:cs="Arial"/>
                <w:spacing w:val="-8"/>
                <w:w w:val="90"/>
                <w:sz w:val="18"/>
                <w:szCs w:val="16"/>
              </w:rPr>
              <w:t xml:space="preserve"> 300 dpi</w:t>
            </w:r>
            <w:r w:rsidRPr="005A3D44">
              <w:rPr>
                <w:rFonts w:ascii="서울남산체 L" w:eastAsia="서울남산체 L" w:hAnsi="서울남산체 L" w:cs="Arial" w:hint="eastAsia"/>
                <w:spacing w:val="-8"/>
                <w:w w:val="90"/>
                <w:sz w:val="18"/>
                <w:szCs w:val="16"/>
              </w:rPr>
              <w:t>)</w:t>
            </w:r>
          </w:p>
          <w:p w14:paraId="6A8AB6C1" w14:textId="77777777" w:rsidR="008800A2" w:rsidRPr="005A3D44" w:rsidRDefault="008800A2" w:rsidP="00BA5152">
            <w:pPr>
              <w:snapToGrid w:val="0"/>
              <w:spacing w:line="160" w:lineRule="atLeast"/>
              <w:jc w:val="left"/>
              <w:rPr>
                <w:rFonts w:ascii="서울남산체 L" w:eastAsia="서울남산체 L" w:hAnsi="서울남산체 L" w:cs="Arial"/>
                <w:spacing w:val="-8"/>
                <w:w w:val="90"/>
                <w:sz w:val="18"/>
                <w:szCs w:val="16"/>
              </w:rPr>
            </w:pPr>
            <w:r w:rsidRPr="005A3D44">
              <w:rPr>
                <w:rFonts w:ascii="서울남산체 L" w:eastAsia="서울남산체 L" w:hAnsi="서울남산체 L" w:cs="Arial"/>
                <w:spacing w:val="-8"/>
                <w:w w:val="90"/>
                <w:sz w:val="21"/>
                <w:szCs w:val="20"/>
              </w:rPr>
              <w:t>□</w:t>
            </w:r>
            <w:r w:rsidRPr="005A3D44">
              <w:rPr>
                <w:rFonts w:ascii="서울남산체 L" w:eastAsia="서울남산체 L" w:hAnsi="서울남산체 L" w:cs="Arial" w:hint="eastAsia"/>
                <w:spacing w:val="-8"/>
                <w:w w:val="90"/>
                <w:sz w:val="18"/>
                <w:szCs w:val="16"/>
              </w:rPr>
              <w:t xml:space="preserve"> 감독 사진 1컷 이상 (최소 6cm x 8cm, 해상도 300 dpi) | 1 or more photos of the director (min. 6cm x 8cm, 300 dpi)</w:t>
            </w:r>
          </w:p>
          <w:p w14:paraId="6691EA65" w14:textId="77777777" w:rsidR="008800A2" w:rsidRPr="003564A1" w:rsidRDefault="008800A2" w:rsidP="00BA5152">
            <w:pPr>
              <w:snapToGrid w:val="0"/>
              <w:spacing w:line="160" w:lineRule="atLeast"/>
              <w:jc w:val="left"/>
              <w:rPr>
                <w:rFonts w:ascii="서울남산체 L" w:eastAsia="서울남산체 L" w:hAnsi="서울남산체 L" w:cs="Arial"/>
                <w:spacing w:val="-8"/>
                <w:w w:val="90"/>
                <w:sz w:val="18"/>
                <w:szCs w:val="16"/>
                <w:lang w:val="en-GB"/>
              </w:rPr>
            </w:pPr>
            <w:r w:rsidRPr="005A3D44">
              <w:rPr>
                <w:rFonts w:ascii="서울남산체 L" w:eastAsia="서울남산체 L" w:hAnsi="서울남산체 L" w:cs="Arial"/>
                <w:spacing w:val="-8"/>
                <w:w w:val="90"/>
                <w:sz w:val="21"/>
                <w:szCs w:val="20"/>
              </w:rPr>
              <w:t>□</w:t>
            </w:r>
            <w:r w:rsidRPr="005A3D44">
              <w:rPr>
                <w:rFonts w:ascii="서울남산체 L" w:eastAsia="서울남산체 L" w:hAnsi="서울남산체 L" w:cs="Arial" w:hint="eastAsia"/>
                <w:spacing w:val="-8"/>
                <w:w w:val="90"/>
                <w:sz w:val="18"/>
                <w:szCs w:val="16"/>
              </w:rPr>
              <w:t xml:space="preserve"> 원어 및 영어 대본 | Text of dialogue and commentary in original language and English</w:t>
            </w:r>
          </w:p>
          <w:p w14:paraId="06DA0E32" w14:textId="77777777" w:rsidR="008800A2" w:rsidRPr="005C78AB" w:rsidRDefault="005C78AB" w:rsidP="00BA5152">
            <w:pPr>
              <w:snapToGrid w:val="0"/>
              <w:jc w:val="left"/>
              <w:rPr>
                <w:rFonts w:ascii="서울남산체 L" w:eastAsia="서울남산체 L" w:hAnsi="서울남산체 L" w:cs="Tahoma"/>
                <w:b/>
                <w:w w:val="90"/>
                <w:sz w:val="18"/>
                <w:szCs w:val="16"/>
              </w:rPr>
            </w:pPr>
            <w:r w:rsidRPr="005C78AB">
              <w:rPr>
                <w:rFonts w:ascii="서울남산체 L" w:eastAsia="서울남산체 L" w:hAnsi="서울남산체 L" w:cs="Arial"/>
                <w:b/>
                <w:spacing w:val="-8"/>
                <w:w w:val="90"/>
                <w:sz w:val="18"/>
                <w:szCs w:val="16"/>
              </w:rPr>
              <w:t>*</w:t>
            </w:r>
            <w:r w:rsidR="008800A2" w:rsidRPr="005C78AB">
              <w:rPr>
                <w:rFonts w:ascii="서울남산체 L" w:eastAsia="서울남산체 L" w:hAnsi="서울남산체 L" w:cs="Arial" w:hint="eastAsia"/>
                <w:b/>
                <w:spacing w:val="-8"/>
                <w:w w:val="90"/>
                <w:sz w:val="18"/>
                <w:szCs w:val="16"/>
              </w:rPr>
              <w:t xml:space="preserve"> </w:t>
            </w:r>
            <w:r w:rsidR="008800A2" w:rsidRPr="005C78AB">
              <w:rPr>
                <w:rFonts w:ascii="서울남산체 L" w:eastAsia="서울남산체 L" w:hAnsi="서울남산체 L" w:cs="Tahoma" w:hint="eastAsia"/>
                <w:b/>
                <w:w w:val="90"/>
                <w:sz w:val="18"/>
                <w:szCs w:val="16"/>
              </w:rPr>
              <w:t>비영어 대사를 포함한 작품은 반드시 영어자막이 포함된 상영본 제출 | All non-English language entries must have English subtitles for preview</w:t>
            </w:r>
          </w:p>
          <w:p w14:paraId="765F3E0C" w14:textId="77777777" w:rsidR="00CC1166" w:rsidRPr="001E5092" w:rsidRDefault="005A3D44" w:rsidP="005A3D44">
            <w:pPr>
              <w:snapToGrid w:val="0"/>
              <w:spacing w:line="160" w:lineRule="atLeast"/>
              <w:jc w:val="left"/>
              <w:rPr>
                <w:rFonts w:ascii="서울남산체 L" w:eastAsia="서울남산체 L" w:hAnsi="서울남산체 L" w:cs="Arial"/>
                <w:b/>
                <w:snapToGrid w:val="0"/>
                <w:color w:val="FF0000"/>
                <w:sz w:val="18"/>
                <w:szCs w:val="18"/>
                <w:u w:val="single"/>
              </w:rPr>
            </w:pPr>
            <w:r w:rsidRPr="001E5092">
              <w:rPr>
                <w:rFonts w:ascii="서울남산체 L" w:eastAsia="서울남산체 L" w:hAnsi="서울남산체 L" w:cs="Arial" w:hint="eastAsia"/>
                <w:b/>
                <w:color w:val="FF0000"/>
                <w:spacing w:val="-8"/>
                <w:w w:val="90"/>
                <w:sz w:val="18"/>
                <w:szCs w:val="18"/>
                <w:u w:val="single"/>
                <w:lang w:val="en-GB"/>
              </w:rPr>
              <w:t xml:space="preserve">* </w:t>
            </w:r>
            <w:r w:rsidRPr="001E5092">
              <w:rPr>
                <w:rFonts w:ascii="서울남산체 L" w:eastAsia="서울남산체 L" w:hAnsi="서울남산체 L" w:cs="Arial"/>
                <w:b/>
                <w:color w:val="FF0000"/>
                <w:spacing w:val="-8"/>
                <w:w w:val="90"/>
                <w:sz w:val="18"/>
                <w:szCs w:val="18"/>
                <w:u w:val="single"/>
                <w:lang w:val="en-GB"/>
              </w:rPr>
              <w:t>모</w:t>
            </w:r>
            <w:r w:rsidRPr="001E5092">
              <w:rPr>
                <w:rFonts w:ascii="서울남산체 L" w:eastAsia="서울남산체 L" w:hAnsi="서울남산체 L" w:cs="Arial" w:hint="eastAsia"/>
                <w:b/>
                <w:color w:val="FF0000"/>
                <w:spacing w:val="-8"/>
                <w:w w:val="90"/>
                <w:sz w:val="18"/>
                <w:szCs w:val="18"/>
                <w:u w:val="single"/>
                <w:lang w:val="en-GB"/>
              </w:rPr>
              <w:t xml:space="preserve">든 서류 및 </w:t>
            </w:r>
            <w:r w:rsidRPr="001E5092">
              <w:rPr>
                <w:rFonts w:ascii="서울남산체 L" w:eastAsia="서울남산체 L" w:hAnsi="서울남산체 L" w:cs="Arial"/>
                <w:b/>
                <w:color w:val="FF0000"/>
                <w:spacing w:val="-8"/>
                <w:w w:val="90"/>
                <w:sz w:val="18"/>
                <w:szCs w:val="18"/>
                <w:u w:val="single"/>
                <w:lang w:val="en-GB"/>
              </w:rPr>
              <w:t>출</w:t>
            </w:r>
            <w:r w:rsidRPr="001E5092">
              <w:rPr>
                <w:rFonts w:ascii="서울남산체 L" w:eastAsia="서울남산체 L" w:hAnsi="서울남산체 L" w:cs="Arial" w:hint="eastAsia"/>
                <w:b/>
                <w:color w:val="FF0000"/>
                <w:spacing w:val="-8"/>
                <w:w w:val="90"/>
                <w:sz w:val="18"/>
                <w:szCs w:val="18"/>
                <w:u w:val="single"/>
                <w:lang w:val="en-GB"/>
              </w:rPr>
              <w:t xml:space="preserve">품 </w:t>
            </w:r>
            <w:r w:rsidRPr="001E5092">
              <w:rPr>
                <w:rFonts w:ascii="서울남산체 L" w:eastAsia="서울남산체 L" w:hAnsi="서울남산체 L" w:cs="Arial"/>
                <w:b/>
                <w:color w:val="FF0000"/>
                <w:spacing w:val="-8"/>
                <w:w w:val="90"/>
                <w:sz w:val="18"/>
                <w:szCs w:val="18"/>
                <w:u w:val="single"/>
                <w:lang w:val="en-GB"/>
              </w:rPr>
              <w:t>파</w:t>
            </w:r>
            <w:r w:rsidRPr="001E5092">
              <w:rPr>
                <w:rFonts w:ascii="서울남산체 L" w:eastAsia="서울남산체 L" w:hAnsi="서울남산체 L" w:cs="Arial" w:hint="eastAsia"/>
                <w:b/>
                <w:color w:val="FF0000"/>
                <w:spacing w:val="-8"/>
                <w:w w:val="90"/>
                <w:sz w:val="18"/>
                <w:szCs w:val="18"/>
                <w:u w:val="single"/>
                <w:lang w:val="en-GB"/>
              </w:rPr>
              <w:t>일은</w:t>
            </w:r>
            <w:r w:rsidRPr="001E5092">
              <w:rPr>
                <w:rFonts w:ascii="서울남산체 L" w:eastAsia="서울남산체 L" w:hAnsi="서울남산체 L" w:cs="Arial"/>
                <w:b/>
                <w:color w:val="FF0000"/>
                <w:spacing w:val="-8"/>
                <w:w w:val="90"/>
                <w:sz w:val="18"/>
                <w:szCs w:val="18"/>
                <w:u w:val="single"/>
                <w:lang w:val="en-GB"/>
              </w:rPr>
              <w:t xml:space="preserve"> </w:t>
            </w:r>
            <w:hyperlink r:id="rId10" w:history="1">
              <w:r w:rsidRPr="001E5092">
                <w:rPr>
                  <w:rStyle w:val="Hyperlink"/>
                  <w:rFonts w:ascii="서울남산체 L" w:eastAsia="서울남산체 L" w:hAnsi="서울남산체 L" w:cs="Arial" w:hint="eastAsia"/>
                  <w:b/>
                  <w:snapToGrid w:val="0"/>
                  <w:color w:val="FF0000"/>
                  <w:sz w:val="18"/>
                  <w:szCs w:val="18"/>
                </w:rPr>
                <w:t>entries.sicaf@gmail.com</w:t>
              </w:r>
            </w:hyperlink>
            <w:r w:rsidRPr="001E5092">
              <w:rPr>
                <w:rFonts w:ascii="서울남산체 L" w:eastAsia="서울남산체 L" w:hAnsi="서울남산체 L" w:cs="Arial" w:hint="eastAsia"/>
                <w:b/>
                <w:snapToGrid w:val="0"/>
                <w:color w:val="FF0000"/>
                <w:sz w:val="18"/>
                <w:szCs w:val="18"/>
                <w:u w:val="single"/>
              </w:rPr>
              <w:t xml:space="preserve">로 </w:t>
            </w:r>
            <w:r w:rsidRPr="001E5092">
              <w:rPr>
                <w:rFonts w:ascii="서울남산체 L" w:eastAsia="서울남산체 L" w:hAnsi="서울남산체 L" w:cs="Arial"/>
                <w:b/>
                <w:snapToGrid w:val="0"/>
                <w:color w:val="FF0000"/>
                <w:sz w:val="18"/>
                <w:szCs w:val="18"/>
                <w:u w:val="single"/>
              </w:rPr>
              <w:t>제</w:t>
            </w:r>
            <w:r w:rsidRPr="001E5092">
              <w:rPr>
                <w:rFonts w:ascii="서울남산체 L" w:eastAsia="서울남산체 L" w:hAnsi="서울남산체 L" w:cs="Arial" w:hint="eastAsia"/>
                <w:b/>
                <w:snapToGrid w:val="0"/>
                <w:color w:val="FF0000"/>
                <w:sz w:val="18"/>
                <w:szCs w:val="18"/>
                <w:u w:val="single"/>
              </w:rPr>
              <w:t xml:space="preserve">출되어야 </w:t>
            </w:r>
            <w:r w:rsidRPr="001E5092">
              <w:rPr>
                <w:rFonts w:ascii="서울남산체 L" w:eastAsia="서울남산체 L" w:hAnsi="서울남산체 L" w:cs="Arial"/>
                <w:b/>
                <w:snapToGrid w:val="0"/>
                <w:color w:val="FF0000"/>
                <w:sz w:val="18"/>
                <w:szCs w:val="18"/>
                <w:u w:val="single"/>
              </w:rPr>
              <w:t>합</w:t>
            </w:r>
            <w:r w:rsidRPr="001E5092">
              <w:rPr>
                <w:rFonts w:ascii="서울남산체 L" w:eastAsia="서울남산체 L" w:hAnsi="서울남산체 L" w:cs="Arial" w:hint="eastAsia"/>
                <w:b/>
                <w:snapToGrid w:val="0"/>
                <w:color w:val="FF0000"/>
                <w:sz w:val="18"/>
                <w:szCs w:val="18"/>
                <w:u w:val="single"/>
              </w:rPr>
              <w:t>니다.</w:t>
            </w:r>
          </w:p>
          <w:p w14:paraId="3EDC40CE" w14:textId="77777777" w:rsidR="00CC1166" w:rsidRPr="00E94601" w:rsidRDefault="005A3D44" w:rsidP="005A3D44">
            <w:pPr>
              <w:snapToGrid w:val="0"/>
              <w:spacing w:line="160" w:lineRule="atLeast"/>
              <w:jc w:val="left"/>
              <w:rPr>
                <w:rFonts w:ascii="서울남산체 L" w:eastAsia="서울남산체 L" w:hAnsi="서울남산체 L" w:cs="Arial"/>
                <w:b/>
                <w:snapToGrid w:val="0"/>
                <w:color w:val="FF0000"/>
                <w:sz w:val="18"/>
                <w:szCs w:val="18"/>
                <w:u w:val="single"/>
              </w:rPr>
            </w:pPr>
            <w:r w:rsidRPr="001E5092">
              <w:rPr>
                <w:rFonts w:ascii="서울남산체 L" w:eastAsia="서울남산체 L" w:hAnsi="서울남산체 L" w:cs="Arial"/>
                <w:b/>
                <w:color w:val="FF0000"/>
                <w:spacing w:val="-8"/>
                <w:w w:val="90"/>
                <w:sz w:val="18"/>
                <w:szCs w:val="18"/>
                <w:u w:val="single"/>
              </w:rPr>
              <w:t xml:space="preserve">* </w:t>
            </w:r>
            <w:r w:rsidRPr="001E5092">
              <w:rPr>
                <w:rFonts w:ascii="서울남산체 L" w:eastAsia="서울남산체 L" w:hAnsi="서울남산체 L" w:cs="Arial"/>
                <w:b/>
                <w:snapToGrid w:val="0"/>
                <w:color w:val="FF0000"/>
                <w:sz w:val="18"/>
                <w:szCs w:val="18"/>
                <w:u w:val="single"/>
              </w:rPr>
              <w:t xml:space="preserve">All materials must be sent </w:t>
            </w:r>
            <w:r w:rsidRPr="001E5092">
              <w:rPr>
                <w:rFonts w:ascii="서울남산체 L" w:eastAsia="서울남산체 L" w:hAnsi="서울남산체 L" w:cs="Arial" w:hint="eastAsia"/>
                <w:b/>
                <w:snapToGrid w:val="0"/>
                <w:color w:val="FF0000"/>
                <w:sz w:val="18"/>
                <w:szCs w:val="18"/>
                <w:u w:val="single"/>
              </w:rPr>
              <w:t xml:space="preserve">to </w:t>
            </w:r>
            <w:hyperlink r:id="rId11" w:history="1">
              <w:r w:rsidRPr="001E5092">
                <w:rPr>
                  <w:rStyle w:val="Hyperlink"/>
                  <w:rFonts w:ascii="서울남산체 L" w:eastAsia="서울남산체 L" w:hAnsi="서울남산체 L" w:cs="Arial" w:hint="eastAsia"/>
                  <w:b/>
                  <w:snapToGrid w:val="0"/>
                  <w:color w:val="FF0000"/>
                  <w:sz w:val="18"/>
                  <w:szCs w:val="18"/>
                </w:rPr>
                <w:t>entries.sicaf@gmail.com</w:t>
              </w:r>
            </w:hyperlink>
            <w:r w:rsidR="00CC1166">
              <w:rPr>
                <w:rFonts w:ascii="서울남산체 L" w:eastAsia="서울남산체 L" w:hAnsi="서울남산체 L" w:cs="Arial" w:hint="eastAsia"/>
                <w:b/>
                <w:snapToGrid w:val="0"/>
                <w:color w:val="FF0000"/>
                <w:sz w:val="18"/>
                <w:szCs w:val="18"/>
                <w:u w:val="single"/>
              </w:rPr>
              <w:t xml:space="preserve"> </w:t>
            </w:r>
          </w:p>
          <w:p w14:paraId="22AEEEC9" w14:textId="77777777" w:rsidR="005A3D44" w:rsidRPr="00BC50FF" w:rsidRDefault="005A3D44" w:rsidP="00BA5152">
            <w:pPr>
              <w:snapToGrid w:val="0"/>
              <w:jc w:val="left"/>
              <w:rPr>
                <w:rFonts w:ascii="서울남산체 L" w:eastAsia="서울남산체 L" w:hAnsi="서울남산체 L" w:cs="Arial"/>
                <w:b/>
                <w:i/>
                <w:spacing w:val="-8"/>
                <w:w w:val="90"/>
                <w:sz w:val="16"/>
                <w:szCs w:val="16"/>
              </w:rPr>
            </w:pPr>
          </w:p>
        </w:tc>
      </w:tr>
    </w:tbl>
    <w:p w14:paraId="4C91EC23" w14:textId="77777777" w:rsidR="00ED5EFD" w:rsidRPr="00ED5EFD" w:rsidRDefault="00ED5EFD" w:rsidP="00ED5EFD">
      <w:pPr>
        <w:rPr>
          <w:vanish/>
        </w:rPr>
      </w:pPr>
    </w:p>
    <w:tbl>
      <w:tblPr>
        <w:tblpPr w:leftFromText="142" w:rightFromText="142" w:vertAnchor="text" w:horzAnchor="page" w:tblpX="591" w:tblpY="204"/>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6"/>
      </w:tblGrid>
      <w:tr w:rsidR="00CC1166" w14:paraId="3A0E0A65" w14:textId="77777777" w:rsidTr="00CC1166">
        <w:trPr>
          <w:trHeight w:val="1913"/>
        </w:trPr>
        <w:tc>
          <w:tcPr>
            <w:tcW w:w="10626" w:type="dxa"/>
            <w:tcBorders>
              <w:top w:val="single" w:sz="12" w:space="0" w:color="FFFFFF"/>
              <w:left w:val="single" w:sz="4" w:space="0" w:color="FFFFFF"/>
              <w:bottom w:val="single" w:sz="4" w:space="0" w:color="FFFFFF"/>
              <w:right w:val="single" w:sz="12" w:space="0" w:color="FFFFFF"/>
            </w:tcBorders>
            <w:shd w:val="clear" w:color="auto" w:fill="D9D9D9"/>
          </w:tcPr>
          <w:p w14:paraId="151CE438" w14:textId="77777777" w:rsidR="00CC1166" w:rsidRPr="00BF5D24" w:rsidRDefault="00CC1166" w:rsidP="00CC1166">
            <w:pPr>
              <w:snapToGrid w:val="0"/>
              <w:spacing w:before="100" w:line="204" w:lineRule="auto"/>
              <w:jc w:val="left"/>
              <w:rPr>
                <w:rFonts w:ascii="서울남산체 L" w:eastAsia="서울남산체 L" w:hAnsi="서울남산체 L" w:cs="Arial"/>
                <w:b/>
                <w:spacing w:val="-8"/>
                <w:w w:val="90"/>
                <w:szCs w:val="16"/>
              </w:rPr>
            </w:pPr>
            <w:r w:rsidRPr="00BF5D24">
              <w:rPr>
                <w:rFonts w:ascii="서울남산체 L" w:eastAsia="서울남산체 L" w:hAnsi="서울남산체 L" w:cs="Arial" w:hint="eastAsia"/>
                <w:b/>
                <w:spacing w:val="-8"/>
                <w:w w:val="90"/>
                <w:szCs w:val="16"/>
              </w:rPr>
              <w:t>이상의 기재 내용이 사실임을 확인하며, SICAF 201</w:t>
            </w:r>
            <w:r>
              <w:rPr>
                <w:rFonts w:ascii="서울남산체 L" w:eastAsia="서울남산체 L" w:hAnsi="서울남산체 L" w:cs="Arial" w:hint="eastAsia"/>
                <w:b/>
                <w:spacing w:val="-8"/>
                <w:w w:val="90"/>
                <w:szCs w:val="16"/>
              </w:rPr>
              <w:t>6</w:t>
            </w:r>
            <w:r w:rsidRPr="00BF5D24">
              <w:rPr>
                <w:rFonts w:ascii="서울남산체 L" w:eastAsia="서울남산체 L" w:hAnsi="서울남산체 L" w:cs="Arial" w:hint="eastAsia"/>
                <w:b/>
                <w:spacing w:val="-8"/>
                <w:w w:val="90"/>
                <w:szCs w:val="16"/>
              </w:rPr>
              <w:t xml:space="preserve"> </w:t>
            </w:r>
            <w:r w:rsidR="008B6B3C">
              <w:rPr>
                <w:rFonts w:ascii="서울남산체 L" w:eastAsia="서울남산체 L" w:hAnsi="서울남산체 L" w:cs="Arial"/>
                <w:b/>
                <w:spacing w:val="-8"/>
                <w:w w:val="90"/>
                <w:szCs w:val="16"/>
              </w:rPr>
              <w:t>학</w:t>
            </w:r>
            <w:r w:rsidR="008B6B3C">
              <w:rPr>
                <w:rFonts w:ascii="서울남산체 L" w:eastAsia="서울남산체 L" w:hAnsi="서울남산체 L" w:cs="Arial" w:hint="eastAsia"/>
                <w:b/>
                <w:spacing w:val="-8"/>
                <w:w w:val="90"/>
                <w:szCs w:val="16"/>
              </w:rPr>
              <w:t>생</w:t>
            </w:r>
            <w:r>
              <w:rPr>
                <w:rFonts w:ascii="서울남산체 L" w:eastAsia="서울남산체 L" w:hAnsi="서울남산체 L" w:cs="Arial"/>
                <w:b/>
                <w:spacing w:val="-8"/>
                <w:w w:val="90"/>
                <w:szCs w:val="16"/>
              </w:rPr>
              <w:t>단</w:t>
            </w:r>
            <w:r w:rsidR="008B6B3C">
              <w:rPr>
                <w:rFonts w:ascii="서울남산체 L" w:eastAsia="서울남산체 L" w:hAnsi="서울남산체 L" w:cs="Arial" w:hint="eastAsia"/>
                <w:b/>
                <w:spacing w:val="-8"/>
                <w:w w:val="90"/>
                <w:szCs w:val="16"/>
              </w:rPr>
              <w:t>편</w:t>
            </w:r>
            <w:r w:rsidRPr="00BF5D24">
              <w:rPr>
                <w:rFonts w:ascii="서울남산체 L" w:eastAsia="서울남산체 L" w:hAnsi="서울남산체 L" w:cs="Arial" w:hint="eastAsia"/>
                <w:b/>
                <w:spacing w:val="-8"/>
                <w:w w:val="90"/>
                <w:szCs w:val="16"/>
              </w:rPr>
              <w:t>영화제 출품규약에 동의합니다.</w:t>
            </w:r>
          </w:p>
          <w:p w14:paraId="106BE23B" w14:textId="77777777" w:rsidR="00CC1166" w:rsidRPr="00BF5D24" w:rsidRDefault="00CC1166" w:rsidP="00CC1166">
            <w:pPr>
              <w:snapToGrid w:val="0"/>
              <w:spacing w:line="204" w:lineRule="auto"/>
              <w:jc w:val="left"/>
              <w:rPr>
                <w:rFonts w:ascii="서울남산체 L" w:eastAsia="서울남산체 L" w:hAnsi="서울남산체 L" w:cs="Arial"/>
                <w:b/>
                <w:spacing w:val="-8"/>
                <w:w w:val="90"/>
                <w:szCs w:val="16"/>
              </w:rPr>
            </w:pPr>
            <w:r w:rsidRPr="00BF5D24">
              <w:rPr>
                <w:rFonts w:ascii="서울남산체 L" w:eastAsia="서울남산체 L" w:hAnsi="서울남산체 L" w:cs="Arial"/>
                <w:b/>
                <w:spacing w:val="-8"/>
                <w:w w:val="90"/>
                <w:szCs w:val="16"/>
              </w:rPr>
              <w:t>I do hereby declare that the above statement to be true and correct, and agree to all the regulations of SICAF 20</w:t>
            </w:r>
            <w:r w:rsidRPr="00BF5D24">
              <w:rPr>
                <w:rFonts w:ascii="서울남산체 L" w:eastAsia="서울남산체 L" w:hAnsi="서울남산체 L" w:cs="Arial" w:hint="eastAsia"/>
                <w:b/>
                <w:spacing w:val="-8"/>
                <w:w w:val="90"/>
                <w:szCs w:val="16"/>
              </w:rPr>
              <w:t>1</w:t>
            </w:r>
            <w:r w:rsidR="00AD7212">
              <w:rPr>
                <w:rFonts w:ascii="서울남산체 L" w:eastAsia="서울남산체 L" w:hAnsi="서울남산체 L" w:cs="Arial" w:hint="eastAsia"/>
                <w:b/>
                <w:spacing w:val="-8"/>
                <w:w w:val="90"/>
                <w:szCs w:val="16"/>
              </w:rPr>
              <w:t>6</w:t>
            </w:r>
            <w:r w:rsidRPr="00BF5D24">
              <w:rPr>
                <w:rFonts w:ascii="서울남산체 L" w:eastAsia="서울남산체 L" w:hAnsi="서울남산체 L" w:cs="Arial" w:hint="eastAsia"/>
                <w:b/>
                <w:spacing w:val="-8"/>
                <w:w w:val="90"/>
                <w:szCs w:val="16"/>
              </w:rPr>
              <w:t xml:space="preserve"> </w:t>
            </w:r>
            <w:r w:rsidR="003A4F8C">
              <w:rPr>
                <w:rFonts w:ascii="서울남산체 L" w:eastAsia="서울남산체 L" w:hAnsi="서울남산체 L" w:cs="Arial"/>
                <w:b/>
                <w:spacing w:val="-8"/>
                <w:w w:val="90"/>
                <w:szCs w:val="16"/>
              </w:rPr>
              <w:t>Student Short Film Festival</w:t>
            </w:r>
          </w:p>
          <w:p w14:paraId="15D2B984" w14:textId="77777777" w:rsidR="00CC1166" w:rsidRDefault="00CC1166" w:rsidP="00CC1166">
            <w:pPr>
              <w:snapToGrid w:val="0"/>
              <w:jc w:val="left"/>
              <w:rPr>
                <w:rFonts w:ascii="서울남산체 L" w:eastAsia="서울남산체 L" w:hAnsi="서울남산체 L" w:cs="Arial"/>
                <w:spacing w:val="-8"/>
                <w:w w:val="90"/>
                <w:szCs w:val="16"/>
                <w:lang w:val="en-GB"/>
              </w:rPr>
            </w:pPr>
          </w:p>
          <w:p w14:paraId="5023CCC0" w14:textId="77777777" w:rsidR="00CC1166" w:rsidRPr="00BF5D24" w:rsidRDefault="00CC1166" w:rsidP="00CC1166">
            <w:pPr>
              <w:snapToGrid w:val="0"/>
              <w:jc w:val="left"/>
              <w:rPr>
                <w:rFonts w:ascii="서울남산체 L" w:eastAsia="서울남산체 L" w:hAnsi="서울남산체 L" w:cs="Arial"/>
                <w:spacing w:val="-8"/>
                <w:w w:val="90"/>
                <w:szCs w:val="16"/>
              </w:rPr>
            </w:pPr>
            <w:r w:rsidRPr="00BF5D24">
              <w:rPr>
                <w:rFonts w:ascii="서울남산체 L" w:eastAsia="서울남산체 L" w:hAnsi="서울남산체 L" w:cs="Arial" w:hint="eastAsia"/>
                <w:spacing w:val="-8"/>
                <w:w w:val="90"/>
                <w:szCs w:val="16"/>
              </w:rPr>
              <w:t xml:space="preserve">날짜 | Date </w:t>
            </w:r>
            <w:r w:rsidRPr="00BF5D24">
              <w:rPr>
                <w:rFonts w:ascii="서울남산체 L" w:eastAsia="서울남산체 L" w:hAnsi="서울남산체 L" w:cs="Arial"/>
                <w:spacing w:val="-8"/>
                <w:w w:val="90"/>
                <w:szCs w:val="16"/>
              </w:rPr>
              <w:t>⇒</w:t>
            </w:r>
          </w:p>
          <w:p w14:paraId="0872CCC0" w14:textId="77777777" w:rsidR="00CC1166" w:rsidRPr="00BF5D24" w:rsidRDefault="00CC1166" w:rsidP="00CC1166">
            <w:pPr>
              <w:snapToGrid w:val="0"/>
              <w:jc w:val="left"/>
              <w:rPr>
                <w:rFonts w:ascii="서울남산체 L" w:eastAsia="서울남산체 L" w:hAnsi="서울남산체 L" w:cs="Arial"/>
                <w:spacing w:val="-8"/>
                <w:w w:val="90"/>
                <w:szCs w:val="16"/>
              </w:rPr>
            </w:pPr>
            <w:r w:rsidRPr="00BF5D24">
              <w:rPr>
                <w:rFonts w:ascii="서울남산체 L" w:eastAsia="서울남산체 L" w:hAnsi="서울남산체 L" w:cs="Arial" w:hint="eastAsia"/>
                <w:spacing w:val="-8"/>
                <w:w w:val="90"/>
                <w:szCs w:val="16"/>
              </w:rPr>
              <w:t xml:space="preserve">출품자(사)명 | Name of the Entrant (Company) </w:t>
            </w:r>
            <w:r w:rsidRPr="00BF5D24">
              <w:rPr>
                <w:rFonts w:ascii="서울남산체 L" w:eastAsia="서울남산체 L" w:hAnsi="서울남산체 L" w:cs="Arial"/>
                <w:spacing w:val="-8"/>
                <w:w w:val="90"/>
                <w:szCs w:val="16"/>
              </w:rPr>
              <w:t>⇒</w:t>
            </w:r>
          </w:p>
          <w:p w14:paraId="3725A3EA" w14:textId="77777777" w:rsidR="00CC1166" w:rsidRDefault="00CC1166" w:rsidP="00CC1166">
            <w:pPr>
              <w:snapToGrid w:val="0"/>
              <w:jc w:val="left"/>
              <w:rPr>
                <w:rFonts w:ascii="서울남산체 L" w:eastAsia="서울남산체 L" w:hAnsi="서울남산체 L" w:cs="Arial"/>
                <w:spacing w:val="-8"/>
                <w:w w:val="90"/>
                <w:sz w:val="16"/>
                <w:szCs w:val="16"/>
              </w:rPr>
            </w:pPr>
            <w:r w:rsidRPr="00BF5D24">
              <w:rPr>
                <w:rFonts w:ascii="서울남산체 L" w:eastAsia="서울남산체 L" w:hAnsi="서울남산체 L" w:cs="Arial" w:hint="eastAsia"/>
                <w:spacing w:val="-8"/>
                <w:w w:val="90"/>
                <w:szCs w:val="16"/>
              </w:rPr>
              <w:t xml:space="preserve">서명 | Signature </w:t>
            </w:r>
            <w:r w:rsidRPr="00BF5D24">
              <w:rPr>
                <w:rFonts w:ascii="서울남산체 L" w:eastAsia="서울남산체 L" w:hAnsi="서울남산체 L" w:cs="Arial"/>
                <w:spacing w:val="-8"/>
                <w:w w:val="90"/>
                <w:szCs w:val="16"/>
              </w:rPr>
              <w:t>⇒</w:t>
            </w:r>
          </w:p>
        </w:tc>
      </w:tr>
    </w:tbl>
    <w:p w14:paraId="47B19BFC" w14:textId="77777777" w:rsidR="00D26809" w:rsidRPr="00D26809" w:rsidRDefault="00D26809" w:rsidP="00D26809">
      <w:pPr>
        <w:rPr>
          <w:vanish/>
        </w:rPr>
      </w:pPr>
    </w:p>
    <w:p w14:paraId="1F592F2E" w14:textId="77777777" w:rsidR="005B4C98" w:rsidRDefault="005B4C98" w:rsidP="00890F3F">
      <w:pPr>
        <w:snapToGrid w:val="0"/>
        <w:spacing w:line="80" w:lineRule="atLeast"/>
        <w:jc w:val="left"/>
        <w:rPr>
          <w:rFonts w:ascii="서울남산체 L" w:eastAsia="서울남산체 L" w:hAnsi="서울남산체 L" w:cs="Arial"/>
          <w:spacing w:val="-8"/>
          <w:w w:val="90"/>
          <w:sz w:val="16"/>
          <w:szCs w:val="16"/>
        </w:rPr>
      </w:pPr>
    </w:p>
    <w:p w14:paraId="3B73B2D4" w14:textId="77777777" w:rsidR="005B4C98" w:rsidRPr="00324162" w:rsidRDefault="005B4C98" w:rsidP="00890F3F">
      <w:pPr>
        <w:snapToGrid w:val="0"/>
        <w:spacing w:line="80" w:lineRule="atLeast"/>
        <w:jc w:val="left"/>
        <w:rPr>
          <w:rFonts w:ascii="SeoulNamsan" w:eastAsia="SeoulNamsan" w:hAnsi="서울남산체 L" w:cs="Arial"/>
          <w:spacing w:val="-8"/>
          <w:w w:val="90"/>
          <w:sz w:val="16"/>
          <w:szCs w:val="16"/>
        </w:rPr>
      </w:pPr>
    </w:p>
    <w:tbl>
      <w:tblPr>
        <w:tblStyle w:val="TableGrid"/>
        <w:tblW w:w="0" w:type="auto"/>
        <w:tblInd w:w="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0336"/>
      </w:tblGrid>
      <w:tr w:rsidR="00846115" w14:paraId="40923832" w14:textId="77777777" w:rsidTr="00846115">
        <w:trPr>
          <w:trHeight w:val="1795"/>
        </w:trPr>
        <w:tc>
          <w:tcPr>
            <w:tcW w:w="10478" w:type="dxa"/>
          </w:tcPr>
          <w:p w14:paraId="6379159D" w14:textId="77777777" w:rsidR="00846115" w:rsidRPr="005B4C98" w:rsidRDefault="00846115" w:rsidP="00846115">
            <w:pPr>
              <w:snapToGrid w:val="0"/>
              <w:spacing w:line="80" w:lineRule="atLeast"/>
              <w:jc w:val="left"/>
              <w:rPr>
                <w:rFonts w:ascii="서울남산체 B" w:eastAsia="서울남산체 B" w:hAnsi="서울남산체 B" w:cs="Arial"/>
                <w:iCs/>
                <w:spacing w:val="-8"/>
                <w:sz w:val="32"/>
              </w:rPr>
            </w:pPr>
            <w:r w:rsidRPr="005B4C98">
              <w:rPr>
                <w:rFonts w:ascii="서울남산체 B" w:eastAsia="서울남산체 B" w:hAnsi="서울남산체 B" w:cs="Arial"/>
                <w:iCs/>
                <w:spacing w:val="-8"/>
                <w:sz w:val="32"/>
              </w:rPr>
              <w:lastRenderedPageBreak/>
              <w:t xml:space="preserve">SICAF </w:t>
            </w:r>
            <w:r>
              <w:rPr>
                <w:rFonts w:ascii="서울남산체 B" w:eastAsia="서울남산체 B" w:hAnsi="서울남산체 B" w:cs="Arial"/>
                <w:iCs/>
                <w:spacing w:val="-8"/>
                <w:sz w:val="32"/>
              </w:rPr>
              <w:t xml:space="preserve">2016 </w:t>
            </w:r>
            <w:r w:rsidRPr="000A4398">
              <w:rPr>
                <w:rFonts w:ascii="서울남산체 B" w:eastAsia="서울남산체 B" w:hAnsi="서울남산체 B" w:cs="Arial"/>
                <w:iCs/>
                <w:spacing w:val="-8"/>
                <w:sz w:val="32"/>
              </w:rPr>
              <w:t xml:space="preserve">Student Short Film Festival </w:t>
            </w:r>
            <w:r w:rsidRPr="000A4398">
              <w:rPr>
                <w:rFonts w:ascii="서울남산체 B" w:eastAsia="서울남산체 B" w:hAnsi="서울남산체 B" w:cs="Arial"/>
                <w:iCs/>
                <w:spacing w:val="-8"/>
                <w:sz w:val="24"/>
              </w:rPr>
              <w:t>02. 01</w:t>
            </w:r>
            <w:r>
              <w:rPr>
                <w:rFonts w:ascii="서울남산체 B" w:eastAsia="서울남산체 B" w:hAnsi="서울남산체 B" w:cs="Arial"/>
                <w:iCs/>
                <w:spacing w:val="-8"/>
                <w:sz w:val="24"/>
              </w:rPr>
              <w:t>.2016</w:t>
            </w:r>
            <w:r w:rsidRPr="000A4398">
              <w:rPr>
                <w:rFonts w:ascii="서울남산체 B" w:eastAsia="서울남산체 B" w:hAnsi="서울남산체 B" w:cs="Arial"/>
                <w:iCs/>
                <w:spacing w:val="-8"/>
                <w:sz w:val="24"/>
              </w:rPr>
              <w:t xml:space="preserve"> – 04.01</w:t>
            </w:r>
            <w:r>
              <w:rPr>
                <w:rFonts w:ascii="서울남산체 B" w:eastAsia="서울남산체 B" w:hAnsi="서울남산체 B" w:cs="Arial"/>
                <w:iCs/>
                <w:spacing w:val="-8"/>
                <w:sz w:val="24"/>
              </w:rPr>
              <w:t>.2016</w:t>
            </w:r>
            <w:r w:rsidRPr="000A4398">
              <w:rPr>
                <w:rFonts w:ascii="서울남산체 B" w:eastAsia="서울남산체 B" w:hAnsi="서울남산체 B" w:cs="Arial"/>
                <w:iCs/>
                <w:spacing w:val="-8"/>
                <w:sz w:val="24"/>
              </w:rPr>
              <w:t xml:space="preserve">   </w:t>
            </w:r>
          </w:p>
          <w:p w14:paraId="373F0C24" w14:textId="77777777" w:rsidR="00846115" w:rsidRPr="005B4C98" w:rsidRDefault="00846115" w:rsidP="00846115">
            <w:pPr>
              <w:snapToGrid w:val="0"/>
              <w:spacing w:line="80" w:lineRule="atLeast"/>
              <w:jc w:val="left"/>
              <w:rPr>
                <w:rFonts w:ascii="서울남산체 B" w:eastAsia="서울남산체 B" w:hAnsi="서울남산체 B" w:cs="Arial"/>
                <w:spacing w:val="-8"/>
                <w:w w:val="90"/>
                <w:sz w:val="32"/>
              </w:rPr>
            </w:pPr>
            <w:r w:rsidRPr="005B4C98">
              <w:rPr>
                <w:rFonts w:ascii="서울남산체 B" w:eastAsia="서울남산체 B" w:hAnsi="서울남산체 B" w:cs="Arial"/>
                <w:iCs/>
                <w:spacing w:val="-8"/>
                <w:sz w:val="32"/>
              </w:rPr>
              <w:t>시</w:t>
            </w:r>
            <w:r w:rsidRPr="005B4C98">
              <w:rPr>
                <w:rFonts w:ascii="서울남산체 B" w:eastAsia="서울남산체 B" w:hAnsi="서울남산체 B" w:cs="Arial" w:hint="eastAsia"/>
                <w:iCs/>
                <w:spacing w:val="-8"/>
                <w:sz w:val="32"/>
              </w:rPr>
              <w:t>카프2</w:t>
            </w:r>
            <w:r w:rsidRPr="005B4C98">
              <w:rPr>
                <w:rFonts w:ascii="서울남산체 B" w:eastAsia="서울남산체 B" w:hAnsi="서울남산체 B" w:cs="Arial"/>
                <w:iCs/>
                <w:spacing w:val="-8"/>
                <w:sz w:val="32"/>
              </w:rPr>
              <w:t xml:space="preserve">016 </w:t>
            </w:r>
            <w:r>
              <w:rPr>
                <w:rFonts w:ascii="서울남산체 B" w:eastAsia="서울남산체 B" w:hAnsi="서울남산체 B" w:cs="Arial"/>
                <w:iCs/>
                <w:spacing w:val="-8"/>
                <w:sz w:val="32"/>
              </w:rPr>
              <w:t>학</w:t>
            </w:r>
            <w:r>
              <w:rPr>
                <w:rFonts w:ascii="서울남산체 B" w:eastAsia="서울남산체 B" w:hAnsi="서울남산체 B" w:cs="Arial" w:hint="eastAsia"/>
                <w:iCs/>
                <w:spacing w:val="-8"/>
                <w:sz w:val="32"/>
              </w:rPr>
              <w:t>생단편</w:t>
            </w:r>
            <w:r w:rsidRPr="005B4C98">
              <w:rPr>
                <w:rFonts w:ascii="서울남산체 B" w:eastAsia="서울남산체 B" w:hAnsi="서울남산체 B" w:cs="Arial" w:hint="eastAsia"/>
                <w:iCs/>
                <w:spacing w:val="-8"/>
                <w:sz w:val="32"/>
              </w:rPr>
              <w:t xml:space="preserve">영화제 </w:t>
            </w:r>
            <w:r w:rsidRPr="005B4C98">
              <w:rPr>
                <w:rFonts w:ascii="서울남산체 B" w:eastAsia="서울남산체 B" w:hAnsi="서울남산체 B" w:cs="Arial"/>
                <w:iCs/>
                <w:spacing w:val="-8"/>
                <w:sz w:val="32"/>
              </w:rPr>
              <w:t>출</w:t>
            </w:r>
            <w:r>
              <w:rPr>
                <w:rFonts w:ascii="서울남산체 B" w:eastAsia="서울남산체 B" w:hAnsi="서울남산체 B" w:cs="Arial" w:hint="eastAsia"/>
                <w:iCs/>
                <w:spacing w:val="-8"/>
                <w:sz w:val="32"/>
              </w:rPr>
              <w:t>품</w:t>
            </w:r>
            <w:r>
              <w:rPr>
                <w:rFonts w:ascii="서울남산체 B" w:eastAsia="서울남산체 B" w:hAnsi="서울남산체 B" w:cs="Arial"/>
                <w:iCs/>
                <w:spacing w:val="-8"/>
                <w:sz w:val="32"/>
              </w:rPr>
              <w:t>규</w:t>
            </w:r>
            <w:r>
              <w:rPr>
                <w:rFonts w:ascii="서울남산체 B" w:eastAsia="서울남산체 B" w:hAnsi="서울남산체 B" w:cs="Arial" w:hint="eastAsia"/>
                <w:iCs/>
                <w:spacing w:val="-8"/>
                <w:sz w:val="32"/>
              </w:rPr>
              <w:t>약</w:t>
            </w:r>
            <w:r w:rsidRPr="005B4C98">
              <w:rPr>
                <w:rFonts w:ascii="서울남산체 B" w:eastAsia="서울남산체 B" w:hAnsi="서울남산체 B" w:cs="Arial" w:hint="eastAsia"/>
                <w:iCs/>
                <w:spacing w:val="-8"/>
                <w:sz w:val="32"/>
              </w:rPr>
              <w:t xml:space="preserve"> </w:t>
            </w:r>
            <w:r w:rsidRPr="00CE7DC0">
              <w:rPr>
                <w:rFonts w:ascii="서울남산체 B" w:eastAsia="서울남산체 B" w:hAnsi="서울남산체 B" w:cs="Arial"/>
                <w:iCs/>
                <w:spacing w:val="-8"/>
                <w:sz w:val="28"/>
              </w:rPr>
              <w:t xml:space="preserve">SICAF 2016 </w:t>
            </w:r>
            <w:r>
              <w:rPr>
                <w:rFonts w:ascii="서울남산체 B" w:eastAsia="서울남산체 B" w:hAnsi="서울남산체 B" w:cs="Arial"/>
                <w:iCs/>
                <w:spacing w:val="-8"/>
                <w:sz w:val="28"/>
                <w:lang w:val="en-GB"/>
              </w:rPr>
              <w:t>Student</w:t>
            </w:r>
            <w:r>
              <w:rPr>
                <w:rFonts w:ascii="서울남산체 B" w:eastAsia="서울남산체 B" w:hAnsi="서울남산체 B" w:cs="Arial" w:hint="eastAsia"/>
                <w:iCs/>
                <w:spacing w:val="-8"/>
                <w:sz w:val="28"/>
                <w:lang w:val="en-GB"/>
              </w:rPr>
              <w:t xml:space="preserve"> </w:t>
            </w:r>
            <w:r w:rsidRPr="00CE7DC0">
              <w:rPr>
                <w:rFonts w:ascii="서울남산체 B" w:eastAsia="서울남산체 B" w:hAnsi="서울남산체 B" w:cs="Arial"/>
                <w:iCs/>
                <w:spacing w:val="-8"/>
                <w:sz w:val="28"/>
                <w:lang w:val="en-GB"/>
              </w:rPr>
              <w:t>Short</w:t>
            </w:r>
            <w:r>
              <w:rPr>
                <w:rFonts w:ascii="서울남산체 B" w:eastAsia="서울남산체 B" w:hAnsi="서울남산체 B" w:cs="Arial"/>
                <w:iCs/>
                <w:spacing w:val="-8"/>
                <w:sz w:val="28"/>
                <w:lang w:val="en-GB"/>
              </w:rPr>
              <w:t xml:space="preserve"> </w:t>
            </w:r>
            <w:r>
              <w:rPr>
                <w:rFonts w:ascii="서울남산체 B" w:eastAsia="서울남산체 B" w:hAnsi="서울남산체 B" w:cs="Arial" w:hint="eastAsia"/>
                <w:iCs/>
                <w:spacing w:val="-8"/>
                <w:sz w:val="28"/>
                <w:lang w:val="en-GB"/>
              </w:rPr>
              <w:t>F</w:t>
            </w:r>
            <w:r>
              <w:rPr>
                <w:rFonts w:ascii="서울남산체 B" w:eastAsia="서울남산체 B" w:hAnsi="서울남산체 B" w:cs="Arial"/>
                <w:iCs/>
                <w:spacing w:val="-8"/>
                <w:sz w:val="28"/>
                <w:lang w:val="en-GB"/>
              </w:rPr>
              <w:t xml:space="preserve">ilm </w:t>
            </w:r>
            <w:r>
              <w:rPr>
                <w:rFonts w:ascii="서울남산체 B" w:eastAsia="서울남산체 B" w:hAnsi="서울남산체 B" w:cs="Arial" w:hint="eastAsia"/>
                <w:iCs/>
                <w:spacing w:val="-8"/>
                <w:sz w:val="28"/>
                <w:lang w:val="en-GB"/>
              </w:rPr>
              <w:t>F</w:t>
            </w:r>
            <w:r w:rsidRPr="00CE7DC0">
              <w:rPr>
                <w:rFonts w:ascii="서울남산체 B" w:eastAsia="서울남산체 B" w:hAnsi="서울남산체 B" w:cs="Arial"/>
                <w:iCs/>
                <w:spacing w:val="-8"/>
                <w:sz w:val="28"/>
                <w:lang w:val="en-GB"/>
              </w:rPr>
              <w:t>estival</w:t>
            </w:r>
            <w:r w:rsidRPr="00CE7DC0">
              <w:rPr>
                <w:rFonts w:ascii="서울남산체 B" w:eastAsia="서울남산체 B" w:hAnsi="서울남산체 B" w:cs="Arial" w:hint="eastAsia"/>
                <w:iCs/>
                <w:spacing w:val="-8"/>
                <w:sz w:val="28"/>
              </w:rPr>
              <w:t xml:space="preserve"> </w:t>
            </w:r>
            <w:r w:rsidRPr="00CE7DC0">
              <w:rPr>
                <w:rFonts w:ascii="서울남산체 B" w:eastAsia="서울남산체 B" w:hAnsi="서울남산체 B" w:cs="Arial"/>
                <w:iCs/>
                <w:spacing w:val="-8"/>
                <w:sz w:val="28"/>
              </w:rPr>
              <w:t xml:space="preserve">Regulation </w:t>
            </w:r>
          </w:p>
          <w:p w14:paraId="08C18E55" w14:textId="77777777" w:rsidR="00846115" w:rsidRPr="005B4C98" w:rsidRDefault="00846115" w:rsidP="00846115">
            <w:pPr>
              <w:snapToGrid w:val="0"/>
              <w:spacing w:line="80" w:lineRule="atLeast"/>
              <w:jc w:val="left"/>
              <w:rPr>
                <w:rFonts w:ascii="서울남산체 L" w:eastAsia="서울남산체 L" w:hAnsi="서울남산체 L" w:cs="Arial"/>
                <w:spacing w:val="-8"/>
                <w:w w:val="90"/>
                <w:szCs w:val="16"/>
              </w:rPr>
            </w:pPr>
            <w:r w:rsidRPr="005B4C98">
              <w:rPr>
                <w:rFonts w:ascii="서울남산체 L" w:eastAsia="서울남산체 L" w:hAnsi="서울남산체 L" w:cs="Arial" w:hint="eastAsia"/>
                <w:spacing w:val="-8"/>
                <w:w w:val="90"/>
                <w:szCs w:val="16"/>
              </w:rPr>
              <w:t>(100-250) 서울특별시 중구 소파로 126 서울애니메이션센터 A동 203호 SICAF조직위원회</w:t>
            </w:r>
          </w:p>
          <w:p w14:paraId="047E10C6" w14:textId="77777777" w:rsidR="00846115" w:rsidRPr="005B4C98" w:rsidRDefault="00846115" w:rsidP="00846115">
            <w:pPr>
              <w:snapToGrid w:val="0"/>
              <w:spacing w:line="80" w:lineRule="atLeast"/>
              <w:jc w:val="left"/>
              <w:rPr>
                <w:rFonts w:ascii="서울남산체 L" w:eastAsia="서울남산체 L" w:hAnsi="서울남산체 L" w:cs="Arial"/>
                <w:spacing w:val="-8"/>
                <w:w w:val="90"/>
                <w:szCs w:val="16"/>
              </w:rPr>
            </w:pPr>
            <w:r>
              <w:rPr>
                <w:rFonts w:ascii="서울남산체 L" w:eastAsia="서울남산체 L" w:hAnsi="서울남산체 L" w:cs="Arial" w:hint="eastAsia"/>
                <w:spacing w:val="-8"/>
                <w:w w:val="90"/>
                <w:szCs w:val="16"/>
              </w:rPr>
              <w:t>SICAF Organizing Committee, A-2</w:t>
            </w:r>
            <w:r w:rsidRPr="005B4C98">
              <w:rPr>
                <w:rFonts w:ascii="서울남산체 L" w:eastAsia="서울남산체 L" w:hAnsi="서울남산체 L" w:cs="Arial" w:hint="eastAsia"/>
                <w:spacing w:val="-8"/>
                <w:w w:val="90"/>
                <w:szCs w:val="16"/>
              </w:rPr>
              <w:t>03 Seoul Animation Center, 126 Sopa-ro, Jung-gu, Seoul 100-250, Rep. of Korea</w:t>
            </w:r>
          </w:p>
          <w:p w14:paraId="06BA9FD4" w14:textId="19FB0C49" w:rsidR="00846115" w:rsidRPr="00846115" w:rsidRDefault="00846115" w:rsidP="00846115">
            <w:pPr>
              <w:snapToGrid w:val="0"/>
              <w:spacing w:line="80" w:lineRule="atLeast"/>
              <w:jc w:val="left"/>
            </w:pPr>
            <w:r w:rsidRPr="005B4C98">
              <w:rPr>
                <w:rFonts w:ascii="서울남산체 L" w:eastAsia="서울남산체 L" w:hAnsi="서울남산체 L" w:cs="Arial" w:hint="eastAsia"/>
                <w:spacing w:val="-8"/>
                <w:w w:val="90"/>
                <w:szCs w:val="16"/>
              </w:rPr>
              <w:t xml:space="preserve">Tel.: +82 </w:t>
            </w:r>
            <w:r>
              <w:rPr>
                <w:rFonts w:ascii="서울남산체 L" w:eastAsia="서울남산체 L" w:hAnsi="서울남산체 L" w:cs="Arial" w:hint="eastAsia"/>
                <w:spacing w:val="-8"/>
                <w:w w:val="90"/>
                <w:szCs w:val="16"/>
              </w:rPr>
              <w:t>2 3455 8436 Fax.: 82 2 3455 8421</w:t>
            </w:r>
            <w:r w:rsidRPr="005B4C98">
              <w:rPr>
                <w:rFonts w:ascii="서울남산체 L" w:eastAsia="서울남산체 L" w:hAnsi="서울남산체 L" w:cs="Arial" w:hint="eastAsia"/>
                <w:spacing w:val="-8"/>
                <w:w w:val="90"/>
                <w:szCs w:val="16"/>
              </w:rPr>
              <w:t xml:space="preserve"> E-Mail: </w:t>
            </w:r>
            <w:r w:rsidRPr="005B4C98">
              <w:rPr>
                <w:rFonts w:ascii="서울남산체 L" w:eastAsia="서울남산체 L" w:hAnsi="서울남산체 L" w:cs="Arial"/>
                <w:color w:val="000000"/>
                <w:spacing w:val="-8"/>
                <w:w w:val="90"/>
                <w:szCs w:val="16"/>
              </w:rPr>
              <w:t>entries</w:t>
            </w:r>
            <w:r w:rsidRPr="005B4C98">
              <w:rPr>
                <w:rFonts w:ascii="서울남산체 L" w:eastAsia="서울남산체 L" w:hAnsi="서울남산체 L" w:cs="Arial" w:hint="eastAsia"/>
                <w:color w:val="000000"/>
                <w:spacing w:val="-8"/>
                <w:w w:val="90"/>
                <w:szCs w:val="16"/>
              </w:rPr>
              <w:t>.sicaf@gmail.com</w:t>
            </w:r>
            <w:r w:rsidRPr="005B4C98">
              <w:rPr>
                <w:rFonts w:ascii="서울남산체 L" w:eastAsia="서울남산체 L" w:hAnsi="서울남산체 L" w:cs="Arial" w:hint="eastAsia"/>
                <w:spacing w:val="-8"/>
                <w:w w:val="90"/>
                <w:szCs w:val="16"/>
              </w:rPr>
              <w:t xml:space="preserve"> Official Website : </w:t>
            </w:r>
            <w:hyperlink r:id="rId12" w:history="1">
              <w:r w:rsidRPr="005B4C98">
                <w:rPr>
                  <w:rStyle w:val="Hyperlink"/>
                  <w:rFonts w:ascii="서울남산체 L" w:eastAsia="서울남산체 L" w:hAnsi="서울남산체 L" w:cs="Arial" w:hint="eastAsia"/>
                  <w:spacing w:val="-8"/>
                  <w:w w:val="90"/>
                  <w:szCs w:val="16"/>
                </w:rPr>
                <w:t>www.sicaf.org</w:t>
              </w:r>
            </w:hyperlink>
          </w:p>
        </w:tc>
      </w:tr>
    </w:tbl>
    <w:p w14:paraId="1B0F4F20" w14:textId="77777777" w:rsidR="00846115" w:rsidRDefault="00846115" w:rsidP="0096476E">
      <w:pPr>
        <w:wordWrap/>
        <w:adjustRightInd w:val="0"/>
        <w:snapToGrid w:val="0"/>
        <w:ind w:leftChars="71" w:left="142"/>
        <w:jc w:val="left"/>
        <w:rPr>
          <w:rFonts w:ascii="SeoulNamsan" w:eastAsia="SeoulNamsan" w:hAnsi="서울남산체 L" w:cs="Arial"/>
          <w:kern w:val="0"/>
          <w:sz w:val="16"/>
          <w:szCs w:val="16"/>
          <w:lang w:val="en-GB"/>
        </w:rPr>
      </w:pPr>
    </w:p>
    <w:p w14:paraId="60A054EB"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A. 조직 </w:t>
      </w:r>
    </w:p>
    <w:p w14:paraId="01E6966A"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서울국제만화애니메이션페스티벌(이하 SICAF)은 (사)서울국제만화애니메이션페스티벌조직위원회와 서울특별시, 서울시 중구가 주최하고, 문화체육관광부가 후원한다. </w:t>
      </w:r>
    </w:p>
    <w:p w14:paraId="06250839" w14:textId="77777777" w:rsidR="00A767E2" w:rsidRPr="005A139E" w:rsidRDefault="00A767E2" w:rsidP="00A767E2">
      <w:pPr>
        <w:wordWrap/>
        <w:adjustRightInd w:val="0"/>
        <w:snapToGrid w:val="0"/>
        <w:ind w:leftChars="71" w:left="142"/>
        <w:jc w:val="left"/>
        <w:rPr>
          <w:rFonts w:ascii="SeoulNamsan L" w:eastAsia="SeoulNamsan L" w:hAnsi="서울남산체 L" w:cs="Arial"/>
          <w:kern w:val="0"/>
          <w:sz w:val="16"/>
          <w:szCs w:val="16"/>
          <w:lang w:val="en-GB"/>
        </w:rPr>
      </w:pPr>
    </w:p>
    <w:p w14:paraId="55B93086" w14:textId="77777777" w:rsidR="00A767E2" w:rsidRPr="005A139E" w:rsidRDefault="00A767E2" w:rsidP="00A767E2">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A. Administration</w:t>
      </w:r>
    </w:p>
    <w:p w14:paraId="3C876FE5" w14:textId="77777777" w:rsidR="00A767E2" w:rsidRPr="005A139E" w:rsidRDefault="00A767E2" w:rsidP="00A767E2">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Seoul International Cartoon &amp; Animation Festival (SICAF) is organized by the SICAF Organizing Committee, the Seoul Metropolitan Government and Jung-gu Office with the support of the Ministry of Culture, Sports and Tourism</w:t>
      </w:r>
    </w:p>
    <w:p w14:paraId="32DC6BF9" w14:textId="77777777" w:rsidR="002C1178" w:rsidRPr="005A139E" w:rsidRDefault="002C1178" w:rsidP="0096476E">
      <w:pPr>
        <w:wordWrap/>
        <w:adjustRightInd w:val="0"/>
        <w:snapToGrid w:val="0"/>
        <w:ind w:leftChars="71" w:left="142"/>
        <w:jc w:val="left"/>
        <w:rPr>
          <w:rFonts w:ascii="SeoulNamsan L" w:eastAsia="SeoulNamsan L" w:hAnsi="서울남산체 L" w:cs="Arial"/>
          <w:kern w:val="0"/>
          <w:sz w:val="16"/>
          <w:szCs w:val="16"/>
          <w:lang w:val="en-GB"/>
        </w:rPr>
      </w:pPr>
    </w:p>
    <w:p w14:paraId="4D2709BF"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B. 목적 </w:t>
      </w:r>
    </w:p>
    <w:p w14:paraId="6DADB981" w14:textId="0031AE4A" w:rsidR="0096476E" w:rsidRPr="005A139E" w:rsidRDefault="00A03F20" w:rsidP="0096476E">
      <w:pPr>
        <w:wordWrap/>
        <w:adjustRightInd w:val="0"/>
        <w:snapToGrid w:val="0"/>
        <w:ind w:leftChars="71" w:left="142"/>
        <w:jc w:val="left"/>
        <w:rPr>
          <w:rFonts w:ascii="SeoulNamsan" w:eastAsia="SeoulNamsan" w:hAnsi="서울남산체 L" w:cs="Arial"/>
          <w:kern w:val="0"/>
          <w:sz w:val="16"/>
          <w:szCs w:val="16"/>
          <w:lang w:val="en-GB"/>
        </w:rPr>
      </w:pPr>
      <w:r>
        <w:rPr>
          <w:rFonts w:ascii="SeoulNamsan" w:eastAsia="SeoulNamsan" w:hAnsi="서울남산체 L" w:cs="Arial" w:hint="eastAsia"/>
          <w:kern w:val="0"/>
          <w:sz w:val="16"/>
          <w:szCs w:val="16"/>
          <w:lang w:val="en-GB"/>
        </w:rPr>
        <w:t>SICAF 2016</w:t>
      </w:r>
      <w:r w:rsidR="0096476E" w:rsidRPr="005A139E">
        <w:rPr>
          <w:rFonts w:ascii="SeoulNamsan" w:eastAsia="SeoulNamsan" w:hAnsi="서울남산체 L" w:cs="Arial" w:hint="eastAsia"/>
          <w:kern w:val="0"/>
          <w:sz w:val="16"/>
          <w:szCs w:val="16"/>
          <w:lang w:val="en-GB"/>
        </w:rPr>
        <w:t xml:space="preserve"> </w:t>
      </w:r>
      <w:r w:rsidR="00B77153" w:rsidRPr="005A139E">
        <w:rPr>
          <w:rFonts w:ascii="SeoulNamsan" w:eastAsia="SeoulNamsan" w:hAnsi="서울남산체 L" w:cs="Arial"/>
          <w:kern w:val="0"/>
          <w:sz w:val="16"/>
          <w:szCs w:val="16"/>
          <w:lang w:val="en-GB"/>
        </w:rPr>
        <w:t>학</w:t>
      </w:r>
      <w:r w:rsidR="00B77153" w:rsidRPr="005A139E">
        <w:rPr>
          <w:rFonts w:ascii="SeoulNamsan" w:eastAsia="SeoulNamsan" w:hAnsi="서울남산체 L" w:cs="Arial" w:hint="eastAsia"/>
          <w:kern w:val="0"/>
          <w:sz w:val="16"/>
          <w:szCs w:val="16"/>
          <w:lang w:val="en-GB"/>
        </w:rPr>
        <w:t>생단편</w:t>
      </w:r>
      <w:r w:rsidR="00B820F6" w:rsidRPr="005A139E">
        <w:rPr>
          <w:rFonts w:ascii="SeoulNamsan" w:eastAsia="SeoulNamsan" w:hAnsi="서울남산체 L" w:cs="Arial" w:hint="eastAsia"/>
          <w:kern w:val="0"/>
          <w:sz w:val="16"/>
          <w:szCs w:val="16"/>
          <w:lang w:val="en-GB"/>
        </w:rPr>
        <w:t>영화제는</w:t>
      </w:r>
      <w:r w:rsidR="0096476E" w:rsidRPr="005A139E">
        <w:rPr>
          <w:rFonts w:ascii="SeoulNamsan" w:eastAsia="SeoulNamsan" w:hAnsi="서울남산체 L" w:cs="Arial" w:hint="eastAsia"/>
          <w:kern w:val="0"/>
          <w:sz w:val="16"/>
          <w:szCs w:val="16"/>
          <w:lang w:val="en-GB"/>
        </w:rPr>
        <w:t xml:space="preserve"> 세계의 다양한 애니메이션 작품을 소개하는 한편, </w:t>
      </w:r>
      <w:r w:rsidR="00DE7DFA" w:rsidRPr="005A139E">
        <w:rPr>
          <w:rFonts w:ascii="SeoulNamsan" w:eastAsia="SeoulNamsan" w:hAnsi="서울남산체 L" w:cs="Arial" w:hint="eastAsia"/>
          <w:kern w:val="0"/>
          <w:sz w:val="16"/>
          <w:szCs w:val="16"/>
          <w:lang w:val="en-GB"/>
        </w:rPr>
        <w:t>웹</w:t>
      </w:r>
      <w:r w:rsidR="0096476E" w:rsidRPr="005A139E">
        <w:rPr>
          <w:rFonts w:ascii="SeoulNamsan" w:eastAsia="SeoulNamsan" w:hAnsi="서울남산체 L" w:cs="Arial" w:hint="eastAsia"/>
          <w:kern w:val="0"/>
          <w:sz w:val="16"/>
          <w:szCs w:val="16"/>
          <w:lang w:val="en-GB"/>
        </w:rPr>
        <w:t xml:space="preserve">애니메이션의 새로운 경향과 영역 확장에 주목하여 우수한 작품들을 발굴, 소개하는 것을 그 목적으로 한다. </w:t>
      </w:r>
    </w:p>
    <w:p w14:paraId="3CB270E4" w14:textId="77777777" w:rsidR="00B820F6" w:rsidRPr="005A139E" w:rsidRDefault="00B820F6" w:rsidP="0096476E">
      <w:pPr>
        <w:wordWrap/>
        <w:adjustRightInd w:val="0"/>
        <w:snapToGrid w:val="0"/>
        <w:ind w:leftChars="71" w:left="142"/>
        <w:jc w:val="left"/>
        <w:rPr>
          <w:rFonts w:ascii="SeoulNamsan L" w:eastAsia="SeoulNamsan L" w:hAnsi="서울남산체 L" w:cs="Arial"/>
          <w:kern w:val="0"/>
          <w:sz w:val="16"/>
          <w:szCs w:val="16"/>
          <w:lang w:val="en-GB"/>
        </w:rPr>
      </w:pPr>
    </w:p>
    <w:p w14:paraId="24A1AB61" w14:textId="77777777" w:rsidR="00B820F6" w:rsidRPr="005A139E" w:rsidRDefault="001C6D47" w:rsidP="001C6D47">
      <w:pPr>
        <w:wordWrap/>
        <w:adjustRightInd w:val="0"/>
        <w:snapToGrid w:val="0"/>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B820F6" w:rsidRPr="005A139E">
        <w:rPr>
          <w:rFonts w:ascii="SeoulNamsan L" w:eastAsia="SeoulNamsan L" w:hAnsi="서울남산체 L" w:cs="Arial"/>
          <w:kern w:val="0"/>
          <w:sz w:val="16"/>
          <w:szCs w:val="16"/>
          <w:lang w:val="en-GB"/>
        </w:rPr>
        <w:t>B. Purpose</w:t>
      </w:r>
    </w:p>
    <w:p w14:paraId="693865D4" w14:textId="3CAA64C3" w:rsidR="00B820F6" w:rsidRPr="005A139E" w:rsidRDefault="003701E8" w:rsidP="00B820F6">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SICAF 2016</w:t>
      </w:r>
      <w:r w:rsidR="00B820F6" w:rsidRPr="005A139E">
        <w:rPr>
          <w:rFonts w:ascii="SeoulNamsan L" w:eastAsia="SeoulNamsan L" w:hAnsi="서울남산체 L" w:cs="Arial"/>
          <w:kern w:val="0"/>
          <w:sz w:val="16"/>
          <w:szCs w:val="16"/>
          <w:lang w:val="en-GB"/>
        </w:rPr>
        <w:t xml:space="preserve"> </w:t>
      </w:r>
      <w:r w:rsidR="000774AE">
        <w:rPr>
          <w:rFonts w:ascii="SeoulNamsan L" w:eastAsia="SeoulNamsan L" w:hAnsi="서울남산체 L" w:cs="Arial" w:hint="eastAsia"/>
          <w:kern w:val="0"/>
          <w:sz w:val="16"/>
          <w:szCs w:val="16"/>
          <w:lang w:val="en-GB"/>
        </w:rPr>
        <w:t>Student S</w:t>
      </w:r>
      <w:r w:rsidRPr="005A139E">
        <w:rPr>
          <w:rFonts w:ascii="SeoulNamsan L" w:eastAsia="SeoulNamsan L" w:hAnsi="서울남산체 L" w:cs="Arial"/>
          <w:kern w:val="0"/>
          <w:sz w:val="16"/>
          <w:szCs w:val="16"/>
          <w:lang w:val="en-GB"/>
        </w:rPr>
        <w:t>hort</w:t>
      </w:r>
      <w:r w:rsidR="00B820F6" w:rsidRPr="005A139E">
        <w:rPr>
          <w:rFonts w:ascii="SeoulNamsan L" w:eastAsia="SeoulNamsan L" w:hAnsi="서울남산체 L" w:cs="Arial"/>
          <w:kern w:val="0"/>
          <w:sz w:val="16"/>
          <w:szCs w:val="16"/>
          <w:lang w:val="en-GB"/>
        </w:rPr>
        <w:t xml:space="preserve"> Festival</w:t>
      </w:r>
      <w:r w:rsidR="00F44290">
        <w:rPr>
          <w:rFonts w:ascii="SeoulNamsan L" w:eastAsia="SeoulNamsan L" w:hAnsi="서울남산체 L" w:cs="Arial"/>
          <w:kern w:val="0"/>
          <w:sz w:val="16"/>
          <w:szCs w:val="16"/>
          <w:lang w:val="en-GB"/>
        </w:rPr>
        <w:t>(SICAF SSFF)</w:t>
      </w:r>
      <w:r w:rsidR="00B820F6" w:rsidRPr="005A139E">
        <w:rPr>
          <w:rFonts w:ascii="SeoulNamsan L" w:eastAsia="SeoulNamsan L" w:hAnsi="서울남산체 L" w:cs="Arial"/>
          <w:kern w:val="0"/>
          <w:sz w:val="16"/>
          <w:szCs w:val="16"/>
          <w:lang w:val="en-GB"/>
        </w:rPr>
        <w:t xml:space="preserve"> aims to introduce diversity and new trend of </w:t>
      </w:r>
      <w:r w:rsidRPr="005A139E">
        <w:rPr>
          <w:rFonts w:ascii="SeoulNamsan L" w:eastAsia="SeoulNamsan L" w:hAnsi="서울남산체 L" w:cs="Arial"/>
          <w:kern w:val="0"/>
          <w:sz w:val="16"/>
          <w:szCs w:val="16"/>
          <w:lang w:val="en-GB"/>
        </w:rPr>
        <w:t xml:space="preserve">Web </w:t>
      </w:r>
      <w:r w:rsidR="00B820F6" w:rsidRPr="005A139E">
        <w:rPr>
          <w:rFonts w:ascii="SeoulNamsan L" w:eastAsia="SeoulNamsan L" w:hAnsi="서울남산체 L" w:cs="Arial"/>
          <w:kern w:val="0"/>
          <w:sz w:val="16"/>
          <w:szCs w:val="16"/>
          <w:lang w:val="en-GB"/>
        </w:rPr>
        <w:t>animations from the world and to extend its territory.</w:t>
      </w:r>
    </w:p>
    <w:p w14:paraId="33A75BB2" w14:textId="77777777" w:rsidR="002C1178" w:rsidRPr="005A139E" w:rsidRDefault="002C1178" w:rsidP="0096476E">
      <w:pPr>
        <w:wordWrap/>
        <w:adjustRightInd w:val="0"/>
        <w:snapToGrid w:val="0"/>
        <w:ind w:leftChars="71" w:left="142"/>
        <w:jc w:val="left"/>
        <w:rPr>
          <w:rFonts w:ascii="SeoulNamsan L" w:eastAsia="SeoulNamsan L" w:hAnsi="서울남산체 L" w:cs="Arial"/>
          <w:kern w:val="0"/>
          <w:sz w:val="16"/>
          <w:szCs w:val="16"/>
          <w:lang w:val="en-GB"/>
        </w:rPr>
      </w:pPr>
    </w:p>
    <w:p w14:paraId="367581CC"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C. 개최일정 및 장소 </w:t>
      </w:r>
    </w:p>
    <w:p w14:paraId="5501498C" w14:textId="77777777" w:rsidR="0096476E" w:rsidRPr="005A139E" w:rsidRDefault="000774AE" w:rsidP="0096476E">
      <w:pPr>
        <w:wordWrap/>
        <w:adjustRightInd w:val="0"/>
        <w:snapToGrid w:val="0"/>
        <w:ind w:leftChars="71" w:left="142"/>
        <w:jc w:val="left"/>
        <w:rPr>
          <w:rFonts w:ascii="SeoulNamsan" w:eastAsia="SeoulNamsan" w:hAnsi="서울남산체 L" w:cs="Arial"/>
          <w:kern w:val="0"/>
          <w:sz w:val="16"/>
          <w:szCs w:val="16"/>
          <w:lang w:val="en-GB"/>
        </w:rPr>
      </w:pPr>
      <w:r>
        <w:rPr>
          <w:rFonts w:ascii="SeoulNamsan" w:eastAsia="SeoulNamsan" w:hAnsi="서울남산체 L" w:cs="Arial" w:hint="eastAsia"/>
          <w:kern w:val="0"/>
          <w:sz w:val="16"/>
          <w:szCs w:val="16"/>
          <w:lang w:val="en-GB"/>
        </w:rPr>
        <w:t>SICAF 2016</w:t>
      </w:r>
      <w:r w:rsidR="005B329A" w:rsidRPr="005A139E">
        <w:rPr>
          <w:rFonts w:ascii="SeoulNamsan" w:eastAsia="SeoulNamsan" w:hAnsi="서울남산체 L" w:cs="Arial" w:hint="eastAsia"/>
          <w:kern w:val="0"/>
          <w:sz w:val="16"/>
          <w:szCs w:val="16"/>
          <w:lang w:val="en-GB"/>
        </w:rPr>
        <w:t xml:space="preserve"> </w:t>
      </w:r>
      <w:r w:rsidR="005B329A" w:rsidRPr="005A139E">
        <w:rPr>
          <w:rFonts w:ascii="SeoulNamsan" w:eastAsia="SeoulNamsan" w:hAnsi="서울남산체 L" w:cs="Arial"/>
          <w:kern w:val="0"/>
          <w:sz w:val="16"/>
          <w:szCs w:val="16"/>
          <w:lang w:val="en-GB"/>
        </w:rPr>
        <w:t>학</w:t>
      </w:r>
      <w:r w:rsidR="005B329A" w:rsidRPr="005A139E">
        <w:rPr>
          <w:rFonts w:ascii="SeoulNamsan" w:eastAsia="SeoulNamsan" w:hAnsi="서울남산체 L" w:cs="Arial" w:hint="eastAsia"/>
          <w:kern w:val="0"/>
          <w:sz w:val="16"/>
          <w:szCs w:val="16"/>
          <w:lang w:val="en-GB"/>
        </w:rPr>
        <w:t>생단편영화제는</w:t>
      </w:r>
      <w:r w:rsidR="0096476E" w:rsidRPr="005A139E">
        <w:rPr>
          <w:rFonts w:ascii="SeoulNamsan" w:eastAsia="SeoulNamsan" w:hAnsi="서울남산체 L" w:cs="Arial" w:hint="eastAsia"/>
          <w:kern w:val="0"/>
          <w:sz w:val="16"/>
          <w:szCs w:val="16"/>
          <w:lang w:val="en-GB"/>
        </w:rPr>
        <w:t>2016년</w:t>
      </w:r>
      <w:r w:rsidR="001448D8">
        <w:rPr>
          <w:rFonts w:ascii="SeoulNamsan" w:eastAsia="SeoulNamsan" w:hAnsi="서울남산체 L" w:cs="Arial" w:hint="eastAsia"/>
          <w:kern w:val="0"/>
          <w:sz w:val="16"/>
          <w:szCs w:val="16"/>
          <w:lang w:val="en-GB"/>
        </w:rPr>
        <w:t xml:space="preserve"> 2</w:t>
      </w:r>
      <w:r w:rsidR="0096476E" w:rsidRPr="005A139E">
        <w:rPr>
          <w:rFonts w:ascii="SeoulNamsan" w:eastAsia="SeoulNamsan" w:hAnsi="서울남산체 L" w:cs="Arial" w:hint="eastAsia"/>
          <w:kern w:val="0"/>
          <w:sz w:val="16"/>
          <w:szCs w:val="16"/>
          <w:lang w:val="en-GB"/>
        </w:rPr>
        <w:t>월</w:t>
      </w:r>
      <w:r w:rsidR="001448D8">
        <w:rPr>
          <w:rFonts w:ascii="SeoulNamsan" w:eastAsia="SeoulNamsan" w:hAnsi="서울남산체 L" w:cs="Arial" w:hint="eastAsia"/>
          <w:kern w:val="0"/>
          <w:sz w:val="16"/>
          <w:szCs w:val="16"/>
          <w:lang w:val="en-GB"/>
        </w:rPr>
        <w:t xml:space="preserve"> 1</w:t>
      </w:r>
      <w:r w:rsidR="0096476E" w:rsidRPr="005A139E">
        <w:rPr>
          <w:rFonts w:ascii="SeoulNamsan" w:eastAsia="SeoulNamsan" w:hAnsi="서울남산체 L" w:cs="Arial" w:hint="eastAsia"/>
          <w:kern w:val="0"/>
          <w:sz w:val="16"/>
          <w:szCs w:val="16"/>
          <w:lang w:val="en-GB"/>
        </w:rPr>
        <w:t>일부터</w:t>
      </w:r>
      <w:r w:rsidR="002774AC" w:rsidRPr="005A139E">
        <w:rPr>
          <w:rFonts w:ascii="SeoulNamsan" w:eastAsia="SeoulNamsan" w:hAnsi="서울남산체 L" w:cs="Arial" w:hint="eastAsia"/>
          <w:kern w:val="0"/>
          <w:sz w:val="16"/>
          <w:szCs w:val="16"/>
          <w:lang w:val="en-GB"/>
        </w:rPr>
        <w:t xml:space="preserve"> 4</w:t>
      </w:r>
      <w:r w:rsidR="0096476E" w:rsidRPr="005A139E">
        <w:rPr>
          <w:rFonts w:ascii="SeoulNamsan" w:eastAsia="SeoulNamsan" w:hAnsi="서울남산체 L" w:cs="Arial" w:hint="eastAsia"/>
          <w:kern w:val="0"/>
          <w:sz w:val="16"/>
          <w:szCs w:val="16"/>
          <w:lang w:val="en-GB"/>
        </w:rPr>
        <w:t xml:space="preserve">월 1일까지 </w:t>
      </w:r>
      <w:r w:rsidR="00A71E9C" w:rsidRPr="005A139E">
        <w:rPr>
          <w:rFonts w:ascii="SeoulNamsan" w:eastAsia="SeoulNamsan" w:hAnsi="서울남산체 L" w:cs="Arial" w:hint="eastAsia"/>
          <w:kern w:val="0"/>
          <w:sz w:val="16"/>
          <w:szCs w:val="16"/>
          <w:lang w:val="en-GB"/>
        </w:rPr>
        <w:t xml:space="preserve">시카프 공식웹사이트에서 </w:t>
      </w:r>
      <w:r w:rsidR="0096476E" w:rsidRPr="005A139E">
        <w:rPr>
          <w:rFonts w:ascii="SeoulNamsan" w:eastAsia="SeoulNamsan" w:hAnsi="서울남산체 L" w:cs="Arial" w:hint="eastAsia"/>
          <w:kern w:val="0"/>
          <w:sz w:val="16"/>
          <w:szCs w:val="16"/>
          <w:lang w:val="en-GB"/>
        </w:rPr>
        <w:t xml:space="preserve">개최된다. </w:t>
      </w:r>
    </w:p>
    <w:p w14:paraId="2D6F62EB" w14:textId="77777777" w:rsidR="00A71E9C" w:rsidRPr="005A139E" w:rsidRDefault="00A71E9C" w:rsidP="0096476E">
      <w:pPr>
        <w:wordWrap/>
        <w:adjustRightInd w:val="0"/>
        <w:snapToGrid w:val="0"/>
        <w:ind w:leftChars="71" w:left="142"/>
        <w:jc w:val="left"/>
        <w:rPr>
          <w:rFonts w:ascii="SeoulNamsan L" w:eastAsia="SeoulNamsan L" w:hAnsi="서울남산체 L" w:cs="Arial"/>
          <w:kern w:val="0"/>
          <w:sz w:val="16"/>
          <w:szCs w:val="16"/>
          <w:lang w:val="en-GB"/>
        </w:rPr>
      </w:pPr>
    </w:p>
    <w:p w14:paraId="253289CB" w14:textId="77777777" w:rsidR="00A71E9C" w:rsidRPr="005A139E" w:rsidRDefault="00A71E9C" w:rsidP="00A71E9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C. Dates and Location</w:t>
      </w:r>
    </w:p>
    <w:p w14:paraId="1EDD01F9" w14:textId="77777777" w:rsidR="00A71E9C" w:rsidRPr="005A139E" w:rsidRDefault="00A71E9C" w:rsidP="00A71E9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SICAF 2016 </w:t>
      </w:r>
      <w:r w:rsidR="000774AE">
        <w:rPr>
          <w:rFonts w:ascii="SeoulNamsan L" w:eastAsia="SeoulNamsan L" w:hAnsi="서울남산체 L" w:cs="Arial" w:hint="eastAsia"/>
          <w:kern w:val="0"/>
          <w:sz w:val="16"/>
          <w:szCs w:val="16"/>
          <w:lang w:val="en-GB"/>
        </w:rPr>
        <w:t>Student S</w:t>
      </w:r>
      <w:r w:rsidR="00EE6173" w:rsidRPr="005A139E">
        <w:rPr>
          <w:rFonts w:ascii="SeoulNamsan L" w:eastAsia="SeoulNamsan L" w:hAnsi="서울남산체 L" w:cs="Arial"/>
          <w:kern w:val="0"/>
          <w:sz w:val="16"/>
          <w:szCs w:val="16"/>
          <w:lang w:val="en-GB"/>
        </w:rPr>
        <w:t>hort</w:t>
      </w:r>
      <w:r w:rsidRPr="005A139E">
        <w:rPr>
          <w:rFonts w:ascii="SeoulNamsan L" w:eastAsia="SeoulNamsan L" w:hAnsi="서울남산체 L" w:cs="Arial"/>
          <w:kern w:val="0"/>
          <w:sz w:val="16"/>
          <w:szCs w:val="16"/>
          <w:lang w:val="en-GB"/>
        </w:rPr>
        <w:t xml:space="preserve"> F</w:t>
      </w:r>
      <w:r w:rsidR="007F3B31" w:rsidRPr="005A139E">
        <w:rPr>
          <w:rFonts w:ascii="SeoulNamsan L" w:eastAsia="SeoulNamsan L" w:hAnsi="서울남산체 L" w:cs="Arial"/>
          <w:kern w:val="0"/>
          <w:sz w:val="16"/>
          <w:szCs w:val="16"/>
          <w:lang w:val="en-GB"/>
        </w:rPr>
        <w:t xml:space="preserve">estival will be held from </w:t>
      </w:r>
      <w:r w:rsidR="00604252">
        <w:rPr>
          <w:rFonts w:ascii="SeoulNamsan L" w:eastAsia="SeoulNamsan L" w:hAnsi="서울남산체 L" w:cs="Arial"/>
          <w:kern w:val="0"/>
          <w:sz w:val="16"/>
          <w:szCs w:val="16"/>
          <w:lang w:val="en-GB"/>
        </w:rPr>
        <w:t>Feb</w:t>
      </w:r>
      <w:r w:rsidR="000774AE">
        <w:rPr>
          <w:rFonts w:ascii="SeoulNamsan L" w:eastAsia="SeoulNamsan L" w:hAnsi="서울남산체 L" w:cs="Arial" w:hint="eastAsia"/>
          <w:kern w:val="0"/>
          <w:sz w:val="16"/>
          <w:szCs w:val="16"/>
          <w:lang w:val="en-GB"/>
        </w:rPr>
        <w:t>r</w:t>
      </w:r>
      <w:r w:rsidR="00604252">
        <w:rPr>
          <w:rFonts w:ascii="SeoulNamsan L" w:eastAsia="SeoulNamsan L" w:hAnsi="서울남산체 L" w:cs="Arial"/>
          <w:kern w:val="0"/>
          <w:sz w:val="16"/>
          <w:szCs w:val="16"/>
          <w:lang w:val="en-GB"/>
        </w:rPr>
        <w:t>uary 1</w:t>
      </w:r>
      <w:r w:rsidR="00C3557A">
        <w:rPr>
          <w:rFonts w:ascii="SeoulNamsan L" w:eastAsia="SeoulNamsan L" w:hAnsi="서울남산체 L" w:cs="Arial"/>
          <w:kern w:val="0"/>
          <w:sz w:val="16"/>
          <w:szCs w:val="16"/>
          <w:lang w:val="en-GB"/>
        </w:rPr>
        <w:t xml:space="preserve"> </w:t>
      </w:r>
      <w:r w:rsidR="00D05C3D" w:rsidRPr="005A139E">
        <w:rPr>
          <w:rFonts w:ascii="SeoulNamsan L" w:eastAsia="SeoulNamsan L" w:hAnsi="서울남산체 L" w:cs="Arial"/>
          <w:kern w:val="0"/>
          <w:sz w:val="16"/>
          <w:szCs w:val="16"/>
          <w:lang w:val="en-GB"/>
        </w:rPr>
        <w:t>to April</w:t>
      </w:r>
      <w:r w:rsidR="00E50DD2" w:rsidRPr="005A139E">
        <w:rPr>
          <w:rFonts w:ascii="SeoulNamsan L" w:eastAsia="SeoulNamsan L" w:hAnsi="서울남산체 L" w:cs="Arial"/>
          <w:kern w:val="0"/>
          <w:sz w:val="16"/>
          <w:szCs w:val="16"/>
          <w:lang w:val="en-GB"/>
        </w:rPr>
        <w:t xml:space="preserve"> </w:t>
      </w:r>
      <w:r w:rsidR="000774AE" w:rsidRPr="005A139E">
        <w:rPr>
          <w:rFonts w:ascii="SeoulNamsan L" w:eastAsia="SeoulNamsan L" w:hAnsi="서울남산체 L" w:cs="Arial"/>
          <w:kern w:val="0"/>
          <w:sz w:val="16"/>
          <w:szCs w:val="16"/>
          <w:lang w:val="en-GB"/>
        </w:rPr>
        <w:t>1,</w:t>
      </w:r>
      <w:r w:rsidR="0061593F" w:rsidRPr="005A139E">
        <w:rPr>
          <w:rFonts w:ascii="SeoulNamsan L" w:eastAsia="SeoulNamsan L" w:hAnsi="서울남산체 L" w:cs="Arial"/>
          <w:kern w:val="0"/>
          <w:sz w:val="16"/>
          <w:szCs w:val="16"/>
          <w:lang w:val="en-GB"/>
        </w:rPr>
        <w:t xml:space="preserve"> 2016</w:t>
      </w:r>
      <w:r w:rsidRPr="005A139E">
        <w:rPr>
          <w:rFonts w:ascii="SeoulNamsan L" w:eastAsia="SeoulNamsan L" w:hAnsi="서울남산체 L" w:cs="Arial"/>
          <w:kern w:val="0"/>
          <w:sz w:val="16"/>
          <w:szCs w:val="16"/>
          <w:lang w:val="en-GB"/>
        </w:rPr>
        <w:t xml:space="preserve"> in SICAF Official Website. </w:t>
      </w:r>
    </w:p>
    <w:p w14:paraId="1FA15D0A" w14:textId="77777777" w:rsidR="002C1178" w:rsidRPr="005A139E" w:rsidRDefault="002C1178" w:rsidP="0096476E">
      <w:pPr>
        <w:wordWrap/>
        <w:adjustRightInd w:val="0"/>
        <w:snapToGrid w:val="0"/>
        <w:ind w:leftChars="71" w:left="142"/>
        <w:jc w:val="left"/>
        <w:rPr>
          <w:rFonts w:ascii="SeoulNamsan L" w:eastAsia="SeoulNamsan L" w:hAnsi="서울남산체 L" w:cs="Arial"/>
          <w:kern w:val="0"/>
          <w:sz w:val="16"/>
          <w:szCs w:val="16"/>
          <w:lang w:val="en-GB"/>
        </w:rPr>
      </w:pPr>
    </w:p>
    <w:p w14:paraId="0C7B0939"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D. 공식언어 </w:t>
      </w:r>
    </w:p>
    <w:p w14:paraId="671D9936"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시카프</w:t>
      </w:r>
      <w:r w:rsidR="000774AE">
        <w:rPr>
          <w:rFonts w:ascii="SeoulNamsan" w:eastAsia="SeoulNamsan" w:hAnsi="서울남산체 L" w:cs="Arial" w:hint="eastAsia"/>
          <w:kern w:val="0"/>
          <w:sz w:val="16"/>
          <w:szCs w:val="16"/>
          <w:lang w:val="en-GB"/>
        </w:rPr>
        <w:t xml:space="preserve"> </w:t>
      </w:r>
      <w:r w:rsidRPr="005A139E">
        <w:rPr>
          <w:rFonts w:ascii="SeoulNamsan" w:eastAsia="SeoulNamsan" w:hAnsi="서울남산체 L" w:cs="Arial" w:hint="eastAsia"/>
          <w:kern w:val="0"/>
          <w:sz w:val="16"/>
          <w:szCs w:val="16"/>
          <w:lang w:val="en-GB"/>
        </w:rPr>
        <w:t xml:space="preserve">2016 </w:t>
      </w:r>
      <w:r w:rsidR="000774AE">
        <w:rPr>
          <w:rFonts w:ascii="SeoulNamsan" w:eastAsia="SeoulNamsan" w:hAnsi="서울남산체 L" w:cs="Arial" w:hint="eastAsia"/>
          <w:kern w:val="0"/>
          <w:sz w:val="16"/>
          <w:szCs w:val="16"/>
          <w:lang w:val="en-GB"/>
        </w:rPr>
        <w:t>학생단편</w:t>
      </w:r>
      <w:r w:rsidRPr="005A139E">
        <w:rPr>
          <w:rFonts w:ascii="SeoulNamsan" w:eastAsia="SeoulNamsan" w:hAnsi="서울남산체 L" w:cs="Arial" w:hint="eastAsia"/>
          <w:kern w:val="0"/>
          <w:sz w:val="16"/>
          <w:szCs w:val="16"/>
          <w:lang w:val="en-GB"/>
        </w:rPr>
        <w:t xml:space="preserve">영화제의 공식언어는 한국어와 영어로 한다. </w:t>
      </w:r>
      <w:bookmarkStart w:id="0" w:name="_GoBack"/>
      <w:bookmarkEnd w:id="0"/>
    </w:p>
    <w:p w14:paraId="758B8DB9" w14:textId="77777777" w:rsidR="00A71E9C" w:rsidRPr="005A139E" w:rsidRDefault="00A71E9C" w:rsidP="00A71E9C">
      <w:pPr>
        <w:wordWrap/>
        <w:adjustRightInd w:val="0"/>
        <w:snapToGrid w:val="0"/>
        <w:ind w:leftChars="71" w:left="142"/>
        <w:jc w:val="left"/>
        <w:rPr>
          <w:rFonts w:ascii="SeoulNamsan L" w:eastAsia="SeoulNamsan L" w:hAnsi="서울남산체 L" w:cs="Arial"/>
          <w:kern w:val="0"/>
          <w:sz w:val="16"/>
          <w:szCs w:val="16"/>
          <w:lang w:val="en-GB"/>
        </w:rPr>
      </w:pPr>
    </w:p>
    <w:p w14:paraId="05C8DBA3" w14:textId="77777777" w:rsidR="00A71E9C" w:rsidRPr="005A139E" w:rsidRDefault="00A71E9C" w:rsidP="00A71E9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D. Official Languages</w:t>
      </w:r>
    </w:p>
    <w:p w14:paraId="059E9F36" w14:textId="77777777" w:rsidR="00A71E9C" w:rsidRPr="005A139E" w:rsidRDefault="00A71E9C" w:rsidP="00A71E9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The official languages of the Festival are Korean and English</w:t>
      </w:r>
      <w:r w:rsidR="00445875" w:rsidRPr="005A139E">
        <w:rPr>
          <w:rFonts w:ascii="SeoulNamsan L" w:eastAsia="SeoulNamsan L" w:hAnsi="서울남산체 L" w:cs="Arial"/>
          <w:kern w:val="0"/>
          <w:sz w:val="16"/>
          <w:szCs w:val="16"/>
          <w:lang w:val="en-GB"/>
        </w:rPr>
        <w:t>.</w:t>
      </w:r>
    </w:p>
    <w:p w14:paraId="314E876D" w14:textId="77777777" w:rsidR="00A71E9C" w:rsidRPr="005A139E" w:rsidRDefault="00A71E9C" w:rsidP="0096476E">
      <w:pPr>
        <w:wordWrap/>
        <w:adjustRightInd w:val="0"/>
        <w:snapToGrid w:val="0"/>
        <w:ind w:leftChars="71" w:left="142"/>
        <w:jc w:val="left"/>
        <w:rPr>
          <w:rFonts w:ascii="SeoulNamsan L" w:eastAsia="SeoulNamsan L" w:hAnsi="서울남산체 L" w:cs="Arial"/>
          <w:kern w:val="0"/>
          <w:sz w:val="16"/>
          <w:szCs w:val="16"/>
          <w:lang w:val="en-GB"/>
        </w:rPr>
      </w:pPr>
    </w:p>
    <w:p w14:paraId="2CAE2BE7" w14:textId="77777777" w:rsidR="002C1178" w:rsidRPr="005A139E" w:rsidRDefault="002C1178" w:rsidP="0096476E">
      <w:pPr>
        <w:wordWrap/>
        <w:adjustRightInd w:val="0"/>
        <w:snapToGrid w:val="0"/>
        <w:ind w:leftChars="71" w:left="142"/>
        <w:jc w:val="left"/>
        <w:rPr>
          <w:rFonts w:ascii="SeoulNamsan L" w:eastAsia="SeoulNamsan L" w:hAnsi="서울남산체 L" w:cs="Arial"/>
          <w:kern w:val="0"/>
          <w:sz w:val="16"/>
          <w:szCs w:val="16"/>
          <w:lang w:val="en-GB"/>
        </w:rPr>
      </w:pPr>
    </w:p>
    <w:p w14:paraId="30D70573"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E. 출품자격 </w:t>
      </w:r>
    </w:p>
    <w:p w14:paraId="43F8E006" w14:textId="0D799924" w:rsidR="0096476E" w:rsidRPr="008E3132" w:rsidRDefault="0096476E" w:rsidP="0096476E">
      <w:pPr>
        <w:wordWrap/>
        <w:adjustRightInd w:val="0"/>
        <w:snapToGrid w:val="0"/>
        <w:ind w:leftChars="71" w:left="142"/>
        <w:jc w:val="left"/>
        <w:rPr>
          <w:rFonts w:ascii="SeoulNamsan" w:eastAsia="SeoulNamsan" w:hAnsi="서울남산체 L" w:cs="Arial"/>
          <w:color w:val="000000" w:themeColor="text1"/>
          <w:kern w:val="0"/>
          <w:sz w:val="16"/>
          <w:szCs w:val="16"/>
          <w:lang w:val="en-GB"/>
        </w:rPr>
      </w:pPr>
      <w:r w:rsidRPr="005A139E">
        <w:rPr>
          <w:rFonts w:ascii="SeoulNamsan" w:eastAsia="SeoulNamsan" w:hAnsi="서울남산체 L" w:cs="Arial" w:hint="eastAsia"/>
          <w:kern w:val="0"/>
          <w:sz w:val="16"/>
          <w:szCs w:val="16"/>
          <w:lang w:val="en-GB"/>
        </w:rPr>
        <w:t>인터넷 상영을 목적으로 한 프레임 바이 프레임 애니메이션 혹은 컴퓨터 애니메이션 등 모든 작품이 가능하다. 단</w:t>
      </w:r>
      <w:r w:rsidR="003B5C72">
        <w:rPr>
          <w:rFonts w:ascii="SeoulNamsan" w:eastAsia="SeoulNamsan" w:hAnsi="서울남산체 L" w:cs="Arial" w:hint="eastAsia"/>
          <w:kern w:val="0"/>
          <w:sz w:val="16"/>
          <w:szCs w:val="16"/>
          <w:lang w:val="en-GB"/>
        </w:rPr>
        <w:t>, 2014</w:t>
      </w:r>
      <w:r w:rsidRPr="005A139E">
        <w:rPr>
          <w:rFonts w:ascii="SeoulNamsan" w:eastAsia="SeoulNamsan" w:hAnsi="서울남산체 L" w:cs="Arial" w:hint="eastAsia"/>
          <w:kern w:val="0"/>
          <w:sz w:val="16"/>
          <w:szCs w:val="16"/>
          <w:lang w:val="en-GB"/>
        </w:rPr>
        <w:t>년 1월 1일 이후에 완성된 작품에 한하며, 이전 SICAF 애니메이션 영화제에 출품했던 작품은 출품할 수 없다</w:t>
      </w:r>
      <w:r w:rsidRPr="006161BD">
        <w:rPr>
          <w:rFonts w:ascii="SeoulNamsan" w:eastAsia="SeoulNamsan" w:hAnsi="서울남산체 L" w:cs="Arial" w:hint="eastAsia"/>
          <w:color w:val="FF0000"/>
          <w:kern w:val="0"/>
          <w:sz w:val="16"/>
          <w:szCs w:val="16"/>
          <w:lang w:val="en-GB"/>
        </w:rPr>
        <w:t xml:space="preserve">. </w:t>
      </w:r>
      <w:r w:rsidRPr="008E3132">
        <w:rPr>
          <w:rFonts w:ascii="SeoulNamsan" w:eastAsia="SeoulNamsan" w:hAnsi="서울남산체 L" w:cs="Arial" w:hint="eastAsia"/>
          <w:color w:val="000000" w:themeColor="text1"/>
          <w:kern w:val="0"/>
          <w:sz w:val="16"/>
          <w:szCs w:val="16"/>
          <w:lang w:val="en-GB"/>
        </w:rPr>
        <w:t xml:space="preserve">출품자는 작품의 감독 또는 저작권자로 각본과 미술 및 음악에 대한 권리를 보유해야 하며, 이에 어긋나는 경우에 작품의 출품자격이 상실된다. </w:t>
      </w:r>
    </w:p>
    <w:p w14:paraId="3DB71874" w14:textId="77777777" w:rsidR="00704405" w:rsidRPr="008E3132" w:rsidRDefault="00704405" w:rsidP="0096476E">
      <w:pPr>
        <w:wordWrap/>
        <w:adjustRightInd w:val="0"/>
        <w:snapToGrid w:val="0"/>
        <w:ind w:leftChars="71" w:left="142"/>
        <w:jc w:val="left"/>
        <w:rPr>
          <w:rFonts w:ascii="SeoulNamsan L" w:eastAsia="SeoulNamsan L" w:hAnsi="서울남산체 L" w:cs="Arial"/>
          <w:color w:val="000000" w:themeColor="text1"/>
          <w:kern w:val="0"/>
          <w:sz w:val="16"/>
          <w:szCs w:val="16"/>
          <w:lang w:val="en-GB"/>
        </w:rPr>
      </w:pPr>
    </w:p>
    <w:p w14:paraId="3431DE8D" w14:textId="77777777" w:rsidR="00704405" w:rsidRPr="008E3132" w:rsidRDefault="00FD1A8E" w:rsidP="00704405">
      <w:pPr>
        <w:wordWrap/>
        <w:adjustRightInd w:val="0"/>
        <w:snapToGrid w:val="0"/>
        <w:ind w:leftChars="71" w:left="142"/>
        <w:jc w:val="left"/>
        <w:rPr>
          <w:rFonts w:ascii="SeoulNamsan L" w:eastAsia="SeoulNamsan L" w:hAnsi="서울남산체 L" w:cs="Arial"/>
          <w:color w:val="000000" w:themeColor="text1"/>
          <w:kern w:val="0"/>
          <w:sz w:val="16"/>
          <w:szCs w:val="16"/>
          <w:lang w:val="en-GB"/>
        </w:rPr>
      </w:pPr>
      <w:r w:rsidRPr="008E3132">
        <w:rPr>
          <w:rFonts w:ascii="SeoulNamsan L" w:eastAsia="SeoulNamsan L" w:hAnsi="서울남산체 L" w:cs="Arial"/>
          <w:color w:val="000000" w:themeColor="text1"/>
          <w:kern w:val="0"/>
          <w:sz w:val="16"/>
          <w:szCs w:val="16"/>
          <w:lang w:val="en-GB"/>
        </w:rPr>
        <w:t>E</w:t>
      </w:r>
      <w:r w:rsidR="00704405" w:rsidRPr="008E3132">
        <w:rPr>
          <w:rFonts w:ascii="SeoulNamsan L" w:eastAsia="SeoulNamsan L" w:hAnsi="서울남산체 L" w:cs="Arial"/>
          <w:color w:val="000000" w:themeColor="text1"/>
          <w:kern w:val="0"/>
          <w:sz w:val="16"/>
          <w:szCs w:val="16"/>
          <w:lang w:val="en-GB"/>
        </w:rPr>
        <w:t>. Qualification for Entry</w:t>
      </w:r>
    </w:p>
    <w:p w14:paraId="78339AD7" w14:textId="62CADD54" w:rsidR="00704405" w:rsidRPr="008E3132" w:rsidRDefault="00704405" w:rsidP="00704405">
      <w:pPr>
        <w:wordWrap/>
        <w:adjustRightInd w:val="0"/>
        <w:snapToGrid w:val="0"/>
        <w:ind w:leftChars="71" w:left="142"/>
        <w:jc w:val="left"/>
        <w:rPr>
          <w:rFonts w:ascii="SeoulNamsan L" w:eastAsia="SeoulNamsan L" w:hAnsi="서울남산체 L" w:cs="Arial"/>
          <w:color w:val="000000" w:themeColor="text1"/>
          <w:kern w:val="0"/>
          <w:sz w:val="16"/>
          <w:szCs w:val="16"/>
          <w:lang w:val="en-GB"/>
        </w:rPr>
      </w:pPr>
      <w:r w:rsidRPr="008E3132">
        <w:rPr>
          <w:rFonts w:ascii="SeoulNamsan L" w:eastAsia="SeoulNamsan L" w:hAnsi="서울남산체 L" w:cs="Arial"/>
          <w:color w:val="000000" w:themeColor="text1"/>
          <w:kern w:val="0"/>
          <w:sz w:val="16"/>
          <w:szCs w:val="16"/>
          <w:lang w:val="en-GB"/>
        </w:rPr>
        <w:t xml:space="preserve">Any frame by frame or computer assisted animation video or film made for the internet may be entered. Only works </w:t>
      </w:r>
      <w:r w:rsidR="00FD1A8E" w:rsidRPr="008E3132">
        <w:rPr>
          <w:rFonts w:ascii="SeoulNamsan L" w:eastAsia="SeoulNamsan L" w:hAnsi="서울남산체 L" w:cs="Arial"/>
          <w:color w:val="000000" w:themeColor="text1"/>
          <w:kern w:val="0"/>
          <w:sz w:val="16"/>
          <w:szCs w:val="16"/>
          <w:lang w:val="en-GB"/>
        </w:rPr>
        <w:t>completed after 1st January 201</w:t>
      </w:r>
      <w:r w:rsidR="004C07A4">
        <w:rPr>
          <w:rFonts w:ascii="SeoulNamsan L" w:eastAsia="SeoulNamsan L" w:hAnsi="서울남산체 L" w:cs="Arial" w:hint="eastAsia"/>
          <w:color w:val="000000" w:themeColor="text1"/>
          <w:kern w:val="0"/>
          <w:sz w:val="16"/>
          <w:szCs w:val="16"/>
          <w:lang w:val="en-GB"/>
        </w:rPr>
        <w:t>4</w:t>
      </w:r>
      <w:r w:rsidRPr="008E3132">
        <w:rPr>
          <w:rFonts w:ascii="SeoulNamsan L" w:eastAsia="SeoulNamsan L" w:hAnsi="서울남산체 L" w:cs="Arial"/>
          <w:color w:val="000000" w:themeColor="text1"/>
          <w:kern w:val="0"/>
          <w:sz w:val="16"/>
          <w:szCs w:val="16"/>
          <w:lang w:val="en-GB"/>
        </w:rPr>
        <w:t xml:space="preserve"> and never previously entered for selection at SICAF can be taken into consideration. Each entrant declares to be the author or rights owner of film(s) in competition and to own all the literary, artistic and musical rights. Failure to obtain such agreement will result in the works being disqualified from competition.</w:t>
      </w:r>
    </w:p>
    <w:p w14:paraId="6EC81F37" w14:textId="77777777" w:rsidR="00704405" w:rsidRPr="005A139E" w:rsidRDefault="00704405" w:rsidP="0096476E">
      <w:pPr>
        <w:wordWrap/>
        <w:adjustRightInd w:val="0"/>
        <w:snapToGrid w:val="0"/>
        <w:ind w:leftChars="71" w:left="142"/>
        <w:jc w:val="left"/>
        <w:rPr>
          <w:rFonts w:ascii="SeoulNamsan L" w:eastAsia="SeoulNamsan L" w:hAnsi="서울남산체 L" w:cs="Arial"/>
          <w:kern w:val="0"/>
          <w:sz w:val="16"/>
          <w:szCs w:val="16"/>
          <w:lang w:val="en-GB"/>
        </w:rPr>
      </w:pPr>
    </w:p>
    <w:p w14:paraId="0E627D97" w14:textId="77777777" w:rsidR="002C1178" w:rsidRPr="005A139E" w:rsidRDefault="002C1178" w:rsidP="0096476E">
      <w:pPr>
        <w:wordWrap/>
        <w:adjustRightInd w:val="0"/>
        <w:snapToGrid w:val="0"/>
        <w:ind w:leftChars="71" w:left="142"/>
        <w:jc w:val="left"/>
        <w:rPr>
          <w:rFonts w:ascii="SeoulNamsan L" w:eastAsia="SeoulNamsan L" w:hAnsi="서울남산체 L" w:cs="Arial"/>
          <w:kern w:val="0"/>
          <w:sz w:val="16"/>
          <w:szCs w:val="16"/>
          <w:lang w:val="en-GB"/>
        </w:rPr>
      </w:pPr>
    </w:p>
    <w:p w14:paraId="7378C007" w14:textId="77777777" w:rsidR="0096476E" w:rsidRPr="005A139E" w:rsidRDefault="0096476E" w:rsidP="0096476E">
      <w:pPr>
        <w:wordWrap/>
        <w:adjustRightInd w:val="0"/>
        <w:snapToGrid w:val="0"/>
        <w:ind w:leftChars="71" w:left="142"/>
        <w:jc w:val="left"/>
        <w:rPr>
          <w:rFonts w:ascii="SeoulNamsan" w:eastAsia="SeoulNamsan" w:hAnsi="서울남산체 L" w:cs="Arial"/>
          <w:i/>
          <w:kern w:val="0"/>
          <w:sz w:val="16"/>
          <w:szCs w:val="16"/>
          <w:lang w:val="en-GB"/>
        </w:rPr>
      </w:pPr>
      <w:r w:rsidRPr="005A139E">
        <w:rPr>
          <w:rFonts w:ascii="SeoulNamsan" w:eastAsia="SeoulNamsan" w:hAnsi="서울남산체 L" w:cs="Arial" w:hint="eastAsia"/>
          <w:i/>
          <w:kern w:val="0"/>
          <w:sz w:val="16"/>
          <w:szCs w:val="16"/>
          <w:lang w:val="en-GB"/>
        </w:rPr>
        <w:t>출품작은 다음 중 한 가지 부문에만 지원하여야 한다.</w:t>
      </w:r>
    </w:p>
    <w:p w14:paraId="7A6BB2E4" w14:textId="77777777" w:rsidR="00AB49F1" w:rsidRPr="005A139E" w:rsidRDefault="00AB49F1" w:rsidP="00AB49F1">
      <w:pPr>
        <w:wordWrap/>
        <w:adjustRightInd w:val="0"/>
        <w:spacing w:after="240"/>
        <w:jc w:val="left"/>
        <w:rPr>
          <w:rFonts w:ascii="SeoulNamsan" w:eastAsia="SeoulNamsan" w:hAnsi="Times" w:cs="Times"/>
          <w:i/>
          <w:kern w:val="0"/>
          <w:sz w:val="16"/>
          <w:szCs w:val="16"/>
          <w:lang w:eastAsia="en-US"/>
        </w:rPr>
      </w:pPr>
      <w:r w:rsidRPr="005A139E">
        <w:rPr>
          <w:rFonts w:ascii="SeoulNamsan" w:eastAsia="SeoulNamsan" w:hAnsi="Times" w:cs="Times" w:hint="eastAsia"/>
          <w:i/>
          <w:kern w:val="0"/>
          <w:sz w:val="16"/>
          <w:szCs w:val="16"/>
        </w:rPr>
        <w:t xml:space="preserve">  </w:t>
      </w:r>
      <w:r w:rsidRPr="005A139E">
        <w:rPr>
          <w:rFonts w:ascii="SeoulNamsan" w:eastAsia="SeoulNamsan" w:hAnsi="Times" w:cs="Times" w:hint="eastAsia"/>
          <w:i/>
          <w:kern w:val="0"/>
          <w:sz w:val="16"/>
          <w:szCs w:val="16"/>
          <w:lang w:eastAsia="en-US"/>
        </w:rPr>
        <w:t xml:space="preserve">Works must be registered under one of the following categories in order to compete. </w:t>
      </w:r>
    </w:p>
    <w:p w14:paraId="10BAD9D4" w14:textId="77777777" w:rsidR="002C1178" w:rsidRPr="005A139E" w:rsidRDefault="002C1178" w:rsidP="00E63D60">
      <w:pPr>
        <w:wordWrap/>
        <w:adjustRightInd w:val="0"/>
        <w:snapToGrid w:val="0"/>
        <w:jc w:val="left"/>
        <w:rPr>
          <w:rFonts w:ascii="SeoulNamsan L" w:eastAsia="SeoulNamsan L" w:hAnsi="서울남산체 L" w:cs="Arial"/>
          <w:kern w:val="0"/>
          <w:sz w:val="16"/>
          <w:szCs w:val="16"/>
          <w:lang w:val="en-GB"/>
        </w:rPr>
      </w:pPr>
    </w:p>
    <w:p w14:paraId="6B435D60" w14:textId="77777777" w:rsidR="0096476E" w:rsidRPr="005A139E" w:rsidRDefault="00E63D60"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MS Mincho" w:cs="MS Mincho" w:hint="eastAsia"/>
          <w:kern w:val="0"/>
          <w:sz w:val="16"/>
          <w:szCs w:val="16"/>
          <w:lang w:val="en-GB"/>
        </w:rPr>
        <w:t>-</w:t>
      </w:r>
      <w:r w:rsidR="0096476E" w:rsidRPr="005A139E">
        <w:rPr>
          <w:rFonts w:ascii="SeoulNamsan" w:eastAsia="SeoulNamsan" w:hAnsi="서울남산체 L" w:cs="Arial" w:hint="eastAsia"/>
          <w:kern w:val="0"/>
          <w:sz w:val="16"/>
          <w:szCs w:val="16"/>
          <w:lang w:val="en-GB"/>
        </w:rPr>
        <w:t xml:space="preserve"> 공모 부문</w:t>
      </w:r>
      <w:r w:rsidR="00D719F8" w:rsidRPr="005A139E">
        <w:rPr>
          <w:rFonts w:ascii="SeoulNamsan" w:eastAsia="SeoulNamsan" w:hAnsi="서울남산체 L" w:cs="Arial" w:hint="eastAsia"/>
          <w:kern w:val="0"/>
          <w:sz w:val="16"/>
          <w:szCs w:val="16"/>
          <w:lang w:val="en-GB"/>
        </w:rPr>
        <w:t xml:space="preserve"> Category</w:t>
      </w:r>
      <w:r w:rsidR="00447839" w:rsidRPr="005A139E">
        <w:rPr>
          <w:rFonts w:ascii="SeoulNamsan" w:eastAsia="SeoulNamsan" w:hAnsi="서울남산체 L" w:cs="Arial"/>
          <w:kern w:val="0"/>
          <w:sz w:val="16"/>
          <w:szCs w:val="16"/>
          <w:lang w:val="en-GB"/>
        </w:rPr>
        <w:t xml:space="preserve"> </w:t>
      </w:r>
    </w:p>
    <w:p w14:paraId="12621108" w14:textId="77777777" w:rsidR="00447839" w:rsidRPr="005A139E" w:rsidRDefault="00447839" w:rsidP="0096476E">
      <w:pPr>
        <w:wordWrap/>
        <w:adjustRightInd w:val="0"/>
        <w:snapToGrid w:val="0"/>
        <w:ind w:leftChars="71" w:left="142"/>
        <w:jc w:val="left"/>
        <w:rPr>
          <w:rFonts w:ascii="SeoulNamsan" w:eastAsia="SeoulNamsan" w:hAnsi="서울남산체 L" w:cs="Arial"/>
          <w:kern w:val="0"/>
          <w:sz w:val="16"/>
          <w:szCs w:val="16"/>
          <w:lang w:val="en-GB"/>
        </w:rPr>
      </w:pPr>
    </w:p>
    <w:p w14:paraId="126D9DB7" w14:textId="77777777" w:rsidR="00E5147C" w:rsidRDefault="00374309"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250BB6" w:rsidRPr="005A139E">
        <w:rPr>
          <w:rFonts w:ascii="SeoulNamsan L" w:eastAsia="SeoulNamsan L" w:hAnsi="서울남산체 L" w:cs="Arial" w:hint="eastAsia"/>
          <w:b/>
          <w:kern w:val="0"/>
          <w:sz w:val="16"/>
          <w:szCs w:val="16"/>
          <w:lang w:val="en-GB"/>
        </w:rPr>
        <w:t xml:space="preserve">메이드인스쿨 </w:t>
      </w:r>
      <w:r w:rsidR="00250BB6" w:rsidRPr="005A139E">
        <w:rPr>
          <w:rFonts w:ascii="SeoulNamsan L" w:eastAsia="SeoulNamsan L" w:hAnsi="서울남산체 L" w:cs="Arial"/>
          <w:b/>
          <w:kern w:val="0"/>
          <w:sz w:val="16"/>
          <w:szCs w:val="16"/>
          <w:lang w:val="en-GB"/>
        </w:rPr>
        <w:t>Made in school</w:t>
      </w:r>
      <w:r w:rsidR="00A23DA2"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 xml:space="preserve"> </w:t>
      </w:r>
      <w:r w:rsidR="00865F74"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w:t>
      </w:r>
      <w:r w:rsidR="00E5147C" w:rsidRPr="00E5147C">
        <w:rPr>
          <w:rFonts w:ascii="SeoulNamsan L" w:eastAsia="SeoulNamsan L" w:hAnsi="서울남산체 L" w:cs="Arial"/>
          <w:kern w:val="0"/>
          <w:sz w:val="16"/>
          <w:szCs w:val="16"/>
        </w:rPr>
        <w:t xml:space="preserve">Works </w:t>
      </w:r>
      <w:r w:rsidR="00E5147C" w:rsidRPr="00E5147C">
        <w:rPr>
          <w:rFonts w:ascii="SeoulNamsan L" w:eastAsia="SeoulNamsan L" w:hAnsi="서울남산체 L" w:cs="Arial"/>
          <w:kern w:val="0"/>
          <w:sz w:val="16"/>
          <w:szCs w:val="16"/>
          <w:lang w:val="en-GB"/>
        </w:rPr>
        <w:t>produced for</w:t>
      </w:r>
      <w:r w:rsidR="00E5147C" w:rsidRPr="00E5147C">
        <w:rPr>
          <w:rFonts w:ascii="SeoulNamsan L" w:eastAsia="SeoulNamsan L" w:hAnsi="서울남산체 L" w:cs="Arial"/>
          <w:kern w:val="0"/>
          <w:sz w:val="16"/>
          <w:szCs w:val="16"/>
        </w:rPr>
        <w:t xml:space="preserve"> </w:t>
      </w:r>
      <w:r w:rsidR="00E5147C" w:rsidRPr="00E5147C">
        <w:rPr>
          <w:rFonts w:ascii="SeoulNamsan L" w:eastAsia="SeoulNamsan L" w:hAnsi="서울남산체 L" w:cs="Arial"/>
          <w:kern w:val="0"/>
          <w:sz w:val="16"/>
          <w:szCs w:val="16"/>
          <w:lang w:val="en-GB"/>
        </w:rPr>
        <w:t>student animation film</w:t>
      </w:r>
      <w:r w:rsidR="00E5147C" w:rsidRPr="00E5147C">
        <w:rPr>
          <w:rFonts w:ascii="SeoulNamsan L" w:eastAsia="SeoulNamsan L" w:hAnsi="서울남산체 L" w:cs="Arial"/>
          <w:kern w:val="0"/>
          <w:sz w:val="16"/>
          <w:szCs w:val="16"/>
        </w:rPr>
        <w:t xml:space="preserve"> </w:t>
      </w:r>
      <w:r w:rsidR="00E5147C" w:rsidRPr="00E5147C">
        <w:rPr>
          <w:rFonts w:ascii="SeoulNamsan L" w:eastAsia="SeoulNamsan L" w:hAnsi="서울남산체 L" w:cs="Arial"/>
          <w:kern w:val="0"/>
          <w:sz w:val="16"/>
          <w:szCs w:val="16"/>
          <w:lang w:val="en-GB"/>
        </w:rPr>
        <w:t>less than 10 minutes in length</w:t>
      </w:r>
      <w:r w:rsidR="0096476E" w:rsidRPr="005A139E">
        <w:rPr>
          <w:rFonts w:ascii="SeoulNamsan L" w:eastAsia="SeoulNamsan L" w:hAnsi="서울남산체 L" w:cs="Arial" w:hint="eastAsia"/>
          <w:kern w:val="0"/>
          <w:sz w:val="16"/>
          <w:szCs w:val="16"/>
          <w:lang w:val="en-GB"/>
        </w:rPr>
        <w:t xml:space="preserve">   </w:t>
      </w:r>
    </w:p>
    <w:p w14:paraId="051A59CB" w14:textId="0F972561" w:rsidR="0096476E" w:rsidRPr="005A139E" w:rsidRDefault="00E5147C" w:rsidP="0096476E">
      <w:pPr>
        <w:wordWrap/>
        <w:adjustRightInd w:val="0"/>
        <w:snapToGrid w:val="0"/>
        <w:ind w:leftChars="71" w:left="142"/>
        <w:jc w:val="left"/>
        <w:rPr>
          <w:rFonts w:ascii="SeoulNamsan L" w:eastAsia="SeoulNamsan L" w:hAnsi="서울남산체 L" w:cs="Arial"/>
          <w:kern w:val="0"/>
          <w:sz w:val="16"/>
          <w:szCs w:val="16"/>
          <w:lang w:val="en-GB"/>
        </w:rPr>
      </w:pPr>
      <w:r>
        <w:rPr>
          <w:rFonts w:ascii="SeoulNamsan L" w:eastAsia="SeoulNamsan L" w:hAnsi="서울남산체 L" w:cs="Arial" w:hint="eastAsia"/>
          <w:kern w:val="0"/>
          <w:sz w:val="16"/>
          <w:szCs w:val="16"/>
          <w:lang w:val="en-GB"/>
        </w:rPr>
        <w:t xml:space="preserve"> </w:t>
      </w:r>
      <w:r w:rsidR="00374309" w:rsidRPr="005A139E">
        <w:rPr>
          <w:rFonts w:ascii="SeoulNamsan L" w:eastAsia="SeoulNamsan L" w:hAnsi="서울남산체 L" w:cs="Arial"/>
          <w:kern w:val="0"/>
          <w:sz w:val="16"/>
          <w:szCs w:val="16"/>
          <w:lang w:val="en-GB"/>
        </w:rPr>
        <w:t xml:space="preserve">                       </w:t>
      </w:r>
      <w:r w:rsidR="00A23DA2" w:rsidRPr="005A139E">
        <w:rPr>
          <w:rFonts w:ascii="SeoulNamsan L" w:eastAsia="SeoulNamsan L" w:hAnsi="서울남산체 L" w:cs="Arial"/>
          <w:kern w:val="0"/>
          <w:sz w:val="16"/>
          <w:szCs w:val="16"/>
          <w:lang w:val="en-GB"/>
        </w:rPr>
        <w:t xml:space="preserve"> </w:t>
      </w:r>
      <w:r w:rsidR="00865F74" w:rsidRPr="005A139E">
        <w:rPr>
          <w:rFonts w:ascii="SeoulNamsan L" w:eastAsia="SeoulNamsan L" w:hAnsi="서울남산체 L" w:cs="Arial"/>
          <w:kern w:val="0"/>
          <w:sz w:val="16"/>
          <w:szCs w:val="16"/>
          <w:lang w:val="en-GB"/>
        </w:rPr>
        <w:t xml:space="preserve">        </w:t>
      </w:r>
      <w:r>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졸업 및 학교 과제작을 목적으로 만들어진</w:t>
      </w:r>
      <w:r w:rsidR="00FB48FD">
        <w:rPr>
          <w:rFonts w:ascii="SeoulNamsan L" w:eastAsia="SeoulNamsan L" w:hAnsi="서울남산체 L" w:cs="Arial" w:hint="eastAsia"/>
          <w:kern w:val="0"/>
          <w:sz w:val="16"/>
          <w:szCs w:val="16"/>
          <w:lang w:val="en-GB"/>
        </w:rPr>
        <w:t xml:space="preserve"> 1</w:t>
      </w:r>
      <w:r w:rsidR="0096476E" w:rsidRPr="005A139E">
        <w:rPr>
          <w:rFonts w:ascii="SeoulNamsan L" w:eastAsia="SeoulNamsan L" w:hAnsi="서울남산체 L" w:cs="Arial" w:hint="eastAsia"/>
          <w:kern w:val="0"/>
          <w:sz w:val="16"/>
          <w:szCs w:val="16"/>
          <w:lang w:val="en-GB"/>
        </w:rPr>
        <w:t xml:space="preserve">0분 이내의 작품  </w:t>
      </w:r>
    </w:p>
    <w:p w14:paraId="5EF37292" w14:textId="77777777" w:rsidR="0096476E" w:rsidRPr="005A139E" w:rsidRDefault="00374309"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b/>
          <w:kern w:val="0"/>
          <w:sz w:val="16"/>
          <w:szCs w:val="16"/>
          <w:lang w:val="en-GB"/>
        </w:rPr>
        <w:t xml:space="preserve">        </w:t>
      </w:r>
      <w:r w:rsidR="0096476E" w:rsidRPr="005A139E">
        <w:rPr>
          <w:rFonts w:ascii="SeoulNamsan L" w:eastAsia="SeoulNamsan L" w:hAnsi="서울남산체 L" w:cs="Arial" w:hint="eastAsia"/>
          <w:b/>
          <w:kern w:val="0"/>
          <w:sz w:val="16"/>
          <w:szCs w:val="16"/>
          <w:lang w:val="en-GB"/>
        </w:rPr>
        <w:t>언더</w:t>
      </w:r>
      <w:r w:rsidR="0040170A">
        <w:rPr>
          <w:rFonts w:ascii="SeoulNamsan L" w:eastAsia="SeoulNamsan L" w:hAnsi="서울남산체 L" w:cs="Arial" w:hint="eastAsia"/>
          <w:b/>
          <w:kern w:val="0"/>
          <w:sz w:val="16"/>
          <w:szCs w:val="16"/>
          <w:lang w:val="en-GB"/>
        </w:rPr>
        <w:t xml:space="preserve"> 15  Under</w:t>
      </w:r>
      <w:r w:rsidR="0096476E" w:rsidRPr="005A139E">
        <w:rPr>
          <w:rFonts w:ascii="SeoulNamsan L" w:eastAsia="SeoulNamsan L" w:hAnsi="서울남산체 L" w:cs="Arial" w:hint="eastAsia"/>
          <w:b/>
          <w:kern w:val="0"/>
          <w:sz w:val="16"/>
          <w:szCs w:val="16"/>
          <w:lang w:val="en-GB"/>
        </w:rPr>
        <w:t xml:space="preserve"> 15</w:t>
      </w:r>
      <w:r w:rsidR="0096476E" w:rsidRPr="005A139E">
        <w:rPr>
          <w:rFonts w:ascii="SeoulNamsan L" w:eastAsia="SeoulNamsan L" w:hAnsi="서울남산체 L" w:cs="Arial" w:hint="eastAsia"/>
          <w:kern w:val="0"/>
          <w:sz w:val="16"/>
          <w:szCs w:val="16"/>
          <w:lang w:val="en-GB"/>
        </w:rPr>
        <w:t xml:space="preserve"> </w:t>
      </w:r>
      <w:r w:rsidR="00A23DA2" w:rsidRPr="005A139E">
        <w:rPr>
          <w:rFonts w:ascii="SeoulNamsan L" w:eastAsia="SeoulNamsan L" w:hAnsi="서울남산체 L" w:cs="Arial"/>
          <w:kern w:val="0"/>
          <w:sz w:val="16"/>
          <w:szCs w:val="16"/>
          <w:lang w:val="en-GB"/>
        </w:rPr>
        <w:t xml:space="preserve">    </w:t>
      </w:r>
      <w:r w:rsidR="00865F74" w:rsidRPr="005A139E">
        <w:rPr>
          <w:rFonts w:ascii="SeoulNamsan L" w:eastAsia="SeoulNamsan L" w:hAnsi="서울남산체 L" w:cs="Arial"/>
          <w:kern w:val="0"/>
          <w:sz w:val="16"/>
          <w:szCs w:val="16"/>
          <w:lang w:val="en-GB"/>
        </w:rPr>
        <w:t xml:space="preserve">       </w:t>
      </w:r>
      <w:r w:rsidR="00FD1A8E">
        <w:rPr>
          <w:rFonts w:ascii="SeoulNamsan L" w:eastAsia="SeoulNamsan L" w:hAnsi="서울남산체 L" w:cs="Arial"/>
          <w:kern w:val="0"/>
          <w:sz w:val="16"/>
          <w:szCs w:val="16"/>
          <w:lang w:val="en-GB"/>
        </w:rPr>
        <w:t xml:space="preserve"> </w:t>
      </w:r>
      <w:r w:rsidR="00C03187">
        <w:rPr>
          <w:rFonts w:ascii="SeoulNamsan L" w:eastAsia="SeoulNamsan L" w:hAnsi="서울남산체 L" w:cs="Arial" w:hint="eastAsia"/>
          <w:kern w:val="0"/>
          <w:sz w:val="16"/>
          <w:szCs w:val="16"/>
          <w:lang w:val="en-GB"/>
        </w:rPr>
        <w:t>|</w:t>
      </w:r>
      <w:r w:rsidR="00865F74" w:rsidRPr="005A139E">
        <w:rPr>
          <w:rFonts w:ascii="SeoulNamsan L" w:eastAsia="SeoulNamsan L" w:hAnsi="서울남산체 L" w:cs="Arial"/>
          <w:kern w:val="0"/>
          <w:sz w:val="16"/>
          <w:szCs w:val="16"/>
          <w:lang w:val="en-GB"/>
        </w:rPr>
        <w:t xml:space="preserve"> </w:t>
      </w:r>
      <w:r w:rsidR="00A23DA2" w:rsidRPr="005A139E">
        <w:rPr>
          <w:rFonts w:ascii="SeoulNamsan L" w:eastAsia="SeoulNamsan L" w:hAnsi="서울남산체 L" w:cs="Arial"/>
          <w:kern w:val="0"/>
          <w:sz w:val="16"/>
          <w:szCs w:val="16"/>
          <w:lang w:val="en-GB"/>
        </w:rPr>
        <w:t>Works produced less than 15 seconds in length</w:t>
      </w:r>
    </w:p>
    <w:p w14:paraId="3C7F4339" w14:textId="77777777" w:rsidR="0096476E" w:rsidRPr="005A139E" w:rsidRDefault="0096476E"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A23DA2" w:rsidRPr="005A139E">
        <w:rPr>
          <w:rFonts w:ascii="SeoulNamsan L" w:eastAsia="SeoulNamsan L" w:hAnsi="서울남산체 L" w:cs="Arial"/>
          <w:kern w:val="0"/>
          <w:sz w:val="16"/>
          <w:szCs w:val="16"/>
          <w:lang w:val="en-GB"/>
        </w:rPr>
        <w:t xml:space="preserve">                       </w:t>
      </w:r>
      <w:r w:rsidR="00865F74" w:rsidRPr="005A139E">
        <w:rPr>
          <w:rFonts w:ascii="SeoulNamsan L" w:eastAsia="SeoulNamsan L" w:hAnsi="서울남산체 L" w:cs="Arial"/>
          <w:kern w:val="0"/>
          <w:sz w:val="16"/>
          <w:szCs w:val="16"/>
          <w:lang w:val="en-GB"/>
        </w:rPr>
        <w:t xml:space="preserve">       </w:t>
      </w:r>
      <w:r w:rsidR="00A23DA2" w:rsidRPr="005A139E">
        <w:rPr>
          <w:rFonts w:ascii="SeoulNamsan L" w:eastAsia="SeoulNamsan L" w:hAnsi="서울남산체 L" w:cs="Arial"/>
          <w:kern w:val="0"/>
          <w:sz w:val="16"/>
          <w:szCs w:val="16"/>
          <w:lang w:val="en-GB"/>
        </w:rPr>
        <w:t xml:space="preserve"> </w:t>
      </w:r>
      <w:r w:rsidR="00865F74"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장르불문. 15초 이내로 만들어진 작품. </w:t>
      </w:r>
    </w:p>
    <w:p w14:paraId="7942C908" w14:textId="77777777" w:rsidR="0096476E" w:rsidRPr="005A139E" w:rsidRDefault="007B0FB4"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96476E" w:rsidRPr="005A139E">
        <w:rPr>
          <w:rFonts w:ascii="SeoulNamsan L" w:eastAsia="SeoulNamsan L" w:hAnsi="서울남산체 L" w:cs="Arial" w:hint="eastAsia"/>
          <w:b/>
          <w:kern w:val="0"/>
          <w:sz w:val="16"/>
          <w:szCs w:val="16"/>
          <w:lang w:val="en-GB"/>
        </w:rPr>
        <w:t>별의 별</w:t>
      </w:r>
      <w:r w:rsidRPr="005A139E">
        <w:rPr>
          <w:rFonts w:ascii="SeoulNamsan L" w:eastAsia="SeoulNamsan L" w:hAnsi="서울남산체 L" w:cs="Arial"/>
          <w:b/>
          <w:kern w:val="0"/>
          <w:sz w:val="16"/>
          <w:szCs w:val="16"/>
          <w:lang w:val="en-GB"/>
        </w:rPr>
        <w:t xml:space="preserve"> </w:t>
      </w:r>
      <w:r w:rsidR="00407565">
        <w:rPr>
          <w:rFonts w:ascii="SeoulNamsan L" w:eastAsia="SeoulNamsan L" w:hAnsi="서울남산체 L" w:cs="Arial" w:hint="eastAsia"/>
          <w:b/>
          <w:kern w:val="0"/>
          <w:sz w:val="16"/>
          <w:szCs w:val="16"/>
          <w:lang w:val="en-GB"/>
        </w:rPr>
        <w:t>Stars on Planet</w:t>
      </w:r>
      <w:r w:rsidR="009045EF">
        <w:rPr>
          <w:rFonts w:ascii="SeoulNamsan L" w:eastAsia="SeoulNamsan L" w:hAnsi="서울남산체 L" w:cs="Arial"/>
          <w:b/>
          <w:kern w:val="0"/>
          <w:sz w:val="16"/>
          <w:szCs w:val="16"/>
          <w:lang w:val="en-GB"/>
        </w:rPr>
        <w:t xml:space="preserve">        </w:t>
      </w:r>
      <w:r w:rsidR="0096476E" w:rsidRPr="005A139E">
        <w:rPr>
          <w:rFonts w:ascii="SeoulNamsan L" w:eastAsia="SeoulNamsan L" w:hAnsi="서울남산체 L" w:cs="Arial" w:hint="eastAsia"/>
          <w:kern w:val="0"/>
          <w:sz w:val="16"/>
          <w:szCs w:val="16"/>
          <w:lang w:val="en-GB"/>
        </w:rPr>
        <w:t xml:space="preserve"> </w:t>
      </w:r>
      <w:r w:rsidR="00865F74" w:rsidRPr="005A139E">
        <w:rPr>
          <w:rFonts w:ascii="SeoulNamsan L" w:eastAsia="SeoulNamsan L" w:hAnsi="서울남산체 L" w:cs="Arial" w:hint="eastAsia"/>
          <w:kern w:val="0"/>
          <w:sz w:val="16"/>
          <w:szCs w:val="16"/>
          <w:lang w:val="en-GB"/>
        </w:rPr>
        <w:t>|</w:t>
      </w:r>
      <w:r w:rsidR="00865F74" w:rsidRPr="005A139E">
        <w:rPr>
          <w:rFonts w:ascii="SeoulNamsan L" w:eastAsia="SeoulNamsan L" w:hAnsi="서울남산체 L" w:cs="Arial"/>
          <w:kern w:val="0"/>
          <w:sz w:val="16"/>
          <w:szCs w:val="16"/>
          <w:lang w:val="en-GB"/>
        </w:rPr>
        <w:t xml:space="preserve"> </w:t>
      </w:r>
      <w:r w:rsidR="000770BF">
        <w:rPr>
          <w:rFonts w:ascii="SeoulNamsan L" w:eastAsia="SeoulNamsan L" w:hAnsi="서울남산체 L" w:cs="Arial"/>
          <w:kern w:val="0"/>
          <w:sz w:val="16"/>
          <w:szCs w:val="16"/>
          <w:lang w:val="en-GB"/>
        </w:rPr>
        <w:t>Works made by one person</w:t>
      </w:r>
      <w:r w:rsidR="00D25F99" w:rsidRPr="005A139E">
        <w:rPr>
          <w:rFonts w:ascii="SeoulNamsan L" w:eastAsia="SeoulNamsan L" w:hAnsi="서울남산체 L" w:cs="Arial"/>
          <w:kern w:val="0"/>
          <w:sz w:val="16"/>
          <w:szCs w:val="16"/>
          <w:lang w:val="en-GB"/>
        </w:rPr>
        <w:t xml:space="preserve"> less than 10 minutes in length</w:t>
      </w:r>
    </w:p>
    <w:p w14:paraId="12272441" w14:textId="77777777" w:rsidR="0096476E" w:rsidRPr="005A139E" w:rsidRDefault="0096476E"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D25F99" w:rsidRPr="005A139E">
        <w:rPr>
          <w:rFonts w:ascii="SeoulNamsan L" w:eastAsia="SeoulNamsan L" w:hAnsi="서울남산체 L" w:cs="Arial"/>
          <w:kern w:val="0"/>
          <w:sz w:val="16"/>
          <w:szCs w:val="16"/>
          <w:lang w:val="en-GB"/>
        </w:rPr>
        <w:t xml:space="preserve">                             </w:t>
      </w:r>
      <w:r w:rsidR="00C03187">
        <w:rPr>
          <w:rFonts w:ascii="SeoulNamsan L" w:eastAsia="SeoulNamsan L" w:hAnsi="서울남산체 L" w:cs="Arial"/>
          <w:kern w:val="0"/>
          <w:sz w:val="16"/>
          <w:szCs w:val="16"/>
          <w:lang w:val="en-GB"/>
        </w:rPr>
        <w:t xml:space="preserve"> </w:t>
      </w:r>
      <w:r w:rsidR="00D25F99" w:rsidRPr="005A139E">
        <w:rPr>
          <w:rFonts w:ascii="SeoulNamsan L" w:eastAsia="SeoulNamsan L" w:hAnsi="서울남산체 L" w:cs="Arial"/>
          <w:kern w:val="0"/>
          <w:sz w:val="16"/>
          <w:szCs w:val="16"/>
          <w:lang w:val="en-GB"/>
        </w:rPr>
        <w:t xml:space="preserve">   </w:t>
      </w:r>
      <w:r w:rsidR="003A6731">
        <w:rPr>
          <w:rFonts w:ascii="SeoulNamsan L" w:eastAsia="SeoulNamsan L" w:hAnsi="서울남산체 L" w:cs="Arial"/>
          <w:kern w:val="0"/>
          <w:sz w:val="16"/>
          <w:szCs w:val="16"/>
          <w:lang w:val="en-GB"/>
        </w:rPr>
        <w:t>1</w:t>
      </w:r>
      <w:r w:rsidR="003A6731">
        <w:rPr>
          <w:rFonts w:ascii="SeoulNamsan L" w:eastAsia="SeoulNamsan L" w:hAnsi="서울남산체 L" w:cs="Arial" w:hint="eastAsia"/>
          <w:kern w:val="0"/>
          <w:sz w:val="16"/>
          <w:szCs w:val="16"/>
          <w:lang w:val="en-GB"/>
        </w:rPr>
        <w:t xml:space="preserve">인 </w:t>
      </w:r>
      <w:r w:rsidR="003A6731">
        <w:rPr>
          <w:rFonts w:ascii="SeoulNamsan L" w:eastAsia="SeoulNamsan L" w:hAnsi="서울남산체 L" w:cs="Arial"/>
          <w:kern w:val="0"/>
          <w:sz w:val="16"/>
          <w:szCs w:val="16"/>
          <w:lang w:val="en-GB"/>
        </w:rPr>
        <w:t>제</w:t>
      </w:r>
      <w:r w:rsidR="003A6731">
        <w:rPr>
          <w:rFonts w:ascii="SeoulNamsan L" w:eastAsia="SeoulNamsan L" w:hAnsi="서울남산체 L" w:cs="Arial" w:hint="eastAsia"/>
          <w:kern w:val="0"/>
          <w:sz w:val="16"/>
          <w:szCs w:val="16"/>
          <w:lang w:val="en-GB"/>
        </w:rPr>
        <w:t>작으로</w:t>
      </w:r>
      <w:r w:rsidRPr="005A139E">
        <w:rPr>
          <w:rFonts w:ascii="SeoulNamsan L" w:eastAsia="SeoulNamsan L" w:hAnsi="서울남산체 L" w:cs="Arial" w:hint="eastAsia"/>
          <w:kern w:val="0"/>
          <w:sz w:val="16"/>
          <w:szCs w:val="16"/>
          <w:lang w:val="en-GB"/>
        </w:rPr>
        <w:t xml:space="preserve"> 만들어진</w:t>
      </w:r>
      <w:r w:rsidR="00524A62">
        <w:rPr>
          <w:rFonts w:ascii="SeoulNamsan L" w:eastAsia="SeoulNamsan L" w:hAnsi="서울남산체 L" w:cs="Arial" w:hint="eastAsia"/>
          <w:kern w:val="0"/>
          <w:sz w:val="16"/>
          <w:szCs w:val="16"/>
          <w:lang w:val="en-GB"/>
        </w:rPr>
        <w:t xml:space="preserve"> 1</w:t>
      </w:r>
      <w:r w:rsidRPr="005A139E">
        <w:rPr>
          <w:rFonts w:ascii="SeoulNamsan L" w:eastAsia="SeoulNamsan L" w:hAnsi="서울남산체 L" w:cs="Arial" w:hint="eastAsia"/>
          <w:kern w:val="0"/>
          <w:sz w:val="16"/>
          <w:szCs w:val="16"/>
          <w:lang w:val="en-GB"/>
        </w:rPr>
        <w:t>0분 이내의 작품</w:t>
      </w:r>
    </w:p>
    <w:p w14:paraId="02A69E45" w14:textId="77777777" w:rsidR="0096476E" w:rsidRPr="005A139E" w:rsidRDefault="00D25F99"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96476E" w:rsidRPr="005A139E">
        <w:rPr>
          <w:rFonts w:ascii="SeoulNamsan L" w:eastAsia="SeoulNamsan L" w:hAnsi="서울남산체 L" w:cs="Arial" w:hint="eastAsia"/>
          <w:b/>
          <w:kern w:val="0"/>
          <w:sz w:val="16"/>
          <w:szCs w:val="16"/>
          <w:lang w:val="en-GB"/>
        </w:rPr>
        <w:t>빅뱅</w:t>
      </w:r>
      <w:r w:rsidR="007167D3">
        <w:rPr>
          <w:rFonts w:ascii="SeoulNamsan L" w:eastAsia="SeoulNamsan L" w:hAnsi="서울남산체 L" w:cs="Arial" w:hint="eastAsia"/>
          <w:b/>
          <w:kern w:val="0"/>
          <w:sz w:val="16"/>
          <w:szCs w:val="16"/>
          <w:lang w:val="en-GB"/>
        </w:rPr>
        <w:t xml:space="preserve"> Big-bang</w:t>
      </w:r>
      <w:r w:rsidR="0096476E"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002926B8" w:rsidRPr="002926B8">
        <w:rPr>
          <w:rFonts w:ascii="SeoulNamsan L" w:eastAsia="SeoulNamsan L" w:hAnsi="서울남산체 L" w:cs="Arial" w:hint="eastAsia"/>
          <w:bCs/>
          <w:kern w:val="0"/>
          <w:sz w:val="16"/>
          <w:szCs w:val="16"/>
        </w:rPr>
        <w:t xml:space="preserve">| </w:t>
      </w:r>
      <w:r w:rsidR="00FD1A8E">
        <w:rPr>
          <w:rFonts w:ascii="SeoulNamsan L" w:eastAsia="SeoulNamsan L" w:hAnsi="서울남산체 L" w:cs="Arial"/>
          <w:bCs/>
          <w:kern w:val="0"/>
          <w:sz w:val="16"/>
          <w:szCs w:val="16"/>
          <w:lang w:val="en-GB"/>
        </w:rPr>
        <w:t>Works made as animation includ</w:t>
      </w:r>
      <w:r w:rsidR="00FD1A8E">
        <w:rPr>
          <w:rFonts w:ascii="SeoulNamsan L" w:eastAsia="SeoulNamsan L" w:hAnsi="서울남산체 L" w:cs="Arial" w:hint="eastAsia"/>
          <w:bCs/>
          <w:kern w:val="0"/>
          <w:sz w:val="16"/>
          <w:szCs w:val="16"/>
          <w:lang w:val="en-GB"/>
        </w:rPr>
        <w:t>ing</w:t>
      </w:r>
      <w:r w:rsidR="002926B8" w:rsidRPr="002926B8">
        <w:rPr>
          <w:rFonts w:ascii="SeoulNamsan L" w:eastAsia="SeoulNamsan L" w:hAnsi="서울남산체 L" w:cs="Arial"/>
          <w:bCs/>
          <w:kern w:val="0"/>
          <w:sz w:val="16"/>
          <w:szCs w:val="16"/>
          <w:lang w:val="en-GB"/>
        </w:rPr>
        <w:t xml:space="preserve"> horror and </w:t>
      </w:r>
      <w:r w:rsidR="002926B8" w:rsidRPr="002926B8">
        <w:rPr>
          <w:rFonts w:ascii="SeoulNamsan L" w:eastAsia="SeoulNamsan L" w:hAnsi="서울남산체 L" w:cs="Arial" w:hint="eastAsia"/>
          <w:bCs/>
          <w:kern w:val="0"/>
          <w:sz w:val="16"/>
          <w:szCs w:val="16"/>
          <w:lang w:val="en-GB"/>
        </w:rPr>
        <w:t>R-rated</w:t>
      </w:r>
      <w:r w:rsidR="00BC7CEF">
        <w:rPr>
          <w:rFonts w:ascii="SeoulNamsan L" w:eastAsia="SeoulNamsan L" w:hAnsi="서울남산체 L" w:cs="Arial" w:hint="eastAsia"/>
          <w:bCs/>
          <w:kern w:val="0"/>
          <w:sz w:val="16"/>
          <w:szCs w:val="16"/>
          <w:lang w:val="en-GB"/>
        </w:rPr>
        <w:t xml:space="preserve"> </w:t>
      </w:r>
      <w:r w:rsidR="002926B8" w:rsidRPr="002926B8">
        <w:rPr>
          <w:rFonts w:ascii="SeoulNamsan L" w:eastAsia="SeoulNamsan L" w:hAnsi="서울남산체 L" w:cs="Arial"/>
          <w:bCs/>
          <w:kern w:val="0"/>
          <w:sz w:val="16"/>
          <w:szCs w:val="16"/>
          <w:lang w:val="en-GB"/>
        </w:rPr>
        <w:t xml:space="preserve">(Adults) </w:t>
      </w:r>
      <w:r w:rsidR="002926B8" w:rsidRPr="002926B8">
        <w:rPr>
          <w:rFonts w:ascii="SeoulNamsan L" w:eastAsia="SeoulNamsan L" w:hAnsi="서울남산체 L" w:cs="Arial" w:hint="eastAsia"/>
          <w:bCs/>
          <w:kern w:val="0"/>
          <w:sz w:val="16"/>
          <w:szCs w:val="16"/>
        </w:rPr>
        <w:t>less than</w:t>
      </w:r>
      <w:r w:rsidR="002926B8" w:rsidRPr="002926B8">
        <w:rPr>
          <w:rFonts w:ascii="SeoulNamsan L" w:eastAsia="SeoulNamsan L" w:hAnsi="서울남산체 L" w:cs="Arial"/>
          <w:bCs/>
          <w:kern w:val="0"/>
          <w:sz w:val="16"/>
          <w:szCs w:val="16"/>
        </w:rPr>
        <w:t xml:space="preserve"> </w:t>
      </w:r>
      <w:r w:rsidR="002926B8" w:rsidRPr="002926B8">
        <w:rPr>
          <w:rFonts w:ascii="SeoulNamsan L" w:eastAsia="SeoulNamsan L" w:hAnsi="서울남산체 L" w:cs="Arial" w:hint="eastAsia"/>
          <w:bCs/>
          <w:kern w:val="0"/>
          <w:sz w:val="16"/>
          <w:szCs w:val="16"/>
        </w:rPr>
        <w:t>10 minutes in length</w:t>
      </w:r>
    </w:p>
    <w:p w14:paraId="4D126993" w14:textId="77777777" w:rsidR="00E63D60" w:rsidRPr="00D56B7D" w:rsidRDefault="0096476E"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8D3745" w:rsidRPr="005A139E">
        <w:rPr>
          <w:rFonts w:ascii="SeoulNamsan L" w:eastAsia="SeoulNamsan L" w:hAnsi="서울남산체 L" w:cs="Arial"/>
          <w:kern w:val="0"/>
          <w:sz w:val="16"/>
          <w:szCs w:val="16"/>
          <w:lang w:val="en-GB"/>
        </w:rPr>
        <w:t xml:space="preserve">                                </w:t>
      </w:r>
      <w:r w:rsidR="00D9273A" w:rsidRPr="00556A04">
        <w:rPr>
          <w:rFonts w:ascii="서울남산체 L" w:eastAsia="서울남산체 L" w:hAnsi="서울남산체 L" w:cs="Arial" w:hint="eastAsia"/>
          <w:spacing w:val="-8"/>
          <w:sz w:val="14"/>
          <w:szCs w:val="14"/>
        </w:rPr>
        <w:t>애니메이션 기법이 사용된 공포, 성인 수위</w:t>
      </w:r>
      <w:r w:rsidR="00D9273A">
        <w:rPr>
          <w:rFonts w:ascii="서울남산체 L" w:eastAsia="서울남산체 L" w:hAnsi="서울남산체 L" w:cs="Arial" w:hint="eastAsia"/>
          <w:spacing w:val="-8"/>
          <w:sz w:val="14"/>
          <w:szCs w:val="14"/>
        </w:rPr>
        <w:t>(18</w:t>
      </w:r>
      <w:r w:rsidR="00D9273A" w:rsidRPr="00556A04">
        <w:rPr>
          <w:rFonts w:ascii="서울남산체 L" w:eastAsia="서울남산체 L" w:hAnsi="서울남산체 L" w:cs="Arial" w:hint="eastAsia"/>
          <w:spacing w:val="-8"/>
          <w:sz w:val="14"/>
          <w:szCs w:val="14"/>
        </w:rPr>
        <w:t>)를 포함하는 10분 이내 작품</w:t>
      </w:r>
      <w:r w:rsidR="00D56B7D">
        <w:rPr>
          <w:rFonts w:ascii="서울남산체 L" w:eastAsia="서울남산체 L" w:hAnsi="서울남산체 L" w:cs="Arial"/>
          <w:spacing w:val="-8"/>
          <w:sz w:val="14"/>
          <w:szCs w:val="14"/>
          <w:lang w:val="en-GB"/>
        </w:rPr>
        <w:t>.</w:t>
      </w:r>
    </w:p>
    <w:p w14:paraId="56690232" w14:textId="77777777" w:rsidR="0096476E" w:rsidRDefault="0096476E" w:rsidP="0096476E">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p>
    <w:p w14:paraId="1586282F" w14:textId="77777777" w:rsidR="00874D75" w:rsidRDefault="00874D75" w:rsidP="0096476E">
      <w:pPr>
        <w:wordWrap/>
        <w:adjustRightInd w:val="0"/>
        <w:snapToGrid w:val="0"/>
        <w:ind w:leftChars="71" w:left="142"/>
        <w:jc w:val="left"/>
        <w:rPr>
          <w:rFonts w:ascii="SeoulNamsan L" w:eastAsia="SeoulNamsan L" w:hAnsi="서울남산체 L" w:cs="Arial"/>
          <w:kern w:val="0"/>
          <w:sz w:val="16"/>
          <w:szCs w:val="16"/>
          <w:lang w:val="en-GB"/>
        </w:rPr>
      </w:pPr>
    </w:p>
    <w:p w14:paraId="56C05BC1" w14:textId="77777777" w:rsidR="00874D75" w:rsidRDefault="00874D75" w:rsidP="0096476E">
      <w:pPr>
        <w:wordWrap/>
        <w:adjustRightInd w:val="0"/>
        <w:snapToGrid w:val="0"/>
        <w:ind w:leftChars="71" w:left="142"/>
        <w:jc w:val="left"/>
        <w:rPr>
          <w:rFonts w:ascii="SeoulNamsan L" w:eastAsia="SeoulNamsan L" w:hAnsi="서울남산체 L" w:cs="Arial"/>
          <w:kern w:val="0"/>
          <w:sz w:val="16"/>
          <w:szCs w:val="16"/>
          <w:lang w:val="en-GB"/>
        </w:rPr>
      </w:pPr>
    </w:p>
    <w:p w14:paraId="2C8CDC4C" w14:textId="77777777" w:rsidR="00874D75" w:rsidRDefault="00874D75" w:rsidP="0096476E">
      <w:pPr>
        <w:wordWrap/>
        <w:adjustRightInd w:val="0"/>
        <w:snapToGrid w:val="0"/>
        <w:ind w:leftChars="71" w:left="142"/>
        <w:jc w:val="left"/>
        <w:rPr>
          <w:rFonts w:ascii="SeoulNamsan L" w:eastAsia="SeoulNamsan L" w:hAnsi="서울남산체 L" w:cs="Arial"/>
          <w:kern w:val="0"/>
          <w:sz w:val="16"/>
          <w:szCs w:val="16"/>
          <w:lang w:val="en-GB"/>
        </w:rPr>
      </w:pPr>
    </w:p>
    <w:p w14:paraId="32EC19A4" w14:textId="77777777" w:rsidR="00874D75" w:rsidRDefault="00874D75" w:rsidP="0096476E">
      <w:pPr>
        <w:wordWrap/>
        <w:adjustRightInd w:val="0"/>
        <w:snapToGrid w:val="0"/>
        <w:ind w:leftChars="71" w:left="142"/>
        <w:jc w:val="left"/>
        <w:rPr>
          <w:rFonts w:ascii="SeoulNamsan L" w:eastAsia="SeoulNamsan L" w:hAnsi="서울남산체 L" w:cs="Arial"/>
          <w:kern w:val="0"/>
          <w:sz w:val="16"/>
          <w:szCs w:val="16"/>
          <w:lang w:val="en-GB"/>
        </w:rPr>
      </w:pPr>
    </w:p>
    <w:p w14:paraId="739EB83C" w14:textId="77777777" w:rsidR="00874D75" w:rsidRDefault="00874D75" w:rsidP="00D153B6">
      <w:pPr>
        <w:wordWrap/>
        <w:adjustRightInd w:val="0"/>
        <w:snapToGrid w:val="0"/>
        <w:jc w:val="left"/>
        <w:rPr>
          <w:rFonts w:ascii="SeoulNamsan L" w:eastAsia="SeoulNamsan L" w:hAnsi="서울남산체 L" w:cs="Arial"/>
          <w:kern w:val="0"/>
          <w:sz w:val="16"/>
          <w:szCs w:val="16"/>
          <w:lang w:val="en-GB"/>
        </w:rPr>
      </w:pPr>
    </w:p>
    <w:p w14:paraId="2B0EC810" w14:textId="77777777" w:rsidR="00874D75" w:rsidRPr="005A139E" w:rsidRDefault="00874D75" w:rsidP="0096476E">
      <w:pPr>
        <w:wordWrap/>
        <w:adjustRightInd w:val="0"/>
        <w:snapToGrid w:val="0"/>
        <w:ind w:leftChars="71" w:left="142"/>
        <w:jc w:val="left"/>
        <w:rPr>
          <w:rFonts w:ascii="SeoulNamsan L" w:eastAsia="SeoulNamsan L" w:hAnsi="서울남산체 L" w:cs="Arial"/>
          <w:kern w:val="0"/>
          <w:sz w:val="16"/>
          <w:szCs w:val="16"/>
          <w:lang w:val="en-GB"/>
        </w:rPr>
      </w:pPr>
    </w:p>
    <w:p w14:paraId="711DE7CC" w14:textId="77777777" w:rsidR="002C1178" w:rsidRPr="005A139E" w:rsidRDefault="002C1178" w:rsidP="0096476E">
      <w:pPr>
        <w:wordWrap/>
        <w:adjustRightInd w:val="0"/>
        <w:snapToGrid w:val="0"/>
        <w:ind w:leftChars="71" w:left="142"/>
        <w:jc w:val="left"/>
        <w:rPr>
          <w:rFonts w:ascii="SeoulNamsan L" w:eastAsia="SeoulNamsan L" w:hAnsi="서울남산체 L" w:cs="Arial"/>
          <w:kern w:val="0"/>
          <w:sz w:val="16"/>
          <w:szCs w:val="16"/>
          <w:lang w:val="en-GB"/>
        </w:rPr>
      </w:pPr>
    </w:p>
    <w:p w14:paraId="23528315" w14:textId="77777777" w:rsidR="0096476E" w:rsidRPr="005A139E" w:rsidRDefault="0096476E" w:rsidP="0096476E">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F. 출품규격</w:t>
      </w:r>
      <w:r w:rsidR="001F4854" w:rsidRPr="005A139E">
        <w:rPr>
          <w:rFonts w:ascii="SeoulNamsan" w:eastAsia="SeoulNamsan" w:hAnsi="서울남산체 L" w:cs="Arial" w:hint="eastAsia"/>
          <w:kern w:val="0"/>
          <w:sz w:val="16"/>
          <w:szCs w:val="16"/>
          <w:lang w:val="en-GB"/>
        </w:rPr>
        <w:t xml:space="preserve"> Technical Requirements</w:t>
      </w:r>
    </w:p>
    <w:p w14:paraId="2F7B8DC7" w14:textId="77777777" w:rsidR="0096476E" w:rsidRPr="005A139E" w:rsidRDefault="0019282A" w:rsidP="0019282A">
      <w:pPr>
        <w:wordWrap/>
        <w:adjustRightInd w:val="0"/>
        <w:snapToGrid w:val="0"/>
        <w:jc w:val="left"/>
        <w:rPr>
          <w:rFonts w:ascii="SeoulNamsan L" w:eastAsia="SeoulNamsan L" w:hAnsi="서울남산체 L" w:cs="Arial"/>
          <w:kern w:val="0"/>
          <w:sz w:val="16"/>
          <w:szCs w:val="16"/>
          <w:lang w:val="en-GB"/>
        </w:rPr>
      </w:pPr>
      <w:r>
        <w:rPr>
          <w:rFonts w:ascii="SeoulNamsan L" w:eastAsia="SeoulNamsan L" w:hAnsi="서울남산체 L" w:cs="Arial"/>
          <w:kern w:val="0"/>
          <w:sz w:val="16"/>
          <w:szCs w:val="16"/>
          <w:lang w:val="en-GB"/>
        </w:rPr>
        <w:t xml:space="preserve">  </w:t>
      </w:r>
      <w:r w:rsidR="00E10CF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1) 출품작</w:t>
      </w:r>
      <w:r w:rsidR="00DC259E" w:rsidRPr="005A139E">
        <w:rPr>
          <w:rFonts w:ascii="SeoulNamsan L" w:eastAsia="SeoulNamsan L" w:hAnsi="서울남산체 L" w:cs="Arial"/>
          <w:kern w:val="0"/>
          <w:sz w:val="16"/>
          <w:szCs w:val="16"/>
          <w:lang w:val="en-GB"/>
        </w:rPr>
        <w:t xml:space="preserve"> Selection </w:t>
      </w:r>
    </w:p>
    <w:p w14:paraId="31FADA45" w14:textId="77777777" w:rsidR="0096476E" w:rsidRPr="005A139E" w:rsidRDefault="0096476E" w:rsidP="005C568E">
      <w:pPr>
        <w:wordWrap/>
        <w:adjustRightInd w:val="0"/>
        <w:snapToGrid w:val="0"/>
        <w:ind w:left="65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심사를 위해서는 아래의 원본 포맷중 하나를 제출하여야 한다. 모든 제출된 파일은 웹에서 </w:t>
      </w:r>
      <w:r w:rsidR="00FD1A8E" w:rsidRPr="005A139E">
        <w:rPr>
          <w:rFonts w:ascii="SeoulNamsan L" w:eastAsia="SeoulNamsan L" w:hAnsi="서울남산체 L" w:cs="Arial" w:hint="eastAsia"/>
          <w:kern w:val="0"/>
          <w:sz w:val="16"/>
          <w:szCs w:val="16"/>
          <w:lang w:val="en-GB"/>
        </w:rPr>
        <w:t>상영 가능한</w:t>
      </w:r>
      <w:r w:rsidRPr="005A139E">
        <w:rPr>
          <w:rFonts w:ascii="SeoulNamsan L" w:eastAsia="SeoulNamsan L" w:hAnsi="서울남산체 L" w:cs="Arial" w:hint="eastAsia"/>
          <w:kern w:val="0"/>
          <w:sz w:val="16"/>
          <w:szCs w:val="16"/>
          <w:lang w:val="en-GB"/>
        </w:rPr>
        <w:t xml:space="preserve"> </w:t>
      </w:r>
      <w:r w:rsidR="00FD1A8E" w:rsidRPr="005A139E">
        <w:rPr>
          <w:rFonts w:ascii="SeoulNamsan L" w:eastAsia="SeoulNamsan L" w:hAnsi="서울남산체 L" w:cs="Arial" w:hint="eastAsia"/>
          <w:kern w:val="0"/>
          <w:sz w:val="16"/>
          <w:szCs w:val="16"/>
          <w:lang w:val="en-GB"/>
        </w:rPr>
        <w:t>포맷이어야 한다</w:t>
      </w:r>
      <w:r w:rsidRPr="005A139E">
        <w:rPr>
          <w:rFonts w:ascii="SeoulNamsan L" w:eastAsia="SeoulNamsan L" w:hAnsi="서울남산체 L" w:cs="Arial" w:hint="eastAsia"/>
          <w:kern w:val="0"/>
          <w:sz w:val="16"/>
          <w:szCs w:val="16"/>
          <w:lang w:val="en-GB"/>
        </w:rPr>
        <w:t xml:space="preserve">. </w:t>
      </w:r>
    </w:p>
    <w:p w14:paraId="7F944DC6" w14:textId="77777777" w:rsidR="0096476E" w:rsidRPr="005A139E" w:rsidRDefault="0096476E" w:rsidP="005C568E">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AVI, MOV, MPEG-4, H264, AppleProRes 422</w:t>
      </w:r>
    </w:p>
    <w:p w14:paraId="7778946C" w14:textId="77777777" w:rsidR="0096476E" w:rsidRPr="005A139E" w:rsidRDefault="0096476E" w:rsidP="005C568E">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기타 고화질 파일</w:t>
      </w:r>
    </w:p>
    <w:p w14:paraId="67E2D7DC" w14:textId="77777777" w:rsidR="001F4854" w:rsidRPr="005A139E" w:rsidRDefault="00962044" w:rsidP="005C568E">
      <w:pPr>
        <w:wordWrap/>
        <w:adjustRightInd w:val="0"/>
        <w:snapToGrid w:val="0"/>
        <w:ind w:left="508"/>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1F4854" w:rsidRPr="005A139E">
        <w:rPr>
          <w:rFonts w:ascii="SeoulNamsan L" w:eastAsia="SeoulNamsan L" w:hAnsi="서울남산체 L" w:cs="Arial"/>
          <w:kern w:val="0"/>
          <w:sz w:val="16"/>
          <w:szCs w:val="16"/>
          <w:lang w:val="en-GB"/>
        </w:rPr>
        <w:t>One of the following is required for the official competition screenings.</w:t>
      </w:r>
    </w:p>
    <w:p w14:paraId="04801108" w14:textId="77777777" w:rsidR="00962044" w:rsidRPr="005A139E" w:rsidRDefault="00962044" w:rsidP="005C568E">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AVI, MOV, MPEG-4, H264, AppleProRes 422</w:t>
      </w:r>
    </w:p>
    <w:p w14:paraId="401A07EB" w14:textId="77777777" w:rsidR="00962044" w:rsidRPr="005A139E" w:rsidRDefault="00962044" w:rsidP="005C568E">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High Definition File</w:t>
      </w:r>
    </w:p>
    <w:p w14:paraId="41AE9C0F" w14:textId="77777777" w:rsidR="002C1178" w:rsidRPr="005A139E" w:rsidRDefault="002C1178" w:rsidP="002C1178">
      <w:pPr>
        <w:wordWrap/>
        <w:adjustRightInd w:val="0"/>
        <w:snapToGrid w:val="0"/>
        <w:ind w:left="396"/>
        <w:jc w:val="left"/>
        <w:rPr>
          <w:rFonts w:ascii="SeoulNamsan L" w:eastAsia="SeoulNamsan L" w:hAnsi="서울남산체 L" w:cs="Arial"/>
          <w:kern w:val="0"/>
          <w:sz w:val="16"/>
          <w:szCs w:val="16"/>
          <w:lang w:val="en-GB"/>
        </w:rPr>
      </w:pPr>
    </w:p>
    <w:p w14:paraId="62A5D58C" w14:textId="77777777" w:rsidR="0096476E" w:rsidRPr="005A139E" w:rsidRDefault="0096476E" w:rsidP="009672BA">
      <w:pPr>
        <w:wordWrap/>
        <w:adjustRightInd w:val="0"/>
        <w:snapToGrid w:val="0"/>
        <w:spacing w:line="276" w:lineRule="auto"/>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G. 출품 시 유의사항</w:t>
      </w:r>
      <w:r w:rsidR="008B6C76" w:rsidRPr="005A139E">
        <w:rPr>
          <w:rFonts w:ascii="SeoulNamsan" w:eastAsia="SeoulNamsan" w:hAnsi="서울남산체 L" w:cs="Arial" w:hint="eastAsia"/>
          <w:kern w:val="0"/>
          <w:sz w:val="16"/>
          <w:szCs w:val="16"/>
          <w:lang w:val="en-GB"/>
        </w:rPr>
        <w:t xml:space="preserve"> Registration and Receipts</w:t>
      </w:r>
    </w:p>
    <w:p w14:paraId="0EFE3D7F" w14:textId="77777777" w:rsidR="0096476E" w:rsidRPr="005A139E" w:rsidRDefault="0096476E" w:rsidP="00C86D32">
      <w:pPr>
        <w:wordWrap/>
        <w:adjustRightInd w:val="0"/>
        <w:snapToGrid w:val="0"/>
        <w:spacing w:line="276" w:lineRule="auto"/>
        <w:ind w:left="396"/>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1) 접수비 없음</w:t>
      </w:r>
      <w:r w:rsidR="003B0AF9" w:rsidRPr="005A139E">
        <w:rPr>
          <w:rFonts w:ascii="SeoulNamsan L" w:eastAsia="SeoulNamsan L" w:hAnsi="서울남산체 L" w:cs="Arial"/>
          <w:kern w:val="0"/>
          <w:sz w:val="16"/>
          <w:szCs w:val="16"/>
          <w:lang w:val="en-GB"/>
        </w:rPr>
        <w:t xml:space="preserve"> </w:t>
      </w:r>
      <w:r w:rsidR="008C5C89" w:rsidRPr="005A139E">
        <w:rPr>
          <w:rFonts w:ascii="SeoulNamsan L" w:eastAsia="SeoulNamsan L" w:hAnsi="서울남산체 L" w:cs="Arial"/>
          <w:kern w:val="0"/>
          <w:sz w:val="16"/>
          <w:szCs w:val="16"/>
          <w:lang w:val="en-GB"/>
        </w:rPr>
        <w:t>No registration fee is required.</w:t>
      </w:r>
    </w:p>
    <w:p w14:paraId="4A89D840" w14:textId="77777777" w:rsidR="0096476E" w:rsidRPr="005A139E" w:rsidRDefault="0096476E" w:rsidP="00C86D32">
      <w:pPr>
        <w:wordWrap/>
        <w:adjustRightInd w:val="0"/>
        <w:snapToGrid w:val="0"/>
        <w:spacing w:line="276" w:lineRule="auto"/>
        <w:ind w:left="396"/>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2) 출품구비서류</w:t>
      </w:r>
      <w:r w:rsidR="00483084" w:rsidRPr="005A139E">
        <w:rPr>
          <w:rFonts w:ascii="SeoulNamsan L" w:eastAsia="SeoulNamsan L" w:hAnsi="서울남산체 L" w:cs="Arial" w:hint="eastAsia"/>
          <w:kern w:val="0"/>
          <w:sz w:val="16"/>
          <w:szCs w:val="16"/>
          <w:lang w:val="en-GB"/>
        </w:rPr>
        <w:t>|</w:t>
      </w:r>
      <w:r w:rsidR="00483084" w:rsidRPr="005A139E">
        <w:rPr>
          <w:rFonts w:ascii="SeoulNamsan L" w:eastAsia="SeoulNamsan L" w:hAnsi="서울남산체 L" w:cs="Arial"/>
          <w:kern w:val="0"/>
          <w:sz w:val="16"/>
          <w:szCs w:val="16"/>
          <w:lang w:val="en-GB"/>
        </w:rPr>
        <w:t xml:space="preserve"> </w:t>
      </w:r>
      <w:r w:rsidR="0061700A" w:rsidRPr="005A139E">
        <w:rPr>
          <w:rFonts w:ascii="SeoulNamsan L" w:eastAsia="SeoulNamsan L" w:hAnsi="서울남산체 L" w:cs="Arial"/>
          <w:kern w:val="0"/>
          <w:sz w:val="16"/>
          <w:szCs w:val="16"/>
          <w:lang w:val="en-GB"/>
        </w:rPr>
        <w:t xml:space="preserve">The entrant is under strict obligation to enclose : </w:t>
      </w:r>
    </w:p>
    <w:p w14:paraId="2539E20C" w14:textId="77777777" w:rsidR="0096476E" w:rsidRPr="005A139E" w:rsidRDefault="0096476E" w:rsidP="00C86D32">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출품신청서 Entry Form</w:t>
      </w:r>
    </w:p>
    <w:p w14:paraId="38A1B52F" w14:textId="77777777" w:rsidR="001A2D37" w:rsidRPr="005A139E" w:rsidRDefault="001A2D37" w:rsidP="00C86D32">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0096476E" w:rsidRPr="005A139E">
        <w:rPr>
          <w:rFonts w:ascii="SeoulNamsan L" w:eastAsia="SeoulNamsan L" w:hAnsi="서울남산체 L" w:cs="Arial" w:hint="eastAsia"/>
          <w:kern w:val="0"/>
          <w:sz w:val="16"/>
          <w:szCs w:val="16"/>
          <w:lang w:val="en-GB"/>
        </w:rPr>
        <w:t xml:space="preserve">모든 항목에 빠짐없이 기입하고 출품자가 서명한 신청서만 접수한다. </w:t>
      </w:r>
    </w:p>
    <w:p w14:paraId="2EB0A936" w14:textId="77777777" w:rsidR="001A2D37" w:rsidRPr="005A139E" w:rsidRDefault="001A2D37" w:rsidP="00C86D32">
      <w:pPr>
        <w:wordWrap/>
        <w:adjustRightInd w:val="0"/>
        <w:snapToGrid w:val="0"/>
        <w:spacing w:line="276" w:lineRule="auto"/>
        <w:ind w:left="1386"/>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kern w:val="0"/>
          <w:sz w:val="16"/>
          <w:szCs w:val="16"/>
        </w:rPr>
        <w:t xml:space="preserve">Only completed and signed entry forms will be accepted. </w:t>
      </w:r>
    </w:p>
    <w:p w14:paraId="4A584DFD" w14:textId="77777777" w:rsidR="0096476E" w:rsidRPr="005A139E" w:rsidRDefault="001A2D37" w:rsidP="00C86D32">
      <w:pPr>
        <w:wordWrap/>
        <w:adjustRightInd w:val="0"/>
        <w:snapToGrid w:val="0"/>
        <w:spacing w:line="276" w:lineRule="auto"/>
        <w:ind w:left="198"/>
        <w:jc w:val="left"/>
        <w:rPr>
          <w:rFonts w:ascii="SeoulNamsan" w:eastAsia="SeoulNamsan" w:hAnsi="서울남산체 L" w:cs="Arial"/>
          <w:kern w:val="0"/>
          <w:sz w:val="16"/>
          <w:szCs w:val="16"/>
          <w:lang w:val="en-GB"/>
        </w:rPr>
      </w:pPr>
      <w:r w:rsidRPr="005A139E">
        <w:rPr>
          <w:rFonts w:ascii="SeoulNamsan L" w:eastAsia="SeoulNamsan L" w:hAnsi="서울남산체 L" w:cs="Arial" w:hint="eastAsia"/>
          <w:b/>
          <w:kern w:val="0"/>
          <w:sz w:val="16"/>
          <w:szCs w:val="16"/>
          <w:lang w:val="en-GB"/>
        </w:rPr>
        <w:t xml:space="preserve">           </w:t>
      </w:r>
      <w:r w:rsidR="0096476E" w:rsidRPr="005A139E">
        <w:rPr>
          <w:rFonts w:ascii="SeoulNamsan" w:eastAsia="SeoulNamsan" w:hAnsi="서울남산체 L" w:cs="Arial" w:hint="eastAsia"/>
          <w:kern w:val="0"/>
          <w:sz w:val="16"/>
          <w:szCs w:val="16"/>
          <w:lang w:val="en-GB"/>
        </w:rPr>
        <w:t>- 심사용 파일 1부 | 1 for Preview copy</w:t>
      </w:r>
    </w:p>
    <w:p w14:paraId="38B4C6CA" w14:textId="77777777" w:rsidR="0096476E" w:rsidRPr="005A139E" w:rsidRDefault="00872F1D" w:rsidP="00C86D32">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 xml:space="preserve"> 출품 파일은 다운이 가능한 링크</w:t>
      </w:r>
      <w:r w:rsidR="00FD1A8E">
        <w:rPr>
          <w:rFonts w:ascii="SeoulNamsan L" w:eastAsia="SeoulNamsan L" w:hAnsi="서울남산체 L" w:cs="Arial" w:hint="eastAsia"/>
          <w:kern w:val="0"/>
          <w:sz w:val="16"/>
          <w:szCs w:val="16"/>
          <w:lang w:val="en-GB"/>
        </w:rPr>
        <w:t xml:space="preserve"> (</w:t>
      </w:r>
      <w:r w:rsidR="0096476E" w:rsidRPr="005A139E">
        <w:rPr>
          <w:rFonts w:ascii="SeoulNamsan L" w:eastAsia="SeoulNamsan L" w:hAnsi="서울남산체 L" w:cs="Arial" w:hint="eastAsia"/>
          <w:kern w:val="0"/>
          <w:sz w:val="16"/>
          <w:szCs w:val="16"/>
          <w:lang w:val="en-GB"/>
        </w:rPr>
        <w:t>Dropbox, Youtube, Vimeo, Google Drive, WeTransfer 등 기타) 로 제출.</w:t>
      </w:r>
    </w:p>
    <w:p w14:paraId="0A3B1219" w14:textId="77777777" w:rsidR="002C1178" w:rsidRPr="005A139E" w:rsidRDefault="00872F1D" w:rsidP="00C86D32">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2C1178"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kern w:val="0"/>
          <w:sz w:val="16"/>
          <w:szCs w:val="16"/>
          <w:lang w:val="en-GB"/>
        </w:rPr>
        <w:t xml:space="preserve">In order to take part in the pre-selection, preview files or downloadable links must be provided. </w:t>
      </w:r>
    </w:p>
    <w:p w14:paraId="1731ECFA" w14:textId="77777777" w:rsidR="0096476E" w:rsidRPr="005A139E" w:rsidRDefault="00872F1D" w:rsidP="00C86D32">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2C1178"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kern w:val="0"/>
          <w:sz w:val="16"/>
          <w:szCs w:val="16"/>
          <w:lang w:val="en-GB"/>
        </w:rPr>
        <w:t>E</w:t>
      </w:r>
      <w:r w:rsidR="00FD1A8E">
        <w:rPr>
          <w:rFonts w:ascii="SeoulNamsan L" w:eastAsia="SeoulNamsan L" w:hAnsi="서울남산체 L" w:cs="Arial" w:hint="eastAsia"/>
          <w:kern w:val="0"/>
          <w:sz w:val="16"/>
          <w:szCs w:val="16"/>
          <w:lang w:val="en-GB"/>
        </w:rPr>
        <w:t>g</w:t>
      </w:r>
      <w:r w:rsidR="0096476E" w:rsidRPr="005A139E">
        <w:rPr>
          <w:rFonts w:ascii="SeoulNamsan L" w:eastAsia="SeoulNamsan L" w:hAnsi="서울남산체 L" w:cs="Arial"/>
          <w:kern w:val="0"/>
          <w:sz w:val="16"/>
          <w:szCs w:val="16"/>
          <w:lang w:val="en-GB"/>
        </w:rPr>
        <w:t xml:space="preserve">) Dropbox, Vimeo, Wetransfer, Googld Drive, or other online </w:t>
      </w:r>
      <w:r w:rsidR="00EE6769">
        <w:rPr>
          <w:rFonts w:ascii="SeoulNamsan L" w:eastAsia="SeoulNamsan L" w:hAnsi="서울남산체 L" w:cs="Arial"/>
          <w:kern w:val="0"/>
          <w:sz w:val="16"/>
          <w:szCs w:val="16"/>
          <w:lang w:val="en-GB"/>
        </w:rPr>
        <w:t>services</w:t>
      </w:r>
      <w:r w:rsidR="0096476E" w:rsidRPr="005A139E">
        <w:rPr>
          <w:rFonts w:ascii="SeoulNamsan L" w:eastAsia="SeoulNamsan L" w:hAnsi="서울남산체 L" w:cs="Arial"/>
          <w:kern w:val="0"/>
          <w:sz w:val="16"/>
          <w:szCs w:val="16"/>
          <w:lang w:val="en-GB"/>
        </w:rPr>
        <w:t>.</w:t>
      </w:r>
    </w:p>
    <w:p w14:paraId="715CE685" w14:textId="77777777" w:rsidR="001A2D37" w:rsidRPr="005A139E" w:rsidRDefault="00872F1D" w:rsidP="00C86D32">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 </w:t>
      </w:r>
      <w:r w:rsidR="0096476E" w:rsidRPr="005A139E">
        <w:rPr>
          <w:rFonts w:ascii="SeoulNamsan" w:eastAsia="SeoulNamsan" w:hAnsi="서울남산체 L" w:cs="Arial" w:hint="eastAsia"/>
          <w:kern w:val="0"/>
          <w:sz w:val="16"/>
          <w:szCs w:val="16"/>
          <w:lang w:val="en-GB"/>
        </w:rPr>
        <w:t>- 작품 주요장면 이미지 3장 (한 변의 길이 6cm 이상, 해상도</w:t>
      </w:r>
      <w:r w:rsidR="001A2D37" w:rsidRPr="005A139E">
        <w:rPr>
          <w:rFonts w:ascii="SeoulNamsan" w:eastAsia="SeoulNamsan" w:hAnsi="서울남산체 L" w:cs="Arial" w:hint="eastAsia"/>
          <w:kern w:val="0"/>
          <w:sz w:val="16"/>
          <w:szCs w:val="16"/>
          <w:lang w:val="en-GB"/>
        </w:rPr>
        <w:t xml:space="preserve"> 300dpi) </w:t>
      </w:r>
      <w:r w:rsidR="0096476E" w:rsidRPr="005A139E">
        <w:rPr>
          <w:rFonts w:ascii="SeoulNamsan" w:eastAsia="SeoulNamsan" w:hAnsi="서울남산체 L" w:cs="Arial" w:hint="eastAsia"/>
          <w:kern w:val="0"/>
          <w:sz w:val="16"/>
          <w:szCs w:val="16"/>
          <w:lang w:val="en-GB"/>
        </w:rPr>
        <w:t xml:space="preserve"> </w:t>
      </w:r>
    </w:p>
    <w:p w14:paraId="140462E5" w14:textId="77777777" w:rsidR="0096476E" w:rsidRPr="005A139E" w:rsidRDefault="001A2D37" w:rsidP="00C86D32">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872F1D"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3 images of major scenes (The shortest side of min. 6cm in 300 dpi)</w:t>
      </w:r>
    </w:p>
    <w:p w14:paraId="0752B84C" w14:textId="77777777" w:rsidR="001A2D37" w:rsidRPr="005A139E" w:rsidRDefault="00872F1D" w:rsidP="00C86D32">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 </w:t>
      </w:r>
      <w:r w:rsidR="0096476E" w:rsidRPr="005A139E">
        <w:rPr>
          <w:rFonts w:ascii="SeoulNamsan" w:eastAsia="SeoulNamsan" w:hAnsi="서울남산체 L" w:cs="Arial" w:hint="eastAsia"/>
          <w:kern w:val="0"/>
          <w:sz w:val="16"/>
          <w:szCs w:val="16"/>
          <w:lang w:val="en-GB"/>
        </w:rPr>
        <w:t>- 감독 사진 1컷 이상 (최소 6cm x 8cm, 해상도</w:t>
      </w:r>
      <w:r w:rsidR="001A2D37" w:rsidRPr="005A139E">
        <w:rPr>
          <w:rFonts w:ascii="SeoulNamsan" w:eastAsia="SeoulNamsan" w:hAnsi="서울남산체 L" w:cs="Arial" w:hint="eastAsia"/>
          <w:kern w:val="0"/>
          <w:sz w:val="16"/>
          <w:szCs w:val="16"/>
          <w:lang w:val="en-GB"/>
        </w:rPr>
        <w:t xml:space="preserve"> 300 dpi) </w:t>
      </w:r>
    </w:p>
    <w:p w14:paraId="0B74EB91" w14:textId="77777777" w:rsidR="0096476E" w:rsidRPr="005A139E" w:rsidRDefault="001A2D37" w:rsidP="00C86D32">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872F1D"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1 or more photos of the director (min. 6cm x 8cm, 300 dpi)</w:t>
      </w:r>
    </w:p>
    <w:p w14:paraId="1F7DD6BF" w14:textId="77777777" w:rsidR="001A2D37" w:rsidRPr="005A139E" w:rsidRDefault="00872F1D" w:rsidP="00C86D32">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L" w:eastAsia="SeoulNamsan L" w:hAnsi="서울남산체 L" w:cs="Arial"/>
          <w:b/>
          <w:kern w:val="0"/>
          <w:sz w:val="16"/>
          <w:szCs w:val="16"/>
          <w:lang w:val="en-GB"/>
        </w:rPr>
        <w:t xml:space="preserve">  </w:t>
      </w:r>
      <w:r w:rsidR="0096476E" w:rsidRPr="005A139E">
        <w:rPr>
          <w:rFonts w:ascii="SeoulNamsan" w:eastAsia="SeoulNamsan" w:hAnsi="서울남산체 L" w:cs="Arial" w:hint="eastAsia"/>
          <w:kern w:val="0"/>
          <w:sz w:val="16"/>
          <w:szCs w:val="16"/>
          <w:lang w:val="en-GB"/>
        </w:rPr>
        <w:t>- 원어 및 영어 대본</w:t>
      </w:r>
      <w:r w:rsidR="001A2D37" w:rsidRPr="005A139E">
        <w:rPr>
          <w:rFonts w:ascii="SeoulNamsan" w:eastAsia="SeoulNamsan" w:hAnsi="서울남산체 L" w:cs="Arial" w:hint="eastAsia"/>
          <w:kern w:val="0"/>
          <w:sz w:val="16"/>
          <w:szCs w:val="16"/>
          <w:lang w:val="en-GB"/>
        </w:rPr>
        <w:t xml:space="preserve"> </w:t>
      </w:r>
    </w:p>
    <w:p w14:paraId="39A41249" w14:textId="77777777" w:rsidR="0096476E" w:rsidRPr="005A139E" w:rsidRDefault="001A2D37" w:rsidP="00C86D32">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872F1D"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00872F1D"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Text of dialogue and commentary in original language and English</w:t>
      </w:r>
    </w:p>
    <w:p w14:paraId="665E5D7F" w14:textId="77777777" w:rsidR="001A2D37" w:rsidRPr="005A139E" w:rsidRDefault="00872F1D" w:rsidP="00C86D32">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 비영어 대사를 포함한 작품은 반드시 영어자막이 포함된 상영본 제출</w:t>
      </w:r>
      <w:r w:rsidR="001A2D37" w:rsidRPr="005A139E">
        <w:rPr>
          <w:rFonts w:ascii="SeoulNamsan L" w:eastAsia="SeoulNamsan L" w:hAnsi="서울남산체 L" w:cs="Arial" w:hint="eastAsia"/>
          <w:kern w:val="0"/>
          <w:sz w:val="16"/>
          <w:szCs w:val="16"/>
          <w:lang w:val="en-GB"/>
        </w:rPr>
        <w:t xml:space="preserve"> </w:t>
      </w:r>
    </w:p>
    <w:p w14:paraId="4D35CF51" w14:textId="77777777" w:rsidR="0096476E" w:rsidRPr="001419B2" w:rsidRDefault="001A2D37" w:rsidP="00C86D32">
      <w:pPr>
        <w:wordWrap/>
        <w:adjustRightInd w:val="0"/>
        <w:snapToGrid w:val="0"/>
        <w:spacing w:line="276" w:lineRule="auto"/>
        <w:ind w:left="1046"/>
        <w:jc w:val="left"/>
        <w:rPr>
          <w:rFonts w:ascii="SeoulNamsan L" w:eastAsia="SeoulNamsan L" w:hAnsi="서울남산체 L" w:cs="Arial"/>
          <w:color w:val="000000" w:themeColor="text1"/>
          <w:kern w:val="0"/>
          <w:sz w:val="16"/>
          <w:szCs w:val="16"/>
          <w:lang w:val="en-GB"/>
        </w:rPr>
      </w:pPr>
      <w:r w:rsidRPr="005A139E">
        <w:rPr>
          <w:rFonts w:ascii="SeoulNamsan L" w:eastAsia="SeoulNamsan L" w:hAnsi="서울남산체 L" w:cs="Arial"/>
          <w:kern w:val="0"/>
          <w:sz w:val="16"/>
          <w:szCs w:val="16"/>
          <w:lang w:val="en-GB"/>
        </w:rPr>
        <w:t xml:space="preserve">  </w:t>
      </w:r>
      <w:r w:rsidR="00872F1D" w:rsidRPr="005A139E">
        <w:rPr>
          <w:rFonts w:ascii="SeoulNamsan L" w:eastAsia="SeoulNamsan L" w:hAnsi="서울남산체 L" w:cs="Arial"/>
          <w:kern w:val="0"/>
          <w:sz w:val="16"/>
          <w:szCs w:val="16"/>
          <w:lang w:val="en-GB"/>
        </w:rPr>
        <w:t xml:space="preserve">   </w:t>
      </w:r>
      <w:r w:rsidR="0096476E" w:rsidRPr="005A139E">
        <w:rPr>
          <w:rFonts w:ascii="SeoulNamsan L" w:eastAsia="SeoulNamsan L" w:hAnsi="서울남산체 L" w:cs="Arial" w:hint="eastAsia"/>
          <w:kern w:val="0"/>
          <w:sz w:val="16"/>
          <w:szCs w:val="16"/>
          <w:lang w:val="en-GB"/>
        </w:rPr>
        <w:t xml:space="preserve"> All non-English l</w:t>
      </w:r>
      <w:r w:rsidR="0096476E" w:rsidRPr="001419B2">
        <w:rPr>
          <w:rFonts w:ascii="SeoulNamsan L" w:eastAsia="SeoulNamsan L" w:hAnsi="서울남산체 L" w:cs="Arial" w:hint="eastAsia"/>
          <w:color w:val="000000" w:themeColor="text1"/>
          <w:kern w:val="0"/>
          <w:sz w:val="16"/>
          <w:szCs w:val="16"/>
          <w:lang w:val="en-GB"/>
        </w:rPr>
        <w:t>anguage entries must have English subtitles for preview</w:t>
      </w:r>
    </w:p>
    <w:p w14:paraId="245F2BC5" w14:textId="77777777" w:rsidR="008E70F3" w:rsidRPr="001419B2" w:rsidRDefault="0096476E" w:rsidP="00C86D32">
      <w:pPr>
        <w:wordWrap/>
        <w:adjustRightInd w:val="0"/>
        <w:snapToGrid w:val="0"/>
        <w:spacing w:line="276" w:lineRule="auto"/>
        <w:ind w:left="396"/>
        <w:jc w:val="left"/>
        <w:rPr>
          <w:rFonts w:ascii="SeoulNamsan L" w:eastAsia="SeoulNamsan L" w:hAnsi="서울남산체 L" w:cs="Arial"/>
          <w:color w:val="000000" w:themeColor="text1"/>
          <w:kern w:val="0"/>
          <w:sz w:val="16"/>
          <w:szCs w:val="16"/>
          <w:lang w:val="en-GB"/>
        </w:rPr>
      </w:pPr>
      <w:r w:rsidRPr="001419B2">
        <w:rPr>
          <w:rFonts w:ascii="SeoulNamsan L" w:eastAsia="SeoulNamsan L" w:hAnsi="서울남산체 L" w:cs="Arial" w:hint="eastAsia"/>
          <w:color w:val="000000" w:themeColor="text1"/>
          <w:kern w:val="0"/>
          <w:sz w:val="16"/>
          <w:szCs w:val="16"/>
          <w:lang w:val="en-GB"/>
        </w:rPr>
        <w:t>3) 출품신청서와 기타 구비서류는</w:t>
      </w:r>
      <w:r w:rsidR="00112DBF" w:rsidRPr="001419B2">
        <w:rPr>
          <w:rFonts w:ascii="SeoulNamsan L" w:eastAsia="SeoulNamsan L" w:hAnsi="서울남산체 L" w:cs="Arial" w:hint="eastAsia"/>
          <w:color w:val="000000" w:themeColor="text1"/>
          <w:kern w:val="0"/>
          <w:sz w:val="16"/>
          <w:szCs w:val="16"/>
          <w:lang w:val="en-GB"/>
        </w:rPr>
        <w:t xml:space="preserve"> </w:t>
      </w:r>
      <w:r w:rsidR="00112DBF" w:rsidRPr="001419B2">
        <w:rPr>
          <w:rFonts w:ascii="SeoulNamsan L" w:eastAsia="SeoulNamsan L" w:hAnsi="서울남산체 L" w:cs="Arial" w:hint="eastAsia"/>
          <w:b/>
          <w:color w:val="000000" w:themeColor="text1"/>
          <w:kern w:val="0"/>
          <w:sz w:val="16"/>
          <w:szCs w:val="16"/>
          <w:lang w:val="en-GB"/>
        </w:rPr>
        <w:t>2016</w:t>
      </w:r>
      <w:r w:rsidRPr="001419B2">
        <w:rPr>
          <w:rFonts w:ascii="SeoulNamsan L" w:eastAsia="SeoulNamsan L" w:hAnsi="서울남산체 L" w:cs="Arial" w:hint="eastAsia"/>
          <w:b/>
          <w:color w:val="000000" w:themeColor="text1"/>
          <w:kern w:val="0"/>
          <w:sz w:val="16"/>
          <w:szCs w:val="16"/>
          <w:lang w:val="en-GB"/>
        </w:rPr>
        <w:t>년</w:t>
      </w:r>
      <w:r w:rsidR="00AA2869" w:rsidRPr="001419B2">
        <w:rPr>
          <w:rFonts w:ascii="SeoulNamsan L" w:eastAsia="SeoulNamsan L" w:hAnsi="서울남산체 L" w:cs="Arial" w:hint="eastAsia"/>
          <w:b/>
          <w:color w:val="000000" w:themeColor="text1"/>
          <w:kern w:val="0"/>
          <w:sz w:val="16"/>
          <w:szCs w:val="16"/>
          <w:lang w:val="en-GB"/>
        </w:rPr>
        <w:t xml:space="preserve"> 3</w:t>
      </w:r>
      <w:r w:rsidRPr="001419B2">
        <w:rPr>
          <w:rFonts w:ascii="SeoulNamsan L" w:eastAsia="SeoulNamsan L" w:hAnsi="서울남산체 L" w:cs="Arial" w:hint="eastAsia"/>
          <w:b/>
          <w:color w:val="000000" w:themeColor="text1"/>
          <w:kern w:val="0"/>
          <w:sz w:val="16"/>
          <w:szCs w:val="16"/>
          <w:lang w:val="en-GB"/>
        </w:rPr>
        <w:t>월</w:t>
      </w:r>
      <w:r w:rsidR="00B66B37" w:rsidRPr="001419B2">
        <w:rPr>
          <w:rFonts w:ascii="SeoulNamsan L" w:eastAsia="SeoulNamsan L" w:hAnsi="서울남산체 L" w:cs="Arial" w:hint="eastAsia"/>
          <w:b/>
          <w:color w:val="000000" w:themeColor="text1"/>
          <w:kern w:val="0"/>
          <w:sz w:val="16"/>
          <w:szCs w:val="16"/>
          <w:lang w:val="en-GB"/>
        </w:rPr>
        <w:t xml:space="preserve"> 2o</w:t>
      </w:r>
      <w:r w:rsidRPr="001419B2">
        <w:rPr>
          <w:rFonts w:ascii="SeoulNamsan L" w:eastAsia="SeoulNamsan L" w:hAnsi="서울남산체 L" w:cs="Arial" w:hint="eastAsia"/>
          <w:b/>
          <w:color w:val="000000" w:themeColor="text1"/>
          <w:kern w:val="0"/>
          <w:sz w:val="16"/>
          <w:szCs w:val="16"/>
          <w:lang w:val="en-GB"/>
        </w:rPr>
        <w:t>일</w:t>
      </w:r>
      <w:r w:rsidR="002A28D5" w:rsidRPr="001419B2">
        <w:rPr>
          <w:rFonts w:ascii="SeoulNamsan L" w:eastAsia="SeoulNamsan L" w:hAnsi="서울남산체 L" w:cs="Arial"/>
          <w:b/>
          <w:color w:val="000000" w:themeColor="text1"/>
          <w:kern w:val="0"/>
          <w:sz w:val="16"/>
          <w:szCs w:val="16"/>
          <w:lang w:val="en-GB"/>
        </w:rPr>
        <w:t xml:space="preserve"> </w:t>
      </w:r>
      <w:r w:rsidRPr="001419B2">
        <w:rPr>
          <w:rFonts w:ascii="SeoulNamsan L" w:eastAsia="SeoulNamsan L" w:hAnsi="서울남산체 L" w:cs="Arial" w:hint="eastAsia"/>
          <w:color w:val="000000" w:themeColor="text1"/>
          <w:kern w:val="0"/>
          <w:sz w:val="16"/>
          <w:szCs w:val="16"/>
          <w:lang w:val="en-GB"/>
        </w:rPr>
        <w:t>까지 SICAF 영화제 팀</w:t>
      </w:r>
      <w:r w:rsidR="0062141B" w:rsidRPr="001419B2">
        <w:rPr>
          <w:rFonts w:ascii="SeoulNamsan L" w:eastAsia="SeoulNamsan L" w:hAnsi="서울남산체 L" w:cs="Arial"/>
          <w:color w:val="000000" w:themeColor="text1"/>
          <w:kern w:val="0"/>
          <w:sz w:val="16"/>
          <w:szCs w:val="16"/>
          <w:lang w:val="en-GB"/>
        </w:rPr>
        <w:t>(</w:t>
      </w:r>
      <w:hyperlink r:id="rId13" w:history="1">
        <w:r w:rsidR="0062141B" w:rsidRPr="001419B2">
          <w:rPr>
            <w:rStyle w:val="Hyperlink"/>
            <w:rFonts w:ascii="SeoulNamsan L" w:eastAsia="SeoulNamsan L" w:hAnsi="서울남산체 L" w:cs="Arial" w:hint="eastAsia"/>
            <w:b/>
            <w:color w:val="000000" w:themeColor="text1"/>
            <w:kern w:val="0"/>
            <w:sz w:val="16"/>
            <w:szCs w:val="16"/>
          </w:rPr>
          <w:t>entries.sicaf@gmail.com</w:t>
        </w:r>
        <w:r w:rsidR="0062141B" w:rsidRPr="001419B2">
          <w:rPr>
            <w:rStyle w:val="Hyperlink"/>
            <w:rFonts w:ascii="SeoulNamsan L" w:eastAsia="SeoulNamsan L" w:hAnsi="서울남산체 L" w:cs="Arial"/>
            <w:color w:val="000000" w:themeColor="text1"/>
            <w:kern w:val="0"/>
            <w:sz w:val="16"/>
            <w:szCs w:val="16"/>
            <w:lang w:val="en-GB"/>
          </w:rPr>
          <w:t>)</w:t>
        </w:r>
      </w:hyperlink>
      <w:r w:rsidRPr="001419B2">
        <w:rPr>
          <w:rFonts w:ascii="SeoulNamsan L" w:eastAsia="SeoulNamsan L" w:hAnsi="서울남산체 L" w:cs="Arial" w:hint="eastAsia"/>
          <w:color w:val="000000" w:themeColor="text1"/>
          <w:kern w:val="0"/>
          <w:sz w:val="16"/>
          <w:szCs w:val="16"/>
          <w:lang w:val="en-GB"/>
        </w:rPr>
        <w:t>에 도착해야 하며, 이후 도착한 작품은</w:t>
      </w:r>
      <w:r w:rsidR="00FD0605" w:rsidRPr="001419B2">
        <w:rPr>
          <w:rFonts w:ascii="SeoulNamsan L" w:eastAsia="SeoulNamsan L" w:hAnsi="서울남산체 L" w:cs="Arial" w:hint="eastAsia"/>
          <w:color w:val="000000" w:themeColor="text1"/>
          <w:kern w:val="0"/>
          <w:sz w:val="16"/>
          <w:szCs w:val="16"/>
          <w:lang w:val="en-GB"/>
        </w:rPr>
        <w:t xml:space="preserve"> </w:t>
      </w:r>
      <w:r w:rsidRPr="001419B2">
        <w:rPr>
          <w:rFonts w:ascii="SeoulNamsan L" w:eastAsia="SeoulNamsan L" w:hAnsi="서울남산체 L" w:cs="Arial" w:hint="eastAsia"/>
          <w:color w:val="000000" w:themeColor="text1"/>
          <w:kern w:val="0"/>
          <w:sz w:val="16"/>
          <w:szCs w:val="16"/>
          <w:lang w:val="en-GB"/>
        </w:rPr>
        <w:t>심사 대상에서 제외된다.</w:t>
      </w:r>
      <w:r w:rsidR="008E70F3" w:rsidRPr="001419B2">
        <w:rPr>
          <w:rFonts w:ascii="SeoulNamsan L" w:eastAsia="SeoulNamsan L" w:hAnsi="서울남산체 L" w:cs="Arial"/>
          <w:color w:val="000000" w:themeColor="text1"/>
          <w:kern w:val="0"/>
          <w:sz w:val="16"/>
          <w:szCs w:val="16"/>
          <w:lang w:val="en-GB"/>
        </w:rPr>
        <w:t xml:space="preserve"> The prints for the screenings must reach to the festival office email(</w:t>
      </w:r>
      <w:hyperlink r:id="rId14" w:history="1">
        <w:r w:rsidR="008E70F3" w:rsidRPr="001419B2">
          <w:rPr>
            <w:rStyle w:val="Hyperlink"/>
            <w:rFonts w:ascii="SeoulNamsan L" w:eastAsia="SeoulNamsan L" w:hAnsi="서울남산체 L" w:cs="Arial" w:hint="eastAsia"/>
            <w:b/>
            <w:color w:val="000000" w:themeColor="text1"/>
            <w:kern w:val="0"/>
            <w:sz w:val="16"/>
            <w:szCs w:val="16"/>
          </w:rPr>
          <w:t>entries.sicaf@gmail.com</w:t>
        </w:r>
        <w:r w:rsidR="008E70F3" w:rsidRPr="001419B2">
          <w:rPr>
            <w:rStyle w:val="Hyperlink"/>
            <w:rFonts w:ascii="SeoulNamsan L" w:eastAsia="SeoulNamsan L" w:hAnsi="서울남산체 L" w:cs="Arial"/>
            <w:color w:val="000000" w:themeColor="text1"/>
            <w:kern w:val="0"/>
            <w:sz w:val="16"/>
            <w:szCs w:val="16"/>
            <w:lang w:val="en-GB"/>
          </w:rPr>
          <w:t>)</w:t>
        </w:r>
      </w:hyperlink>
      <w:r w:rsidR="008E70F3" w:rsidRPr="001419B2">
        <w:rPr>
          <w:rFonts w:ascii="SeoulNamsan L" w:eastAsia="SeoulNamsan L" w:hAnsi="서울남산체 L" w:cs="Arial"/>
          <w:color w:val="000000" w:themeColor="text1"/>
          <w:kern w:val="0"/>
          <w:sz w:val="16"/>
          <w:szCs w:val="16"/>
          <w:lang w:val="en-GB"/>
        </w:rPr>
        <w:t xml:space="preserve"> </w:t>
      </w:r>
      <w:r w:rsidR="00CD0735" w:rsidRPr="001419B2">
        <w:rPr>
          <w:rFonts w:ascii="SeoulNamsan L" w:eastAsia="SeoulNamsan L" w:hAnsi="서울남산체 L" w:cs="Arial"/>
          <w:color w:val="000000" w:themeColor="text1"/>
          <w:kern w:val="0"/>
          <w:sz w:val="16"/>
          <w:szCs w:val="16"/>
          <w:lang w:val="en-GB"/>
        </w:rPr>
        <w:t xml:space="preserve">no later than </w:t>
      </w:r>
      <w:r w:rsidR="00A66175" w:rsidRPr="001419B2">
        <w:rPr>
          <w:rFonts w:ascii="SeoulNamsan L" w:eastAsia="SeoulNamsan L" w:hAnsi="서울남산체 L" w:cs="Arial"/>
          <w:b/>
          <w:color w:val="000000" w:themeColor="text1"/>
          <w:kern w:val="0"/>
          <w:sz w:val="16"/>
          <w:szCs w:val="16"/>
          <w:lang w:val="en-GB"/>
        </w:rPr>
        <w:t>March 20</w:t>
      </w:r>
      <w:r w:rsidR="00A079FB" w:rsidRPr="001419B2">
        <w:rPr>
          <w:rFonts w:ascii="SeoulNamsan L" w:eastAsia="SeoulNamsan L" w:hAnsi="서울남산체 L" w:cs="Arial"/>
          <w:b/>
          <w:color w:val="000000" w:themeColor="text1"/>
          <w:kern w:val="0"/>
          <w:sz w:val="16"/>
          <w:szCs w:val="16"/>
          <w:lang w:val="en-GB"/>
        </w:rPr>
        <w:t>, 2016</w:t>
      </w:r>
      <w:r w:rsidR="008E70F3" w:rsidRPr="001419B2">
        <w:rPr>
          <w:rFonts w:ascii="SeoulNamsan L" w:eastAsia="SeoulNamsan L" w:hAnsi="서울남산체 L" w:cs="Arial"/>
          <w:b/>
          <w:color w:val="000000" w:themeColor="text1"/>
          <w:kern w:val="0"/>
          <w:sz w:val="16"/>
          <w:szCs w:val="16"/>
          <w:lang w:val="en-GB"/>
        </w:rPr>
        <w:t>.</w:t>
      </w:r>
    </w:p>
    <w:p w14:paraId="721EFA22" w14:textId="77777777" w:rsidR="003D075C" w:rsidRPr="005A139E" w:rsidRDefault="003D075C" w:rsidP="009672BA">
      <w:pPr>
        <w:wordWrap/>
        <w:adjustRightInd w:val="0"/>
        <w:snapToGrid w:val="0"/>
        <w:spacing w:line="276" w:lineRule="auto"/>
        <w:ind w:left="198"/>
        <w:jc w:val="left"/>
        <w:rPr>
          <w:rFonts w:ascii="SeoulNamsan L" w:eastAsia="SeoulNamsan L" w:hAnsi="서울남산체 L" w:cs="Arial"/>
          <w:kern w:val="0"/>
          <w:sz w:val="16"/>
          <w:szCs w:val="16"/>
          <w:lang w:val="en-GB"/>
        </w:rPr>
      </w:pPr>
    </w:p>
    <w:p w14:paraId="296ED4D4" w14:textId="77777777" w:rsidR="003D075C" w:rsidRPr="005A139E" w:rsidRDefault="004D486B" w:rsidP="003D07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b/>
          <w:bCs/>
          <w:kern w:val="0"/>
          <w:sz w:val="16"/>
          <w:szCs w:val="16"/>
          <w:lang w:val="en-GB"/>
        </w:rPr>
        <w:t>H</w:t>
      </w:r>
      <w:r w:rsidR="003D075C" w:rsidRPr="005A139E">
        <w:rPr>
          <w:rFonts w:ascii="SeoulNamsan L" w:eastAsia="SeoulNamsan L" w:hAnsi="서울남산체 L" w:cs="Arial" w:hint="eastAsia"/>
          <w:b/>
          <w:bCs/>
          <w:kern w:val="0"/>
          <w:sz w:val="16"/>
          <w:szCs w:val="16"/>
        </w:rPr>
        <w:t>. 작품 상영</w:t>
      </w:r>
    </w:p>
    <w:p w14:paraId="1BE780D7" w14:textId="77777777" w:rsidR="003D075C" w:rsidRPr="005A139E" w:rsidRDefault="00FE6DA3" w:rsidP="00DD118F">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lang w:val="en-GB"/>
        </w:rPr>
        <w:t xml:space="preserve">      </w:t>
      </w:r>
      <w:r w:rsidRPr="005A139E">
        <w:rPr>
          <w:rFonts w:ascii="SeoulNamsan L" w:eastAsia="SeoulNamsan L" w:hAnsi="서울남산체 L" w:cs="Arial" w:hint="eastAsia"/>
          <w:b/>
          <w:bCs/>
          <w:kern w:val="0"/>
          <w:sz w:val="16"/>
          <w:szCs w:val="16"/>
        </w:rPr>
        <w:t xml:space="preserve">- 선정된 </w:t>
      </w:r>
      <w:r w:rsidRPr="005A139E">
        <w:rPr>
          <w:rFonts w:ascii="SeoulNamsan L" w:eastAsia="SeoulNamsan L" w:hAnsi="서울남산체 L" w:cs="Arial"/>
          <w:b/>
          <w:bCs/>
          <w:kern w:val="0"/>
          <w:sz w:val="16"/>
          <w:szCs w:val="16"/>
        </w:rPr>
        <w:t>작</w:t>
      </w:r>
      <w:r w:rsidRPr="005A139E">
        <w:rPr>
          <w:rFonts w:ascii="SeoulNamsan L" w:eastAsia="SeoulNamsan L" w:hAnsi="서울남산체 L" w:cs="Arial" w:hint="eastAsia"/>
          <w:b/>
          <w:bCs/>
          <w:kern w:val="0"/>
          <w:sz w:val="16"/>
          <w:szCs w:val="16"/>
        </w:rPr>
        <w:t xml:space="preserve">품은 </w:t>
      </w:r>
      <w:r w:rsidR="005A6495" w:rsidRPr="005A139E">
        <w:rPr>
          <w:rFonts w:ascii="SeoulNamsan L" w:eastAsia="SeoulNamsan L" w:hAnsi="서울남산체 L" w:cs="Arial"/>
          <w:b/>
          <w:bCs/>
          <w:kern w:val="0"/>
          <w:sz w:val="16"/>
          <w:szCs w:val="16"/>
        </w:rPr>
        <w:t>4</w:t>
      </w:r>
      <w:r w:rsidR="00F56BC1" w:rsidRPr="005A139E">
        <w:rPr>
          <w:rFonts w:ascii="SeoulNamsan L" w:eastAsia="SeoulNamsan L" w:hAnsi="서울남산체 L" w:cs="Arial" w:hint="eastAsia"/>
          <w:b/>
          <w:bCs/>
          <w:kern w:val="0"/>
          <w:sz w:val="16"/>
          <w:szCs w:val="16"/>
        </w:rPr>
        <w:t>월 중</w:t>
      </w:r>
      <w:r w:rsidR="005A6495" w:rsidRPr="005A139E">
        <w:rPr>
          <w:rFonts w:ascii="SeoulNamsan L" w:eastAsia="SeoulNamsan L" w:hAnsi="서울남산체 L" w:cs="Arial" w:hint="eastAsia"/>
          <w:b/>
          <w:bCs/>
          <w:kern w:val="0"/>
          <w:sz w:val="16"/>
          <w:szCs w:val="16"/>
        </w:rPr>
        <w:t xml:space="preserve"> </w:t>
      </w:r>
      <w:r w:rsidRPr="005A139E">
        <w:rPr>
          <w:rFonts w:ascii="SeoulNamsan L" w:eastAsia="SeoulNamsan L" w:hAnsi="서울남산체 L" w:cs="Arial"/>
          <w:b/>
          <w:bCs/>
          <w:kern w:val="0"/>
          <w:sz w:val="16"/>
          <w:szCs w:val="16"/>
        </w:rPr>
        <w:t>시</w:t>
      </w:r>
      <w:r w:rsidRPr="005A139E">
        <w:rPr>
          <w:rFonts w:ascii="SeoulNamsan L" w:eastAsia="SeoulNamsan L" w:hAnsi="서울남산체 L" w:cs="Arial" w:hint="eastAsia"/>
          <w:b/>
          <w:bCs/>
          <w:kern w:val="0"/>
          <w:sz w:val="16"/>
          <w:szCs w:val="16"/>
        </w:rPr>
        <w:t xml:space="preserve">카프 </w:t>
      </w:r>
      <w:r w:rsidRPr="005A139E">
        <w:rPr>
          <w:rFonts w:ascii="SeoulNamsan L" w:eastAsia="SeoulNamsan L" w:hAnsi="서울남산체 L" w:cs="Arial"/>
          <w:b/>
          <w:bCs/>
          <w:kern w:val="0"/>
          <w:sz w:val="16"/>
          <w:szCs w:val="16"/>
        </w:rPr>
        <w:t>공</w:t>
      </w:r>
      <w:r w:rsidRPr="005A139E">
        <w:rPr>
          <w:rFonts w:ascii="SeoulNamsan L" w:eastAsia="SeoulNamsan L" w:hAnsi="서울남산체 L" w:cs="Arial" w:hint="eastAsia"/>
          <w:b/>
          <w:bCs/>
          <w:kern w:val="0"/>
          <w:sz w:val="16"/>
          <w:szCs w:val="16"/>
        </w:rPr>
        <w:t xml:space="preserve">식 </w:t>
      </w:r>
      <w:r w:rsidRPr="005A139E">
        <w:rPr>
          <w:rFonts w:ascii="SeoulNamsan L" w:eastAsia="SeoulNamsan L" w:hAnsi="서울남산체 L" w:cs="Arial"/>
          <w:b/>
          <w:bCs/>
          <w:kern w:val="0"/>
          <w:sz w:val="16"/>
          <w:szCs w:val="16"/>
        </w:rPr>
        <w:t>웹</w:t>
      </w:r>
      <w:r w:rsidRPr="005A139E">
        <w:rPr>
          <w:rFonts w:ascii="SeoulNamsan L" w:eastAsia="SeoulNamsan L" w:hAnsi="서울남산체 L" w:cs="Arial" w:hint="eastAsia"/>
          <w:b/>
          <w:bCs/>
          <w:kern w:val="0"/>
          <w:sz w:val="16"/>
          <w:szCs w:val="16"/>
        </w:rPr>
        <w:t>사이트</w:t>
      </w:r>
      <w:r w:rsidR="00DD118F" w:rsidRPr="005A139E">
        <w:rPr>
          <w:rFonts w:ascii="SeoulNamsan L" w:eastAsia="SeoulNamsan L" w:hAnsi="서울남산체 L" w:cs="Arial"/>
          <w:b/>
          <w:bCs/>
          <w:kern w:val="0"/>
          <w:sz w:val="16"/>
          <w:szCs w:val="16"/>
        </w:rPr>
        <w:t>(</w:t>
      </w:r>
      <w:r w:rsidR="00DD118F" w:rsidRPr="005A139E">
        <w:rPr>
          <w:rFonts w:ascii="SeoulNamsan L" w:eastAsia="SeoulNamsan L" w:hAnsi="서울남산체 L" w:cs="Arial"/>
          <w:b/>
          <w:bCs/>
          <w:kern w:val="0"/>
          <w:sz w:val="16"/>
          <w:szCs w:val="16"/>
          <w:lang w:val="en-GB"/>
        </w:rPr>
        <w:t>sicaf.org)</w:t>
      </w:r>
      <w:r w:rsidRPr="005A139E">
        <w:rPr>
          <w:rFonts w:ascii="SeoulNamsan L" w:eastAsia="SeoulNamsan L" w:hAnsi="서울남산체 L" w:cs="Arial" w:hint="eastAsia"/>
          <w:b/>
          <w:bCs/>
          <w:kern w:val="0"/>
          <w:sz w:val="16"/>
          <w:szCs w:val="16"/>
        </w:rPr>
        <w:t xml:space="preserve"> </w:t>
      </w:r>
      <w:r w:rsidRPr="005A139E">
        <w:rPr>
          <w:rFonts w:ascii="SeoulNamsan L" w:eastAsia="SeoulNamsan L" w:hAnsi="서울남산체 L" w:cs="Arial"/>
          <w:b/>
          <w:bCs/>
          <w:kern w:val="0"/>
          <w:sz w:val="16"/>
          <w:szCs w:val="16"/>
        </w:rPr>
        <w:t xml:space="preserve">및 </w:t>
      </w:r>
      <w:r w:rsidR="00E163E1" w:rsidRPr="005A139E">
        <w:rPr>
          <w:rFonts w:ascii="SeoulNamsan L" w:eastAsia="SeoulNamsan L" w:hAnsi="서울남산체 L" w:cs="Arial"/>
          <w:b/>
          <w:bCs/>
          <w:kern w:val="0"/>
          <w:sz w:val="16"/>
          <w:szCs w:val="16"/>
        </w:rPr>
        <w:t>파</w:t>
      </w:r>
      <w:r w:rsidR="00E163E1" w:rsidRPr="005A139E">
        <w:rPr>
          <w:rFonts w:ascii="SeoulNamsan L" w:eastAsia="SeoulNamsan L" w:hAnsi="서울남산체 L" w:cs="Arial" w:hint="eastAsia"/>
          <w:b/>
          <w:bCs/>
          <w:kern w:val="0"/>
          <w:sz w:val="16"/>
          <w:szCs w:val="16"/>
        </w:rPr>
        <w:t xml:space="preserve">트너 </w:t>
      </w:r>
      <w:r w:rsidR="00E163E1" w:rsidRPr="005A139E">
        <w:rPr>
          <w:rFonts w:ascii="SeoulNamsan L" w:eastAsia="SeoulNamsan L" w:hAnsi="서울남산체 L" w:cs="Arial"/>
          <w:b/>
          <w:bCs/>
          <w:kern w:val="0"/>
          <w:sz w:val="16"/>
          <w:szCs w:val="16"/>
        </w:rPr>
        <w:t>웹</w:t>
      </w:r>
      <w:r w:rsidR="00E163E1" w:rsidRPr="005A139E">
        <w:rPr>
          <w:rFonts w:ascii="SeoulNamsan L" w:eastAsia="SeoulNamsan L" w:hAnsi="서울남산체 L" w:cs="Arial" w:hint="eastAsia"/>
          <w:b/>
          <w:bCs/>
          <w:kern w:val="0"/>
          <w:sz w:val="16"/>
          <w:szCs w:val="16"/>
        </w:rPr>
        <w:t xml:space="preserve">사이트와 </w:t>
      </w:r>
      <w:r w:rsidR="005A6495" w:rsidRPr="005A139E">
        <w:rPr>
          <w:rFonts w:ascii="SeoulNamsan L" w:eastAsia="SeoulNamsan L" w:hAnsi="서울남산체 L" w:cs="Arial"/>
          <w:b/>
          <w:bCs/>
          <w:kern w:val="0"/>
          <w:sz w:val="16"/>
          <w:szCs w:val="16"/>
        </w:rPr>
        <w:t>7</w:t>
      </w:r>
      <w:r w:rsidR="005A6495" w:rsidRPr="005A139E">
        <w:rPr>
          <w:rFonts w:ascii="SeoulNamsan L" w:eastAsia="SeoulNamsan L" w:hAnsi="서울남산체 L" w:cs="Arial" w:hint="eastAsia"/>
          <w:b/>
          <w:bCs/>
          <w:kern w:val="0"/>
          <w:sz w:val="16"/>
          <w:szCs w:val="16"/>
        </w:rPr>
        <w:t xml:space="preserve">월 </w:t>
      </w:r>
      <w:r w:rsidR="007D71F6" w:rsidRPr="005A139E">
        <w:rPr>
          <w:rFonts w:ascii="SeoulNamsan L" w:eastAsia="SeoulNamsan L" w:hAnsi="서울남산체 L" w:cs="Arial"/>
          <w:b/>
          <w:bCs/>
          <w:kern w:val="0"/>
          <w:sz w:val="16"/>
          <w:szCs w:val="16"/>
        </w:rPr>
        <w:t>영</w:t>
      </w:r>
      <w:r w:rsidR="007D71F6" w:rsidRPr="005A139E">
        <w:rPr>
          <w:rFonts w:ascii="SeoulNamsan L" w:eastAsia="SeoulNamsan L" w:hAnsi="서울남산체 L" w:cs="Arial" w:hint="eastAsia"/>
          <w:b/>
          <w:bCs/>
          <w:kern w:val="0"/>
          <w:sz w:val="16"/>
          <w:szCs w:val="16"/>
        </w:rPr>
        <w:t xml:space="preserve">화제 </w:t>
      </w:r>
      <w:r w:rsidR="00F56BC1" w:rsidRPr="005A139E">
        <w:rPr>
          <w:rFonts w:ascii="SeoulNamsan L" w:eastAsia="SeoulNamsan L" w:hAnsi="서울남산체 L" w:cs="Arial" w:hint="eastAsia"/>
          <w:b/>
          <w:bCs/>
          <w:kern w:val="0"/>
          <w:sz w:val="16"/>
          <w:szCs w:val="16"/>
        </w:rPr>
        <w:t>기간 중</w:t>
      </w:r>
      <w:r w:rsidR="007D71F6" w:rsidRPr="005A139E">
        <w:rPr>
          <w:rFonts w:ascii="SeoulNamsan L" w:eastAsia="SeoulNamsan L" w:hAnsi="서울남산체 L" w:cs="Arial" w:hint="eastAsia"/>
          <w:b/>
          <w:bCs/>
          <w:kern w:val="0"/>
          <w:sz w:val="16"/>
          <w:szCs w:val="16"/>
        </w:rPr>
        <w:t xml:space="preserve"> </w:t>
      </w:r>
      <w:r w:rsidR="007D71F6" w:rsidRPr="005A139E">
        <w:rPr>
          <w:rFonts w:ascii="SeoulNamsan L" w:eastAsia="SeoulNamsan L" w:hAnsi="서울남산체 L" w:cs="Arial"/>
          <w:b/>
          <w:bCs/>
          <w:kern w:val="0"/>
          <w:sz w:val="16"/>
          <w:szCs w:val="16"/>
        </w:rPr>
        <w:t>공</w:t>
      </w:r>
      <w:r w:rsidR="007D71F6" w:rsidRPr="005A139E">
        <w:rPr>
          <w:rFonts w:ascii="SeoulNamsan L" w:eastAsia="SeoulNamsan L" w:hAnsi="서울남산체 L" w:cs="Arial" w:hint="eastAsia"/>
          <w:b/>
          <w:bCs/>
          <w:kern w:val="0"/>
          <w:sz w:val="16"/>
          <w:szCs w:val="16"/>
        </w:rPr>
        <w:t xml:space="preserve">식 </w:t>
      </w:r>
      <w:r w:rsidR="007D71F6" w:rsidRPr="005A139E">
        <w:rPr>
          <w:rFonts w:ascii="SeoulNamsan L" w:eastAsia="SeoulNamsan L" w:hAnsi="서울남산체 L" w:cs="Arial"/>
          <w:b/>
          <w:bCs/>
          <w:kern w:val="0"/>
          <w:sz w:val="16"/>
          <w:szCs w:val="16"/>
        </w:rPr>
        <w:t>상</w:t>
      </w:r>
      <w:r w:rsidR="007D71F6" w:rsidRPr="005A139E">
        <w:rPr>
          <w:rFonts w:ascii="SeoulNamsan L" w:eastAsia="SeoulNamsan L" w:hAnsi="서울남산체 L" w:cs="Arial" w:hint="eastAsia"/>
          <w:b/>
          <w:bCs/>
          <w:kern w:val="0"/>
          <w:sz w:val="16"/>
          <w:szCs w:val="16"/>
        </w:rPr>
        <w:t xml:space="preserve">영관에서 </w:t>
      </w:r>
      <w:r w:rsidR="007D71F6" w:rsidRPr="005A139E">
        <w:rPr>
          <w:rFonts w:ascii="SeoulNamsan L" w:eastAsia="SeoulNamsan L" w:hAnsi="서울남산체 L" w:cs="Arial"/>
          <w:b/>
          <w:bCs/>
          <w:kern w:val="0"/>
          <w:sz w:val="16"/>
          <w:szCs w:val="16"/>
        </w:rPr>
        <w:t>상</w:t>
      </w:r>
      <w:r w:rsidR="00DD118F" w:rsidRPr="005A139E">
        <w:rPr>
          <w:rFonts w:ascii="SeoulNamsan L" w:eastAsia="SeoulNamsan L" w:hAnsi="서울남산체 L" w:cs="Arial" w:hint="eastAsia"/>
          <w:b/>
          <w:bCs/>
          <w:kern w:val="0"/>
          <w:sz w:val="16"/>
          <w:szCs w:val="16"/>
        </w:rPr>
        <w:t>영</w:t>
      </w:r>
      <w:r w:rsidR="00AE1DF9" w:rsidRPr="005A139E">
        <w:rPr>
          <w:rFonts w:ascii="SeoulNamsan L" w:eastAsia="SeoulNamsan L" w:hAnsi="서울남산체 L" w:cs="Arial"/>
          <w:b/>
          <w:bCs/>
          <w:kern w:val="0"/>
          <w:sz w:val="16"/>
          <w:szCs w:val="16"/>
        </w:rPr>
        <w:t>되</w:t>
      </w:r>
      <w:r w:rsidR="00AE1DF9" w:rsidRPr="005A139E">
        <w:rPr>
          <w:rFonts w:ascii="SeoulNamsan L" w:eastAsia="SeoulNamsan L" w:hAnsi="서울남산체 L" w:cs="Arial" w:hint="eastAsia"/>
          <w:b/>
          <w:bCs/>
          <w:kern w:val="0"/>
          <w:sz w:val="16"/>
          <w:szCs w:val="16"/>
        </w:rPr>
        <w:t>며</w:t>
      </w:r>
      <w:r w:rsidR="00E163E1" w:rsidRPr="005A139E">
        <w:rPr>
          <w:rFonts w:ascii="SeoulNamsan L" w:eastAsia="SeoulNamsan L" w:hAnsi="서울남산체 L" w:cs="Arial" w:hint="eastAsia"/>
          <w:b/>
          <w:bCs/>
          <w:kern w:val="0"/>
          <w:sz w:val="16"/>
          <w:szCs w:val="16"/>
        </w:rPr>
        <w:t xml:space="preserve">, 네티즌들은 </w:t>
      </w:r>
      <w:r w:rsidR="00534226" w:rsidRPr="005A139E">
        <w:rPr>
          <w:rFonts w:ascii="SeoulNamsan L" w:eastAsia="SeoulNamsan L" w:hAnsi="서울남산체 L" w:cs="Arial"/>
          <w:b/>
          <w:bCs/>
          <w:kern w:val="0"/>
          <w:sz w:val="16"/>
          <w:szCs w:val="16"/>
        </w:rPr>
        <w:t xml:space="preserve">이 </w:t>
      </w:r>
      <w:r w:rsidR="00F56BC1" w:rsidRPr="005A139E">
        <w:rPr>
          <w:rFonts w:ascii="SeoulNamsan L" w:eastAsia="SeoulNamsan L" w:hAnsi="서울남산체 L" w:cs="Arial" w:hint="eastAsia"/>
          <w:b/>
          <w:bCs/>
          <w:kern w:val="0"/>
          <w:sz w:val="16"/>
          <w:szCs w:val="16"/>
        </w:rPr>
        <w:t>기간 동안</w:t>
      </w:r>
      <w:r w:rsidR="00E163E1" w:rsidRPr="005A139E">
        <w:rPr>
          <w:rFonts w:ascii="SeoulNamsan L" w:eastAsia="SeoulNamsan L" w:hAnsi="서울남산체 L" w:cs="Arial" w:hint="eastAsia"/>
          <w:b/>
          <w:bCs/>
          <w:kern w:val="0"/>
          <w:sz w:val="16"/>
          <w:szCs w:val="16"/>
        </w:rPr>
        <w:t xml:space="preserve"> </w:t>
      </w:r>
      <w:r w:rsidR="00E163E1" w:rsidRPr="005A139E">
        <w:rPr>
          <w:rFonts w:ascii="SeoulNamsan L" w:eastAsia="SeoulNamsan L" w:hAnsi="서울남산체 L" w:cs="Arial"/>
          <w:b/>
          <w:bCs/>
          <w:kern w:val="0"/>
          <w:sz w:val="16"/>
          <w:szCs w:val="16"/>
        </w:rPr>
        <w:t>작</w:t>
      </w:r>
      <w:r w:rsidR="00E163E1" w:rsidRPr="005A139E">
        <w:rPr>
          <w:rFonts w:ascii="SeoulNamsan L" w:eastAsia="SeoulNamsan L" w:hAnsi="서울남산체 L" w:cs="Arial" w:hint="eastAsia"/>
          <w:b/>
          <w:bCs/>
          <w:kern w:val="0"/>
          <w:sz w:val="16"/>
          <w:szCs w:val="16"/>
        </w:rPr>
        <w:t xml:space="preserve">품선정 </w:t>
      </w:r>
      <w:r w:rsidR="00E163E1" w:rsidRPr="005A139E">
        <w:rPr>
          <w:rFonts w:ascii="SeoulNamsan L" w:eastAsia="SeoulNamsan L" w:hAnsi="서울남산체 L" w:cs="Arial"/>
          <w:b/>
          <w:bCs/>
          <w:kern w:val="0"/>
          <w:sz w:val="16"/>
          <w:szCs w:val="16"/>
        </w:rPr>
        <w:t>투</w:t>
      </w:r>
      <w:r w:rsidR="00EA6082" w:rsidRPr="005A139E">
        <w:rPr>
          <w:rFonts w:ascii="SeoulNamsan L" w:eastAsia="SeoulNamsan L" w:hAnsi="서울남산체 L" w:cs="Arial" w:hint="eastAsia"/>
          <w:b/>
          <w:bCs/>
          <w:kern w:val="0"/>
          <w:sz w:val="16"/>
          <w:szCs w:val="16"/>
        </w:rPr>
        <w:t xml:space="preserve">표가 </w:t>
      </w:r>
      <w:r w:rsidR="00EA6082" w:rsidRPr="005A139E">
        <w:rPr>
          <w:rFonts w:ascii="SeoulNamsan L" w:eastAsia="SeoulNamsan L" w:hAnsi="서울남산체 L" w:cs="Arial"/>
          <w:b/>
          <w:bCs/>
          <w:kern w:val="0"/>
          <w:sz w:val="16"/>
          <w:szCs w:val="16"/>
        </w:rPr>
        <w:t>가</w:t>
      </w:r>
      <w:r w:rsidR="00EA6082" w:rsidRPr="005A139E">
        <w:rPr>
          <w:rFonts w:ascii="SeoulNamsan L" w:eastAsia="SeoulNamsan L" w:hAnsi="서울남산체 L" w:cs="Arial" w:hint="eastAsia"/>
          <w:b/>
          <w:bCs/>
          <w:kern w:val="0"/>
          <w:sz w:val="16"/>
          <w:szCs w:val="16"/>
        </w:rPr>
        <w:t>능하다.</w:t>
      </w:r>
      <w:r w:rsidR="00EA6082" w:rsidRPr="005A139E">
        <w:rPr>
          <w:rFonts w:ascii="SeoulNamsan L" w:eastAsia="SeoulNamsan L" w:hAnsi="서울남산체 L" w:cs="Arial"/>
          <w:b/>
          <w:bCs/>
          <w:kern w:val="0"/>
          <w:sz w:val="16"/>
          <w:szCs w:val="16"/>
        </w:rPr>
        <w:t xml:space="preserve"> </w:t>
      </w:r>
    </w:p>
    <w:p w14:paraId="1B4677F2" w14:textId="77777777" w:rsidR="008E2139" w:rsidRPr="005A139E" w:rsidRDefault="008E2139" w:rsidP="00FD0605">
      <w:pPr>
        <w:wordWrap/>
        <w:adjustRightInd w:val="0"/>
        <w:snapToGrid w:val="0"/>
        <w:spacing w:line="276" w:lineRule="auto"/>
        <w:ind w:left="594"/>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xml:space="preserve">  The selected films will be screened </w:t>
      </w:r>
      <w:r w:rsidR="007D71F6" w:rsidRPr="005A139E">
        <w:rPr>
          <w:rFonts w:ascii="SeoulNamsan L" w:eastAsia="SeoulNamsan L" w:hAnsi="서울남산체 L" w:cs="Arial"/>
          <w:kern w:val="0"/>
          <w:sz w:val="16"/>
          <w:szCs w:val="16"/>
          <w:lang w:val="en-GB"/>
        </w:rPr>
        <w:t xml:space="preserve">both </w:t>
      </w:r>
      <w:r w:rsidRPr="005A139E">
        <w:rPr>
          <w:rFonts w:ascii="SeoulNamsan L" w:eastAsia="SeoulNamsan L" w:hAnsi="서울남산체 L" w:cs="Arial"/>
          <w:kern w:val="0"/>
          <w:sz w:val="16"/>
          <w:szCs w:val="16"/>
        </w:rPr>
        <w:t>in</w:t>
      </w:r>
      <w:r w:rsidR="007D71F6" w:rsidRPr="005A139E">
        <w:rPr>
          <w:rFonts w:ascii="SeoulNamsan L" w:eastAsia="SeoulNamsan L" w:hAnsi="서울남산체 L" w:cs="Arial"/>
          <w:kern w:val="0"/>
          <w:sz w:val="16"/>
          <w:szCs w:val="16"/>
        </w:rPr>
        <w:t xml:space="preserve"> </w:t>
      </w:r>
      <w:r w:rsidRPr="005A139E">
        <w:rPr>
          <w:rFonts w:ascii="SeoulNamsan L" w:eastAsia="SeoulNamsan L" w:hAnsi="서울남산체 L" w:cs="Arial"/>
          <w:kern w:val="0"/>
          <w:sz w:val="16"/>
          <w:szCs w:val="16"/>
        </w:rPr>
        <w:t>theaters during the festival.</w:t>
      </w:r>
      <w:r w:rsidR="00AF2CFA" w:rsidRPr="005A139E">
        <w:rPr>
          <w:rFonts w:ascii="SeoulNamsan L" w:eastAsia="SeoulNamsan L" w:hAnsi="서울남산체 L" w:cs="Arial"/>
          <w:kern w:val="0"/>
          <w:sz w:val="16"/>
          <w:szCs w:val="16"/>
        </w:rPr>
        <w:t xml:space="preserve"> As for the SICAF </w:t>
      </w:r>
      <w:r w:rsidR="00F56BC1">
        <w:rPr>
          <w:rFonts w:ascii="SeoulNamsan L" w:eastAsia="SeoulNamsan L" w:hAnsi="서울남산체 L" w:cs="Arial" w:hint="eastAsia"/>
          <w:kern w:val="0"/>
          <w:sz w:val="16"/>
          <w:szCs w:val="16"/>
        </w:rPr>
        <w:t>Student Short Film,</w:t>
      </w:r>
      <w:r w:rsidRPr="005A139E">
        <w:rPr>
          <w:rFonts w:ascii="SeoulNamsan L" w:eastAsia="SeoulNamsan L" w:hAnsi="서울남산체 L" w:cs="Arial"/>
          <w:kern w:val="0"/>
          <w:sz w:val="16"/>
          <w:szCs w:val="16"/>
        </w:rPr>
        <w:t xml:space="preserve"> the selected will be accessible on the SICAF official website and SICAF's official partner websites </w:t>
      </w:r>
      <w:r w:rsidR="005177AA" w:rsidRPr="005A139E">
        <w:rPr>
          <w:rFonts w:ascii="SeoulNamsan L" w:eastAsia="SeoulNamsan L" w:hAnsi="서울남산체 L" w:cs="Arial"/>
          <w:kern w:val="0"/>
          <w:sz w:val="16"/>
          <w:szCs w:val="16"/>
        </w:rPr>
        <w:t>from the beginning of April 2016</w:t>
      </w:r>
      <w:r w:rsidRPr="005A139E">
        <w:rPr>
          <w:rFonts w:ascii="SeoulNamsan L" w:eastAsia="SeoulNamsan L" w:hAnsi="서울남산체 L" w:cs="Arial"/>
          <w:kern w:val="0"/>
          <w:sz w:val="16"/>
          <w:szCs w:val="16"/>
        </w:rPr>
        <w:t xml:space="preserve">, and screened in theatres during Festival period. Netizens can vote online during this period. </w:t>
      </w:r>
    </w:p>
    <w:p w14:paraId="79744F75" w14:textId="77777777" w:rsidR="003D075C" w:rsidRPr="005A139E" w:rsidRDefault="003D075C" w:rsidP="004F6CEE">
      <w:pPr>
        <w:wordWrap/>
        <w:adjustRightInd w:val="0"/>
        <w:snapToGrid w:val="0"/>
        <w:spacing w:line="276" w:lineRule="auto"/>
        <w:jc w:val="left"/>
        <w:rPr>
          <w:rFonts w:ascii="SeoulNamsan L" w:eastAsia="SeoulNamsan L" w:hAnsi="서울남산체 L" w:cs="Arial"/>
          <w:kern w:val="0"/>
          <w:sz w:val="16"/>
          <w:szCs w:val="16"/>
        </w:rPr>
      </w:pPr>
    </w:p>
    <w:p w14:paraId="7E1945D1" w14:textId="77777777" w:rsidR="00B05866" w:rsidRPr="005A139E" w:rsidRDefault="004D486B" w:rsidP="00B05866">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rPr>
        <w:t>I</w:t>
      </w:r>
      <w:r w:rsidR="003D075C" w:rsidRPr="005A139E">
        <w:rPr>
          <w:rFonts w:ascii="SeoulNamsan L" w:eastAsia="SeoulNamsan L" w:hAnsi="서울남산체 L" w:cs="Arial" w:hint="eastAsia"/>
          <w:b/>
          <w:bCs/>
          <w:kern w:val="0"/>
          <w:sz w:val="16"/>
          <w:szCs w:val="16"/>
        </w:rPr>
        <w:t>. 홍보목적의 활용</w:t>
      </w:r>
      <w:r w:rsidR="00B05866" w:rsidRPr="005A139E">
        <w:rPr>
          <w:rFonts w:ascii="SeoulNamsan L" w:eastAsia="SeoulNamsan L" w:hAnsi="서울남산체 L" w:cs="Arial"/>
          <w:b/>
          <w:bCs/>
          <w:kern w:val="0"/>
          <w:sz w:val="16"/>
          <w:szCs w:val="16"/>
          <w:lang w:val="en-GB"/>
        </w:rPr>
        <w:t xml:space="preserve"> </w:t>
      </w:r>
      <w:r w:rsidR="00B05866" w:rsidRPr="005A139E">
        <w:rPr>
          <w:rFonts w:ascii="SeoulNamsan L" w:eastAsia="SeoulNamsan L" w:hAnsi="서울남산체 L" w:cs="Arial"/>
          <w:b/>
          <w:bCs/>
          <w:kern w:val="0"/>
          <w:sz w:val="16"/>
          <w:szCs w:val="16"/>
        </w:rPr>
        <w:t xml:space="preserve">Promotional Use </w:t>
      </w:r>
    </w:p>
    <w:p w14:paraId="2A986F1E" w14:textId="77777777" w:rsidR="006F0084" w:rsidRPr="005A139E" w:rsidRDefault="00FB5054" w:rsidP="00FD0605">
      <w:pPr>
        <w:wordWrap/>
        <w:adjustRightInd w:val="0"/>
        <w:snapToGrid w:val="0"/>
        <w:spacing w:line="276" w:lineRule="auto"/>
        <w:ind w:left="396"/>
        <w:jc w:val="left"/>
        <w:rPr>
          <w:rFonts w:ascii="SeoulNamsan L" w:eastAsia="SeoulNamsan L" w:hAnsi="서울남산체 L" w:cs="Arial"/>
          <w:b/>
          <w:kern w:val="0"/>
          <w:sz w:val="16"/>
          <w:szCs w:val="16"/>
        </w:rPr>
      </w:pPr>
      <w:r w:rsidRPr="005A139E">
        <w:rPr>
          <w:rFonts w:ascii="SeoulNamsan L" w:eastAsia="SeoulNamsan L" w:hAnsi="서울남산체 L" w:cs="Arial" w:hint="eastAsia"/>
          <w:b/>
          <w:bCs/>
          <w:kern w:val="0"/>
          <w:sz w:val="16"/>
          <w:szCs w:val="16"/>
        </w:rPr>
        <w:t xml:space="preserve">   </w:t>
      </w:r>
      <w:r w:rsidR="003D075C" w:rsidRPr="005A139E">
        <w:rPr>
          <w:rFonts w:ascii="SeoulNamsan L" w:eastAsia="SeoulNamsan L" w:hAnsi="서울남산체 L" w:cs="Arial" w:hint="eastAsia"/>
          <w:b/>
          <w:kern w:val="0"/>
          <w:sz w:val="16"/>
          <w:szCs w:val="16"/>
        </w:rPr>
        <w:t xml:space="preserve">- 출품신청서에 명시되지 않은 경우, SICAF 조직위원회는 영화제의 홍보를 위해서 출품작의 일부를 TV, 극장 및 인터넷 매체를 </w:t>
      </w:r>
    </w:p>
    <w:p w14:paraId="34EBA60B" w14:textId="77777777" w:rsidR="003D075C" w:rsidRPr="005A139E" w:rsidRDefault="006F0084" w:rsidP="00FD0605">
      <w:pPr>
        <w:wordWrap/>
        <w:adjustRightInd w:val="0"/>
        <w:snapToGrid w:val="0"/>
        <w:spacing w:line="276" w:lineRule="auto"/>
        <w:ind w:left="396"/>
        <w:jc w:val="left"/>
        <w:rPr>
          <w:rFonts w:ascii="SeoulNamsan L" w:eastAsia="SeoulNamsan L" w:hAnsi="서울남산체 L" w:cs="Arial"/>
          <w:b/>
          <w:kern w:val="0"/>
          <w:sz w:val="16"/>
          <w:szCs w:val="16"/>
        </w:rPr>
      </w:pPr>
      <w:r w:rsidRPr="005A139E">
        <w:rPr>
          <w:rFonts w:ascii="SeoulNamsan L" w:eastAsia="SeoulNamsan L" w:hAnsi="서울남산체 L" w:cs="Arial"/>
          <w:b/>
          <w:kern w:val="0"/>
          <w:sz w:val="16"/>
          <w:szCs w:val="16"/>
        </w:rPr>
        <w:t xml:space="preserve">     </w:t>
      </w:r>
      <w:r w:rsidR="003D075C" w:rsidRPr="005A139E">
        <w:rPr>
          <w:rFonts w:ascii="SeoulNamsan L" w:eastAsia="SeoulNamsan L" w:hAnsi="서울남산체 L" w:cs="Arial" w:hint="eastAsia"/>
          <w:b/>
          <w:kern w:val="0"/>
          <w:sz w:val="16"/>
          <w:szCs w:val="16"/>
        </w:rPr>
        <w:t>통해 공개할 수 있으며, 이 경우 상영분량은 전체의 10%, 3분 이내로 한다.</w:t>
      </w:r>
    </w:p>
    <w:p w14:paraId="4F4DCD29" w14:textId="72A66D03" w:rsidR="006F0084" w:rsidRPr="005A139E" w:rsidRDefault="003D075C" w:rsidP="00FD0605">
      <w:pPr>
        <w:wordWrap/>
        <w:adjustRightInd w:val="0"/>
        <w:snapToGrid w:val="0"/>
        <w:spacing w:line="276" w:lineRule="auto"/>
        <w:ind w:left="594"/>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 xml:space="preserve">- 출품신청서에 명시되지 않은 경우, SICAF 조직위원회는 영화제 </w:t>
      </w:r>
      <w:r w:rsidR="008639ED" w:rsidRPr="005A139E">
        <w:rPr>
          <w:rFonts w:ascii="SeoulNamsan L" w:eastAsia="SeoulNamsan L" w:hAnsi="서울남산체 L" w:cs="Arial" w:hint="eastAsia"/>
          <w:b/>
          <w:kern w:val="0"/>
          <w:sz w:val="16"/>
          <w:szCs w:val="16"/>
          <w:lang w:val="en-GB"/>
        </w:rPr>
        <w:t>기간 내</w:t>
      </w:r>
      <w:r w:rsidR="008369A5" w:rsidRPr="005A139E">
        <w:rPr>
          <w:rFonts w:ascii="SeoulNamsan L" w:eastAsia="SeoulNamsan L" w:hAnsi="서울남산체 L" w:cs="Arial" w:hint="eastAsia"/>
          <w:b/>
          <w:kern w:val="0"/>
          <w:sz w:val="16"/>
          <w:szCs w:val="16"/>
          <w:lang w:val="en-GB"/>
        </w:rPr>
        <w:t xml:space="preserve"> </w:t>
      </w:r>
      <w:r w:rsidR="008369A5" w:rsidRPr="005A139E">
        <w:rPr>
          <w:rFonts w:ascii="SeoulNamsan L" w:eastAsia="SeoulNamsan L" w:hAnsi="서울남산체 L" w:cs="Arial"/>
          <w:b/>
          <w:kern w:val="0"/>
          <w:sz w:val="16"/>
          <w:szCs w:val="16"/>
        </w:rPr>
        <w:t>개</w:t>
      </w:r>
      <w:r w:rsidR="008369A5" w:rsidRPr="005A139E">
        <w:rPr>
          <w:rFonts w:ascii="SeoulNamsan L" w:eastAsia="SeoulNamsan L" w:hAnsi="서울남산체 L" w:cs="Arial" w:hint="eastAsia"/>
          <w:b/>
          <w:kern w:val="0"/>
          <w:sz w:val="16"/>
          <w:szCs w:val="16"/>
        </w:rPr>
        <w:t xml:space="preserve">최될 </w:t>
      </w:r>
      <w:r w:rsidRPr="005A139E">
        <w:rPr>
          <w:rFonts w:ascii="SeoulNamsan L" w:eastAsia="SeoulNamsan L" w:hAnsi="서울남산체 L" w:cs="Arial" w:hint="eastAsia"/>
          <w:b/>
          <w:kern w:val="0"/>
          <w:sz w:val="16"/>
          <w:szCs w:val="16"/>
        </w:rPr>
        <w:t>“</w:t>
      </w:r>
      <w:r w:rsidR="007D31F8">
        <w:rPr>
          <w:rFonts w:ascii="SeoulNamsan L" w:eastAsia="SeoulNamsan L" w:hAnsi="서울남산체 L" w:cs="Arial"/>
          <w:kern w:val="0"/>
          <w:sz w:val="16"/>
          <w:szCs w:val="16"/>
        </w:rPr>
        <w:t xml:space="preserve">SICAF </w:t>
      </w:r>
      <w:r w:rsidR="007103E8">
        <w:rPr>
          <w:rFonts w:ascii="SeoulNamsan L" w:eastAsia="SeoulNamsan L" w:hAnsi="서울남산체 L" w:cs="Arial"/>
          <w:kern w:val="0"/>
          <w:sz w:val="16"/>
          <w:szCs w:val="16"/>
        </w:rPr>
        <w:t xml:space="preserve">Fantastical </w:t>
      </w:r>
      <w:r w:rsidRPr="005A139E">
        <w:rPr>
          <w:rFonts w:ascii="SeoulNamsan L" w:eastAsia="SeoulNamsan L" w:hAnsi="서울남산체 L" w:cs="Arial" w:hint="eastAsia"/>
          <w:b/>
          <w:kern w:val="0"/>
          <w:sz w:val="16"/>
          <w:szCs w:val="16"/>
        </w:rPr>
        <w:t xml:space="preserve">” 및 </w:t>
      </w:r>
    </w:p>
    <w:p w14:paraId="76C47D93" w14:textId="77777777" w:rsidR="003D075C" w:rsidRPr="005A139E" w:rsidRDefault="006F0084" w:rsidP="00FD0605">
      <w:pPr>
        <w:wordWrap/>
        <w:adjustRightInd w:val="0"/>
        <w:snapToGrid w:val="0"/>
        <w:spacing w:line="276" w:lineRule="auto"/>
        <w:ind w:left="594"/>
        <w:jc w:val="left"/>
        <w:rPr>
          <w:rFonts w:ascii="SeoulNamsan L" w:eastAsia="SeoulNamsan L" w:hAnsi="서울남산체 L" w:cs="Arial"/>
          <w:b/>
          <w:kern w:val="0"/>
          <w:sz w:val="16"/>
          <w:szCs w:val="16"/>
        </w:rPr>
      </w:pPr>
      <w:r w:rsidRPr="005A139E">
        <w:rPr>
          <w:rFonts w:ascii="SeoulNamsan L" w:eastAsia="SeoulNamsan L" w:hAnsi="서울남산체 L" w:cs="Arial"/>
          <w:b/>
          <w:kern w:val="0"/>
          <w:sz w:val="16"/>
          <w:szCs w:val="16"/>
        </w:rPr>
        <w:t xml:space="preserve">   </w:t>
      </w:r>
      <w:r w:rsidR="003D075C" w:rsidRPr="005A139E">
        <w:rPr>
          <w:rFonts w:ascii="SeoulNamsan L" w:eastAsia="SeoulNamsan L" w:hAnsi="서울남산체 L" w:cs="Arial" w:hint="eastAsia"/>
          <w:b/>
          <w:kern w:val="0"/>
          <w:sz w:val="16"/>
          <w:szCs w:val="16"/>
        </w:rPr>
        <w:t>“</w:t>
      </w:r>
      <w:r w:rsidR="003D075C" w:rsidRPr="005A139E">
        <w:rPr>
          <w:rFonts w:ascii="SeoulNamsan L" w:eastAsia="SeoulNamsan L" w:hAnsi="서울남산체 L" w:cs="Arial"/>
          <w:b/>
          <w:kern w:val="0"/>
          <w:sz w:val="16"/>
          <w:szCs w:val="16"/>
        </w:rPr>
        <w:t>SICAF 20</w:t>
      </w:r>
      <w:r w:rsidR="003D075C" w:rsidRPr="005A139E">
        <w:rPr>
          <w:rFonts w:ascii="SeoulNamsan L" w:eastAsia="SeoulNamsan L" w:hAnsi="서울남산체 L" w:cs="Arial" w:hint="eastAsia"/>
          <w:b/>
          <w:kern w:val="0"/>
          <w:sz w:val="16"/>
          <w:szCs w:val="16"/>
        </w:rPr>
        <w:t>1</w:t>
      </w:r>
      <w:r w:rsidR="00DC42AE" w:rsidRPr="005A139E">
        <w:rPr>
          <w:rFonts w:ascii="SeoulNamsan L" w:eastAsia="SeoulNamsan L" w:hAnsi="서울남산체 L" w:cs="Arial"/>
          <w:b/>
          <w:kern w:val="0"/>
          <w:sz w:val="16"/>
          <w:szCs w:val="16"/>
        </w:rPr>
        <w:t>6</w:t>
      </w:r>
      <w:r w:rsidR="003D075C" w:rsidRPr="005A139E">
        <w:rPr>
          <w:rFonts w:ascii="SeoulNamsan L" w:eastAsia="SeoulNamsan L" w:hAnsi="서울남산체 L" w:cs="Arial" w:hint="eastAsia"/>
          <w:b/>
          <w:kern w:val="0"/>
          <w:sz w:val="16"/>
          <w:szCs w:val="16"/>
        </w:rPr>
        <w:t xml:space="preserve"> 수상작”을 특별상영회에 포함할 수 있다.</w:t>
      </w:r>
    </w:p>
    <w:p w14:paraId="6B126EE1" w14:textId="77777777" w:rsidR="003D075C" w:rsidRPr="005A139E" w:rsidRDefault="003D075C" w:rsidP="00FD0605">
      <w:pPr>
        <w:wordWrap/>
        <w:adjustRightInd w:val="0"/>
        <w:snapToGrid w:val="0"/>
        <w:spacing w:line="276" w:lineRule="auto"/>
        <w:ind w:left="594"/>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 위에 언급한 이외의 활용에 대해서는, SICAF 조직위원회와 출품자의 추후 협의에 따른다.</w:t>
      </w:r>
    </w:p>
    <w:p w14:paraId="3D349EF5" w14:textId="08D2375B" w:rsidR="006F0084" w:rsidRPr="005A139E" w:rsidRDefault="006F0084" w:rsidP="00403F04">
      <w:pPr>
        <w:wordWrap/>
        <w:adjustRightInd w:val="0"/>
        <w:snapToGrid w:val="0"/>
        <w:spacing w:line="276" w:lineRule="auto"/>
        <w:ind w:left="792"/>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Unless otherwise indicated on the entry form, the entrant grants the SICAF Organizing Committee the right to show on television, theater, internet and mobile media for publicity purposes, up to 10% of the running time of his/her work to a maximum of three minutes.</w:t>
      </w:r>
      <w:r w:rsidRPr="005A139E">
        <w:rPr>
          <w:rFonts w:ascii="MS Mincho" w:eastAsia="MS Mincho" w:hAnsi="MS Mincho" w:cs="MS Mincho"/>
          <w:kern w:val="0"/>
          <w:sz w:val="16"/>
          <w:szCs w:val="16"/>
        </w:rPr>
        <w:t> </w:t>
      </w:r>
      <w:r w:rsidRPr="005A139E">
        <w:rPr>
          <w:rFonts w:ascii="SeoulNamsan L" w:eastAsia="SeoulNamsan L" w:hAnsi="서울남산체 L" w:cs="Arial"/>
          <w:kern w:val="0"/>
          <w:sz w:val="16"/>
          <w:szCs w:val="16"/>
        </w:rPr>
        <w:t>- Unless otherwise indicated on the entry form, the entrant grants the SICAF Organizing Committee the right t</w:t>
      </w:r>
      <w:r w:rsidR="008639ED">
        <w:rPr>
          <w:rFonts w:ascii="SeoulNamsan L" w:eastAsia="SeoulNamsan L" w:hAnsi="서울남산체 L" w:cs="Arial"/>
          <w:kern w:val="0"/>
          <w:sz w:val="16"/>
          <w:szCs w:val="16"/>
        </w:rPr>
        <w:t>o screen his/her production in</w:t>
      </w:r>
      <w:r w:rsidRPr="005A139E">
        <w:rPr>
          <w:rFonts w:ascii="SeoulNamsan L" w:eastAsia="SeoulNamsan L" w:hAnsi="서울남산체 L" w:cs="Arial"/>
          <w:kern w:val="0"/>
          <w:sz w:val="16"/>
          <w:szCs w:val="16"/>
        </w:rPr>
        <w:t xml:space="preserve"> "</w:t>
      </w:r>
      <w:r w:rsidR="00506E24">
        <w:rPr>
          <w:rFonts w:ascii="SeoulNamsan L" w:eastAsia="SeoulNamsan L" w:hAnsi="서울남산체 L" w:cs="Arial"/>
          <w:kern w:val="0"/>
          <w:sz w:val="16"/>
          <w:szCs w:val="16"/>
        </w:rPr>
        <w:t xml:space="preserve">SICAF </w:t>
      </w:r>
      <w:r w:rsidR="00FC3763">
        <w:rPr>
          <w:rFonts w:ascii="SeoulNamsan L" w:eastAsia="SeoulNamsan L" w:hAnsi="서울남산체 L" w:cs="Arial"/>
          <w:kern w:val="0"/>
          <w:sz w:val="16"/>
          <w:szCs w:val="16"/>
        </w:rPr>
        <w:t>Fantastical</w:t>
      </w:r>
      <w:r w:rsidR="00506E24">
        <w:rPr>
          <w:rFonts w:ascii="SeoulNamsan L" w:eastAsia="SeoulNamsan L" w:hAnsi="서울남산체 L" w:cs="Arial"/>
          <w:kern w:val="0"/>
          <w:sz w:val="16"/>
          <w:szCs w:val="16"/>
        </w:rPr>
        <w:t xml:space="preserve"> </w:t>
      </w:r>
      <w:r w:rsidRPr="005A139E">
        <w:rPr>
          <w:rFonts w:ascii="SeoulNamsan L" w:eastAsia="SeoulNamsan L" w:hAnsi="서울남산체 L" w:cs="Arial"/>
          <w:kern w:val="0"/>
          <w:sz w:val="16"/>
          <w:szCs w:val="16"/>
        </w:rPr>
        <w:t xml:space="preserve">" &amp; </w:t>
      </w:r>
      <w:r w:rsidRPr="005A139E">
        <w:rPr>
          <w:rFonts w:ascii="SeoulNamsan L" w:eastAsia="SeoulNamsan L" w:hAnsi="서울남산체 L" w:cs="Arial"/>
          <w:kern w:val="0"/>
          <w:sz w:val="16"/>
          <w:szCs w:val="16"/>
        </w:rPr>
        <w:t>“</w:t>
      </w:r>
      <w:r w:rsidR="00881C80" w:rsidRPr="005A139E">
        <w:rPr>
          <w:rFonts w:ascii="SeoulNamsan L" w:eastAsia="SeoulNamsan L" w:hAnsi="서울남산체 L" w:cs="Arial"/>
          <w:kern w:val="0"/>
          <w:sz w:val="16"/>
          <w:szCs w:val="16"/>
        </w:rPr>
        <w:t>SICAF 2016</w:t>
      </w:r>
      <w:r w:rsidRPr="005A139E">
        <w:rPr>
          <w:rFonts w:ascii="SeoulNamsan L" w:eastAsia="SeoulNamsan L" w:hAnsi="서울남산체 L" w:cs="Arial"/>
          <w:kern w:val="0"/>
          <w:sz w:val="16"/>
          <w:szCs w:val="16"/>
        </w:rPr>
        <w:t xml:space="preserve"> Awards</w:t>
      </w:r>
      <w:r w:rsidRPr="005A139E">
        <w:rPr>
          <w:rFonts w:ascii="SeoulNamsan L" w:eastAsia="SeoulNamsan L" w:hAnsi="서울남산체 L" w:cs="Arial"/>
          <w:kern w:val="0"/>
          <w:sz w:val="16"/>
          <w:szCs w:val="16"/>
        </w:rPr>
        <w:t>”</w:t>
      </w:r>
      <w:r w:rsidR="00EE0F0B" w:rsidRPr="005A139E">
        <w:rPr>
          <w:rFonts w:ascii="SeoulNamsan L" w:eastAsia="SeoulNamsan L" w:hAnsi="서울남산체 L" w:cs="Arial"/>
          <w:kern w:val="0"/>
          <w:sz w:val="16"/>
          <w:szCs w:val="16"/>
        </w:rPr>
        <w:t xml:space="preserve"> programs to be screened </w:t>
      </w:r>
      <w:r w:rsidR="00EE0F0B" w:rsidRPr="005A139E">
        <w:rPr>
          <w:rFonts w:ascii="SeoulNamsan L" w:eastAsia="SeoulNamsan L" w:hAnsi="서울남산체 L" w:cs="Arial"/>
          <w:kern w:val="0"/>
          <w:sz w:val="16"/>
          <w:szCs w:val="16"/>
          <w:lang w:val="en-GB"/>
        </w:rPr>
        <w:t>during</w:t>
      </w:r>
      <w:r w:rsidRPr="005A139E">
        <w:rPr>
          <w:rFonts w:ascii="SeoulNamsan L" w:eastAsia="SeoulNamsan L" w:hAnsi="서울남산체 L" w:cs="Arial"/>
          <w:kern w:val="0"/>
          <w:sz w:val="16"/>
          <w:szCs w:val="16"/>
        </w:rPr>
        <w:t xml:space="preserve"> the festival. </w:t>
      </w:r>
    </w:p>
    <w:p w14:paraId="26C2E22A" w14:textId="77777777" w:rsidR="006F0084" w:rsidRPr="005A139E" w:rsidRDefault="009B4D69" w:rsidP="00403F04">
      <w:pPr>
        <w:wordWrap/>
        <w:adjustRightInd w:val="0"/>
        <w:snapToGrid w:val="0"/>
        <w:spacing w:line="276" w:lineRule="auto"/>
        <w:ind w:left="792"/>
        <w:jc w:val="left"/>
        <w:rPr>
          <w:rFonts w:ascii="SeoulNamsan L" w:eastAsia="SeoulNamsan L" w:hAnsi="서울남산체 L" w:cs="Arial"/>
          <w:kern w:val="0"/>
          <w:sz w:val="16"/>
          <w:szCs w:val="16"/>
        </w:rPr>
      </w:pPr>
      <w:r>
        <w:rPr>
          <w:rFonts w:ascii="SeoulNamsan L" w:eastAsia="SeoulNamsan L" w:hAnsi="서울남산체 L" w:cs="Arial"/>
          <w:kern w:val="0"/>
          <w:sz w:val="16"/>
          <w:szCs w:val="16"/>
        </w:rPr>
        <w:t xml:space="preserve">- </w:t>
      </w:r>
      <w:r w:rsidR="006F0084" w:rsidRPr="005A139E">
        <w:rPr>
          <w:rFonts w:ascii="SeoulNamsan L" w:eastAsia="SeoulNamsan L" w:hAnsi="서울남산체 L" w:cs="Arial"/>
          <w:kern w:val="0"/>
          <w:sz w:val="16"/>
          <w:szCs w:val="16"/>
        </w:rPr>
        <w:t xml:space="preserve">Any other proposed use outside of the Festival will be referred by the SICAF Organizing Committee to the producer for direct negotiation. </w:t>
      </w:r>
    </w:p>
    <w:p w14:paraId="1D6B31D6" w14:textId="77777777" w:rsidR="003D075C" w:rsidRPr="005A139E" w:rsidRDefault="003D075C" w:rsidP="001A6090">
      <w:pPr>
        <w:wordWrap/>
        <w:adjustRightInd w:val="0"/>
        <w:snapToGrid w:val="0"/>
        <w:spacing w:line="276" w:lineRule="auto"/>
        <w:jc w:val="left"/>
        <w:rPr>
          <w:rFonts w:ascii="SeoulNamsan L" w:eastAsia="SeoulNamsan L" w:hAnsi="서울남산체 L" w:cs="Arial"/>
          <w:bCs/>
          <w:kern w:val="0"/>
          <w:sz w:val="16"/>
          <w:szCs w:val="16"/>
        </w:rPr>
      </w:pPr>
    </w:p>
    <w:p w14:paraId="3463AAA5" w14:textId="77777777" w:rsidR="003D075C" w:rsidRPr="005A139E" w:rsidRDefault="004D486B" w:rsidP="003D07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b/>
          <w:bCs/>
          <w:kern w:val="0"/>
          <w:sz w:val="16"/>
          <w:szCs w:val="16"/>
          <w:lang w:val="en-GB"/>
        </w:rPr>
        <w:t>J</w:t>
      </w:r>
      <w:r w:rsidR="003D075C" w:rsidRPr="005A139E">
        <w:rPr>
          <w:rFonts w:ascii="SeoulNamsan L" w:eastAsia="SeoulNamsan L" w:hAnsi="서울남산체 L" w:cs="Arial" w:hint="eastAsia"/>
          <w:b/>
          <w:bCs/>
          <w:kern w:val="0"/>
          <w:sz w:val="16"/>
          <w:szCs w:val="16"/>
        </w:rPr>
        <w:t xml:space="preserve">. 작품 </w:t>
      </w:r>
      <w:r w:rsidR="003D075C" w:rsidRPr="005A139E">
        <w:rPr>
          <w:rFonts w:ascii="SeoulNamsan L" w:eastAsia="SeoulNamsan L" w:hAnsi="서울남산체 L" w:cs="Arial"/>
          <w:b/>
          <w:bCs/>
          <w:kern w:val="0"/>
          <w:sz w:val="16"/>
          <w:szCs w:val="16"/>
        </w:rPr>
        <w:t>기증</w:t>
      </w:r>
      <w:r w:rsidR="003D075C" w:rsidRPr="005A139E">
        <w:rPr>
          <w:rFonts w:ascii="SeoulNamsan L" w:eastAsia="SeoulNamsan L" w:hAnsi="서울남산체 L" w:cs="Arial" w:hint="eastAsia"/>
          <w:b/>
          <w:bCs/>
          <w:kern w:val="0"/>
          <w:sz w:val="16"/>
          <w:szCs w:val="16"/>
        </w:rPr>
        <w:t xml:space="preserve"> 및 </w:t>
      </w:r>
      <w:r w:rsidR="003D075C" w:rsidRPr="005A139E">
        <w:rPr>
          <w:rFonts w:ascii="SeoulNamsan L" w:eastAsia="SeoulNamsan L" w:hAnsi="서울남산체 L" w:cs="Arial"/>
          <w:b/>
          <w:bCs/>
          <w:kern w:val="0"/>
          <w:sz w:val="16"/>
          <w:szCs w:val="16"/>
        </w:rPr>
        <w:t>반환</w:t>
      </w:r>
    </w:p>
    <w:p w14:paraId="6E9655DA" w14:textId="77777777" w:rsidR="003D075C" w:rsidRPr="005A139E" w:rsidRDefault="003D075C" w:rsidP="003D075C">
      <w:pPr>
        <w:wordWrap/>
        <w:adjustRightInd w:val="0"/>
        <w:snapToGrid w:val="0"/>
        <w:spacing w:line="276" w:lineRule="auto"/>
        <w:ind w:left="198"/>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SICAF 조</w:t>
      </w:r>
      <w:r w:rsidRPr="005A139E">
        <w:rPr>
          <w:rFonts w:ascii="SeoulNamsan L" w:eastAsia="SeoulNamsan L" w:hAnsi="서울남산체 L" w:cs="Arial"/>
          <w:b/>
          <w:kern w:val="0"/>
          <w:sz w:val="16"/>
          <w:szCs w:val="16"/>
        </w:rPr>
        <w:t>직위원</w:t>
      </w:r>
      <w:r w:rsidRPr="005A139E">
        <w:rPr>
          <w:rFonts w:ascii="SeoulNamsan L" w:eastAsia="SeoulNamsan L" w:hAnsi="서울남산체 L" w:cs="Arial" w:hint="eastAsia"/>
          <w:b/>
          <w:kern w:val="0"/>
          <w:sz w:val="16"/>
          <w:szCs w:val="16"/>
        </w:rPr>
        <w:t>회</w:t>
      </w:r>
      <w:r w:rsidRPr="005A139E">
        <w:rPr>
          <w:rFonts w:ascii="SeoulNamsan L" w:eastAsia="SeoulNamsan L" w:hAnsi="서울남산체 L" w:cs="Arial"/>
          <w:b/>
          <w:kern w:val="0"/>
          <w:sz w:val="16"/>
          <w:szCs w:val="16"/>
        </w:rPr>
        <w:t xml:space="preserve">는 </w:t>
      </w:r>
      <w:r w:rsidRPr="005A139E">
        <w:rPr>
          <w:rFonts w:ascii="SeoulNamsan L" w:eastAsia="SeoulNamsan L" w:hAnsi="서울남산체 L" w:cs="Arial" w:hint="eastAsia"/>
          <w:b/>
          <w:kern w:val="0"/>
          <w:sz w:val="16"/>
          <w:szCs w:val="16"/>
        </w:rPr>
        <w:t>수</w:t>
      </w:r>
      <w:r w:rsidRPr="005A139E">
        <w:rPr>
          <w:rFonts w:ascii="SeoulNamsan L" w:eastAsia="SeoulNamsan L" w:hAnsi="서울남산체 L" w:cs="Arial"/>
          <w:b/>
          <w:kern w:val="0"/>
          <w:sz w:val="16"/>
          <w:szCs w:val="16"/>
        </w:rPr>
        <w:t xml:space="preserve">상작 및 본선진출작의 </w:t>
      </w:r>
      <w:r w:rsidRPr="005A139E">
        <w:rPr>
          <w:rFonts w:ascii="SeoulNamsan L" w:eastAsia="SeoulNamsan L" w:hAnsi="서울남산체 L" w:cs="Arial" w:hint="eastAsia"/>
          <w:b/>
          <w:kern w:val="0"/>
          <w:sz w:val="16"/>
          <w:szCs w:val="16"/>
        </w:rPr>
        <w:t>사</w:t>
      </w:r>
      <w:r w:rsidRPr="005A139E">
        <w:rPr>
          <w:rFonts w:ascii="SeoulNamsan L" w:eastAsia="SeoulNamsan L" w:hAnsi="서울남산체 L" w:cs="Arial"/>
          <w:b/>
          <w:kern w:val="0"/>
          <w:sz w:val="16"/>
          <w:szCs w:val="16"/>
        </w:rPr>
        <w:t xml:space="preserve">본 기증을 환영한다. </w:t>
      </w:r>
    </w:p>
    <w:p w14:paraId="18688B34" w14:textId="77777777" w:rsidR="005030FF" w:rsidRPr="005A139E" w:rsidRDefault="005030FF" w:rsidP="005030FF">
      <w:pPr>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xml:space="preserve">   The SICAF Organizing Committee gratefully accepts donations of prints of award-winning films and films in competition to the festival.</w:t>
      </w:r>
    </w:p>
    <w:p w14:paraId="7DB0F8DE" w14:textId="77777777" w:rsidR="003D075C" w:rsidRPr="005A139E" w:rsidRDefault="003D075C" w:rsidP="008534E2">
      <w:pPr>
        <w:wordWrap/>
        <w:adjustRightInd w:val="0"/>
        <w:snapToGrid w:val="0"/>
        <w:spacing w:line="276" w:lineRule="auto"/>
        <w:jc w:val="left"/>
        <w:rPr>
          <w:rFonts w:ascii="SeoulNamsan L" w:eastAsia="SeoulNamsan L" w:hAnsi="서울남산체 L" w:cs="Arial"/>
          <w:kern w:val="0"/>
          <w:sz w:val="16"/>
          <w:szCs w:val="16"/>
        </w:rPr>
      </w:pPr>
    </w:p>
    <w:p w14:paraId="09485895" w14:textId="77777777" w:rsidR="005030FF" w:rsidRPr="005A139E" w:rsidRDefault="004D486B" w:rsidP="005030FF">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rPr>
        <w:t>K</w:t>
      </w:r>
      <w:r w:rsidR="003D075C" w:rsidRPr="005A139E">
        <w:rPr>
          <w:rFonts w:ascii="SeoulNamsan L" w:eastAsia="SeoulNamsan L" w:hAnsi="서울남산체 L" w:cs="Arial" w:hint="eastAsia"/>
          <w:b/>
          <w:bCs/>
          <w:kern w:val="0"/>
          <w:sz w:val="16"/>
          <w:szCs w:val="16"/>
        </w:rPr>
        <w:t>. 기타 사항</w:t>
      </w:r>
      <w:r w:rsidR="005030FF" w:rsidRPr="005A139E">
        <w:rPr>
          <w:rFonts w:ascii="SeoulNamsan L" w:eastAsia="SeoulNamsan L" w:hAnsi="서울남산체 L" w:cs="Arial"/>
          <w:b/>
          <w:bCs/>
          <w:kern w:val="0"/>
          <w:sz w:val="16"/>
          <w:szCs w:val="16"/>
        </w:rPr>
        <w:t xml:space="preserve"> Matters not Mentioned in the Regulations </w:t>
      </w:r>
    </w:p>
    <w:p w14:paraId="377B1064" w14:textId="77777777" w:rsidR="003D075C" w:rsidRPr="005A139E" w:rsidRDefault="005030FF" w:rsidP="005030FF">
      <w:pPr>
        <w:wordWrap/>
        <w:adjustRightInd w:val="0"/>
        <w:snapToGrid w:val="0"/>
        <w:spacing w:line="276" w:lineRule="auto"/>
        <w:jc w:val="left"/>
        <w:rPr>
          <w:rFonts w:ascii="SeoulNamsan L" w:eastAsia="SeoulNamsan L" w:hAnsi="서울남산체 L" w:cs="Arial"/>
          <w:b/>
          <w:kern w:val="0"/>
          <w:sz w:val="16"/>
          <w:szCs w:val="16"/>
        </w:rPr>
      </w:pPr>
      <w:r w:rsidRPr="005A139E">
        <w:rPr>
          <w:rFonts w:ascii="SeoulNamsan L" w:eastAsia="SeoulNamsan L" w:hAnsi="서울남산체 L" w:cs="Arial"/>
          <w:b/>
          <w:bCs/>
          <w:kern w:val="0"/>
          <w:sz w:val="16"/>
          <w:szCs w:val="16"/>
        </w:rPr>
        <w:t xml:space="preserve">   </w:t>
      </w:r>
      <w:r w:rsidR="003D075C" w:rsidRPr="005A139E">
        <w:rPr>
          <w:rFonts w:ascii="SeoulNamsan L" w:eastAsia="SeoulNamsan L" w:hAnsi="서울남산체 L" w:cs="Arial" w:hint="eastAsia"/>
          <w:b/>
          <w:kern w:val="0"/>
          <w:sz w:val="16"/>
          <w:szCs w:val="16"/>
        </w:rPr>
        <w:t>출품규약에 언급되지 않은 내용은 SICAF 조직위원회의 결정에 따른다.</w:t>
      </w:r>
    </w:p>
    <w:p w14:paraId="07309204" w14:textId="77777777" w:rsidR="005030FF" w:rsidRPr="005A139E" w:rsidRDefault="005030FF" w:rsidP="005030FF">
      <w:pPr>
        <w:wordWrap/>
        <w:adjustRightInd w:val="0"/>
        <w:snapToGrid w:val="0"/>
        <w:spacing w:line="276" w:lineRule="auto"/>
        <w:ind w:left="198"/>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xml:space="preserve">Matters not mentioned in these regulations will be decided by the SICAF Organizing Committee </w:t>
      </w:r>
    </w:p>
    <w:p w14:paraId="6D5E5414" w14:textId="77777777" w:rsidR="003D075C" w:rsidRPr="005A139E" w:rsidRDefault="003D075C" w:rsidP="008534E2">
      <w:pPr>
        <w:wordWrap/>
        <w:adjustRightInd w:val="0"/>
        <w:snapToGrid w:val="0"/>
        <w:spacing w:line="276" w:lineRule="auto"/>
        <w:jc w:val="left"/>
        <w:rPr>
          <w:rFonts w:ascii="SeoulNamsan L" w:eastAsia="SeoulNamsan L" w:hAnsi="서울남산체 L" w:cs="Arial"/>
          <w:kern w:val="0"/>
          <w:sz w:val="16"/>
          <w:szCs w:val="16"/>
        </w:rPr>
      </w:pPr>
    </w:p>
    <w:p w14:paraId="56CC7F0C" w14:textId="77777777" w:rsidR="003D075C" w:rsidRPr="005A139E" w:rsidRDefault="004D486B" w:rsidP="008B5380">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rPr>
        <w:t>L</w:t>
      </w:r>
      <w:r w:rsidR="003D075C" w:rsidRPr="005A139E">
        <w:rPr>
          <w:rFonts w:ascii="SeoulNamsan L" w:eastAsia="SeoulNamsan L" w:hAnsi="서울남산체 L" w:cs="Arial" w:hint="eastAsia"/>
          <w:b/>
          <w:bCs/>
          <w:kern w:val="0"/>
          <w:sz w:val="16"/>
          <w:szCs w:val="16"/>
        </w:rPr>
        <w:t>. 출품규약에의 동의</w:t>
      </w:r>
      <w:r w:rsidR="005030FF" w:rsidRPr="005A139E">
        <w:rPr>
          <w:rFonts w:ascii="SeoulNamsan L" w:eastAsia="SeoulNamsan L" w:hAnsi="서울남산체 L" w:cs="Arial"/>
          <w:b/>
          <w:bCs/>
          <w:kern w:val="0"/>
          <w:sz w:val="16"/>
          <w:szCs w:val="16"/>
        </w:rPr>
        <w:t xml:space="preserve"> Acceptance of the Regulations </w:t>
      </w:r>
    </w:p>
    <w:p w14:paraId="7E32CBE4" w14:textId="77777777" w:rsidR="005030FF" w:rsidRPr="005A139E" w:rsidRDefault="003D075C" w:rsidP="003D075C">
      <w:pPr>
        <w:wordWrap/>
        <w:adjustRightInd w:val="0"/>
        <w:snapToGrid w:val="0"/>
        <w:spacing w:line="276" w:lineRule="auto"/>
        <w:ind w:left="198"/>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SICAF 201</w:t>
      </w:r>
      <w:r w:rsidR="00A977C5" w:rsidRPr="005A139E">
        <w:rPr>
          <w:rFonts w:ascii="SeoulNamsan L" w:eastAsia="SeoulNamsan L" w:hAnsi="서울남산체 L" w:cs="Arial"/>
          <w:b/>
          <w:kern w:val="0"/>
          <w:sz w:val="16"/>
          <w:szCs w:val="16"/>
        </w:rPr>
        <w:t>6</w:t>
      </w:r>
      <w:r w:rsidRPr="005A139E">
        <w:rPr>
          <w:rFonts w:ascii="SeoulNamsan L" w:eastAsia="SeoulNamsan L" w:hAnsi="서울남산체 L" w:cs="Arial" w:hint="eastAsia"/>
          <w:b/>
          <w:kern w:val="0"/>
          <w:sz w:val="16"/>
          <w:szCs w:val="16"/>
        </w:rPr>
        <w:t xml:space="preserve"> 출품신청서를 제출한 자는 위의 출품규약에 동의하는 것으로 간주한다.</w:t>
      </w:r>
    </w:p>
    <w:p w14:paraId="7DC4F68A" w14:textId="77777777" w:rsidR="00681DCC" w:rsidRPr="00170E93" w:rsidRDefault="005030FF" w:rsidP="00170E93">
      <w:pPr>
        <w:wordWrap/>
        <w:adjustRightInd w:val="0"/>
        <w:snapToGrid w:val="0"/>
        <w:spacing w:line="276" w:lineRule="auto"/>
        <w:ind w:left="198"/>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By submitti</w:t>
      </w:r>
      <w:r w:rsidR="00EE677A" w:rsidRPr="005A139E">
        <w:rPr>
          <w:rFonts w:ascii="SeoulNamsan L" w:eastAsia="SeoulNamsan L" w:hAnsi="서울남산체 L" w:cs="Arial"/>
          <w:kern w:val="0"/>
          <w:sz w:val="16"/>
          <w:szCs w:val="16"/>
        </w:rPr>
        <w:t>ng the entry form for SICAF 2016</w:t>
      </w:r>
      <w:r w:rsidRPr="005A139E">
        <w:rPr>
          <w:rFonts w:ascii="SeoulNamsan L" w:eastAsia="SeoulNamsan L" w:hAnsi="서울남산체 L" w:cs="Arial"/>
          <w:kern w:val="0"/>
          <w:sz w:val="16"/>
          <w:szCs w:val="16"/>
        </w:rPr>
        <w:t xml:space="preserve"> Animated Film Festival, the entrant accepts, without reservation, the terms of the present regulati</w:t>
      </w:r>
      <w:r w:rsidR="00874D75">
        <w:rPr>
          <w:rFonts w:ascii="SeoulNamsan L" w:eastAsia="SeoulNamsan L" w:hAnsi="서울남산체 L" w:cs="Arial"/>
          <w:kern w:val="0"/>
          <w:sz w:val="16"/>
          <w:szCs w:val="16"/>
        </w:rPr>
        <w:t>ons as stated in this document</w:t>
      </w:r>
      <w:r w:rsidR="00170E93">
        <w:rPr>
          <w:rFonts w:ascii="SeoulNamsan L" w:eastAsia="SeoulNamsan L" w:hAnsi="서울남산체 L" w:cs="Arial"/>
          <w:kern w:val="0"/>
          <w:sz w:val="16"/>
          <w:szCs w:val="16"/>
        </w:rPr>
        <w:t>.</w:t>
      </w:r>
    </w:p>
    <w:sectPr w:rsidR="00681DCC" w:rsidRPr="00170E93" w:rsidSect="007D1E7D">
      <w:headerReference w:type="default" r:id="rId15"/>
      <w:pgSz w:w="11906" w:h="16838"/>
      <w:pgMar w:top="851" w:right="567" w:bottom="709" w:left="851" w:header="289"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23CFE" w14:textId="77777777" w:rsidR="00833FD5" w:rsidRDefault="00833FD5">
      <w:r>
        <w:separator/>
      </w:r>
    </w:p>
  </w:endnote>
  <w:endnote w:type="continuationSeparator" w:id="0">
    <w:p w14:paraId="5D42C15E" w14:textId="77777777" w:rsidR="00833FD5" w:rsidRDefault="00833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굴림">
    <w:charset w:val="81"/>
    <w:family w:val="auto"/>
    <w:pitch w:val="variable"/>
    <w:sig w:usb0="B00002AF" w:usb1="69D77CFB" w:usb2="00000030" w:usb3="00000000" w:csb0="0008009F" w:csb1="00000000"/>
  </w:font>
  <w:font w:name="Tahoma">
    <w:panose1 w:val="020B0604030504040204"/>
    <w:charset w:val="00"/>
    <w:family w:val="auto"/>
    <w:pitch w:val="variable"/>
    <w:sig w:usb0="E1002EFF" w:usb1="C000605B" w:usb2="00000029" w:usb3="00000000" w:csb0="000101FF" w:csb1="00000000"/>
  </w:font>
  <w:font w:name="바탕">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돋움">
    <w:charset w:val="81"/>
    <w:family w:val="auto"/>
    <w:pitch w:val="variable"/>
    <w:sig w:usb0="B00002AF" w:usb1="69D77CFB" w:usb2="00000030" w:usb3="00000000" w:csb0="0008009F" w:csb1="00000000"/>
  </w:font>
  <w:font w:name="서울남산체 B">
    <w:charset w:val="81"/>
    <w:family w:val="auto"/>
    <w:pitch w:val="variable"/>
    <w:sig w:usb0="800003A7" w:usb1="39D7FCFB" w:usb2="00000014" w:usb3="00000000" w:csb0="00080000" w:csb1="00000000"/>
  </w:font>
  <w:font w:name="서울남산체 L">
    <w:charset w:val="81"/>
    <w:family w:val="auto"/>
    <w:pitch w:val="variable"/>
    <w:sig w:usb0="800003A7" w:usb1="39D7FCFB" w:usb2="00000014" w:usb3="00000000" w:csb0="00080000" w:csb1="00000000"/>
  </w:font>
  <w:font w:name="SeoulNamsanM">
    <w:altName w:val="Arial Unicode MS"/>
    <w:panose1 w:val="00000000000000000000"/>
    <w:charset w:val="81"/>
    <w:family w:val="auto"/>
    <w:notTrueType/>
    <w:pitch w:val="default"/>
    <w:sig w:usb0="00000003" w:usb1="09060000" w:usb2="00000010" w:usb3="00000000" w:csb0="00080001" w:csb1="00000000"/>
  </w:font>
  <w:font w:name="SeoulNamsan">
    <w:charset w:val="81"/>
    <w:family w:val="auto"/>
    <w:pitch w:val="variable"/>
    <w:sig w:usb0="800003A7" w:usb1="39D7FCFB" w:usb2="00000014" w:usb3="00000000" w:csb0="00080000" w:csb1="00000000"/>
  </w:font>
  <w:font w:name="SeoulNamsan L">
    <w:panose1 w:val="02020603020101020101"/>
    <w:charset w:val="81"/>
    <w:family w:val="auto"/>
    <w:pitch w:val="variable"/>
    <w:sig w:usb0="800003A7" w:usb1="39D7FCFB" w:usb2="00000014" w:usb3="00000000" w:csb0="00080000"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맑은 고딕">
    <w:charset w:val="81"/>
    <w:family w:val="auto"/>
    <w:pitch w:val="variable"/>
    <w:sig w:usb0="9000002F" w:usb1="29D77CFB" w:usb2="00000012" w:usb3="00000000" w:csb0="0008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F2D1A" w14:textId="77777777" w:rsidR="00833FD5" w:rsidRDefault="00833FD5">
      <w:r>
        <w:separator/>
      </w:r>
    </w:p>
  </w:footnote>
  <w:footnote w:type="continuationSeparator" w:id="0">
    <w:p w14:paraId="40444EA0" w14:textId="77777777" w:rsidR="00833FD5" w:rsidRDefault="00833F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452BD" w14:textId="77777777" w:rsidR="00D61411" w:rsidRDefault="00D61411" w:rsidP="00D61411">
    <w:pPr>
      <w:pStyle w:val="Header"/>
      <w:tabs>
        <w:tab w:val="clear" w:pos="4252"/>
        <w:tab w:val="clear" w:pos="8504"/>
        <w:tab w:val="left" w:pos="2744"/>
      </w:tabs>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40A1A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3410E94"/>
    <w:multiLevelType w:val="hybridMultilevel"/>
    <w:tmpl w:val="2CA28BBA"/>
    <w:lvl w:ilvl="0" w:tplc="CA7813E2">
      <w:numFmt w:val="bullet"/>
      <w:lvlText w:val=""/>
      <w:lvlJc w:val="left"/>
      <w:pPr>
        <w:tabs>
          <w:tab w:val="num" w:pos="786"/>
        </w:tabs>
        <w:ind w:left="786" w:hanging="360"/>
      </w:pPr>
      <w:rPr>
        <w:rFonts w:ascii="Wingdings" w:eastAsia="굴림" w:hAnsi="Wingdings" w:cs="Tahoma" w:hint="default"/>
      </w:rPr>
    </w:lvl>
    <w:lvl w:ilvl="1" w:tplc="04090003" w:tentative="1">
      <w:start w:val="1"/>
      <w:numFmt w:val="bullet"/>
      <w:lvlText w:val=""/>
      <w:lvlJc w:val="left"/>
      <w:pPr>
        <w:tabs>
          <w:tab w:val="num" w:pos="1226"/>
        </w:tabs>
        <w:ind w:left="1226" w:hanging="400"/>
      </w:pPr>
      <w:rPr>
        <w:rFonts w:ascii="Wingdings" w:hAnsi="Wingdings" w:hint="default"/>
      </w:rPr>
    </w:lvl>
    <w:lvl w:ilvl="2" w:tplc="04090005" w:tentative="1">
      <w:start w:val="1"/>
      <w:numFmt w:val="bullet"/>
      <w:lvlText w:val=""/>
      <w:lvlJc w:val="left"/>
      <w:pPr>
        <w:tabs>
          <w:tab w:val="num" w:pos="1626"/>
        </w:tabs>
        <w:ind w:left="1626" w:hanging="400"/>
      </w:pPr>
      <w:rPr>
        <w:rFonts w:ascii="Wingdings" w:hAnsi="Wingdings" w:hint="default"/>
      </w:rPr>
    </w:lvl>
    <w:lvl w:ilvl="3" w:tplc="04090001" w:tentative="1">
      <w:start w:val="1"/>
      <w:numFmt w:val="bullet"/>
      <w:lvlText w:val=""/>
      <w:lvlJc w:val="left"/>
      <w:pPr>
        <w:tabs>
          <w:tab w:val="num" w:pos="2026"/>
        </w:tabs>
        <w:ind w:left="2026" w:hanging="400"/>
      </w:pPr>
      <w:rPr>
        <w:rFonts w:ascii="Wingdings" w:hAnsi="Wingdings" w:hint="default"/>
      </w:rPr>
    </w:lvl>
    <w:lvl w:ilvl="4" w:tplc="04090003" w:tentative="1">
      <w:start w:val="1"/>
      <w:numFmt w:val="bullet"/>
      <w:lvlText w:val=""/>
      <w:lvlJc w:val="left"/>
      <w:pPr>
        <w:tabs>
          <w:tab w:val="num" w:pos="2426"/>
        </w:tabs>
        <w:ind w:left="2426" w:hanging="400"/>
      </w:pPr>
      <w:rPr>
        <w:rFonts w:ascii="Wingdings" w:hAnsi="Wingdings" w:hint="default"/>
      </w:rPr>
    </w:lvl>
    <w:lvl w:ilvl="5" w:tplc="04090005" w:tentative="1">
      <w:start w:val="1"/>
      <w:numFmt w:val="bullet"/>
      <w:lvlText w:val=""/>
      <w:lvlJc w:val="left"/>
      <w:pPr>
        <w:tabs>
          <w:tab w:val="num" w:pos="2826"/>
        </w:tabs>
        <w:ind w:left="2826" w:hanging="400"/>
      </w:pPr>
      <w:rPr>
        <w:rFonts w:ascii="Wingdings" w:hAnsi="Wingdings" w:hint="default"/>
      </w:rPr>
    </w:lvl>
    <w:lvl w:ilvl="6" w:tplc="04090001" w:tentative="1">
      <w:start w:val="1"/>
      <w:numFmt w:val="bullet"/>
      <w:lvlText w:val=""/>
      <w:lvlJc w:val="left"/>
      <w:pPr>
        <w:tabs>
          <w:tab w:val="num" w:pos="3226"/>
        </w:tabs>
        <w:ind w:left="3226" w:hanging="400"/>
      </w:pPr>
      <w:rPr>
        <w:rFonts w:ascii="Wingdings" w:hAnsi="Wingdings" w:hint="default"/>
      </w:rPr>
    </w:lvl>
    <w:lvl w:ilvl="7" w:tplc="04090003" w:tentative="1">
      <w:start w:val="1"/>
      <w:numFmt w:val="bullet"/>
      <w:lvlText w:val=""/>
      <w:lvlJc w:val="left"/>
      <w:pPr>
        <w:tabs>
          <w:tab w:val="num" w:pos="3626"/>
        </w:tabs>
        <w:ind w:left="3626" w:hanging="400"/>
      </w:pPr>
      <w:rPr>
        <w:rFonts w:ascii="Wingdings" w:hAnsi="Wingdings" w:hint="default"/>
      </w:rPr>
    </w:lvl>
    <w:lvl w:ilvl="8" w:tplc="04090005" w:tentative="1">
      <w:start w:val="1"/>
      <w:numFmt w:val="bullet"/>
      <w:lvlText w:val=""/>
      <w:lvlJc w:val="left"/>
      <w:pPr>
        <w:tabs>
          <w:tab w:val="num" w:pos="4026"/>
        </w:tabs>
        <w:ind w:left="4026"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8"/>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5DF"/>
    <w:rsid w:val="0000690D"/>
    <w:rsid w:val="00007FC9"/>
    <w:rsid w:val="00012ADA"/>
    <w:rsid w:val="00014008"/>
    <w:rsid w:val="00015DF6"/>
    <w:rsid w:val="000163B8"/>
    <w:rsid w:val="00016FC1"/>
    <w:rsid w:val="00020BA5"/>
    <w:rsid w:val="00021D94"/>
    <w:rsid w:val="00023617"/>
    <w:rsid w:val="000254CA"/>
    <w:rsid w:val="000307E8"/>
    <w:rsid w:val="00031FD3"/>
    <w:rsid w:val="000362A7"/>
    <w:rsid w:val="00037D1B"/>
    <w:rsid w:val="00044CD4"/>
    <w:rsid w:val="00044CD5"/>
    <w:rsid w:val="00045449"/>
    <w:rsid w:val="00045794"/>
    <w:rsid w:val="000457A0"/>
    <w:rsid w:val="0006766E"/>
    <w:rsid w:val="000725D9"/>
    <w:rsid w:val="000770BF"/>
    <w:rsid w:val="000774AE"/>
    <w:rsid w:val="000847A9"/>
    <w:rsid w:val="00084F39"/>
    <w:rsid w:val="0009068A"/>
    <w:rsid w:val="000A0B14"/>
    <w:rsid w:val="000A4398"/>
    <w:rsid w:val="000A5FF3"/>
    <w:rsid w:val="000A6C25"/>
    <w:rsid w:val="000A7DE4"/>
    <w:rsid w:val="000B093F"/>
    <w:rsid w:val="000B4EFC"/>
    <w:rsid w:val="000C075B"/>
    <w:rsid w:val="000C4ED4"/>
    <w:rsid w:val="000C660F"/>
    <w:rsid w:val="000C7FB7"/>
    <w:rsid w:val="000D038A"/>
    <w:rsid w:val="000D2929"/>
    <w:rsid w:val="000D5195"/>
    <w:rsid w:val="000E2573"/>
    <w:rsid w:val="000E3735"/>
    <w:rsid w:val="000F13B6"/>
    <w:rsid w:val="000F6056"/>
    <w:rsid w:val="00103206"/>
    <w:rsid w:val="0010687F"/>
    <w:rsid w:val="00107EEF"/>
    <w:rsid w:val="00110047"/>
    <w:rsid w:val="001114BC"/>
    <w:rsid w:val="0011242E"/>
    <w:rsid w:val="0011274E"/>
    <w:rsid w:val="00112DBF"/>
    <w:rsid w:val="0011348E"/>
    <w:rsid w:val="00117631"/>
    <w:rsid w:val="00122850"/>
    <w:rsid w:val="00130865"/>
    <w:rsid w:val="001419B2"/>
    <w:rsid w:val="001425CE"/>
    <w:rsid w:val="001448D8"/>
    <w:rsid w:val="00155D2B"/>
    <w:rsid w:val="00157BEE"/>
    <w:rsid w:val="001621AB"/>
    <w:rsid w:val="00162207"/>
    <w:rsid w:val="00163A41"/>
    <w:rsid w:val="00163AD4"/>
    <w:rsid w:val="00170E93"/>
    <w:rsid w:val="001716AA"/>
    <w:rsid w:val="001728BC"/>
    <w:rsid w:val="00177D2D"/>
    <w:rsid w:val="00184B7E"/>
    <w:rsid w:val="0018591E"/>
    <w:rsid w:val="00192429"/>
    <w:rsid w:val="0019282A"/>
    <w:rsid w:val="0019650D"/>
    <w:rsid w:val="0019729F"/>
    <w:rsid w:val="001A225F"/>
    <w:rsid w:val="001A2D37"/>
    <w:rsid w:val="001A4557"/>
    <w:rsid w:val="001A4C6C"/>
    <w:rsid w:val="001A6090"/>
    <w:rsid w:val="001A7645"/>
    <w:rsid w:val="001B096E"/>
    <w:rsid w:val="001B4D06"/>
    <w:rsid w:val="001C010C"/>
    <w:rsid w:val="001C05A5"/>
    <w:rsid w:val="001C1211"/>
    <w:rsid w:val="001C4B0D"/>
    <w:rsid w:val="001C5E2C"/>
    <w:rsid w:val="001C6D47"/>
    <w:rsid w:val="001D613E"/>
    <w:rsid w:val="001D6641"/>
    <w:rsid w:val="001E4A12"/>
    <w:rsid w:val="001E5092"/>
    <w:rsid w:val="001F4854"/>
    <w:rsid w:val="0020198F"/>
    <w:rsid w:val="0020464A"/>
    <w:rsid w:val="00204DFA"/>
    <w:rsid w:val="00207C63"/>
    <w:rsid w:val="00212470"/>
    <w:rsid w:val="00213618"/>
    <w:rsid w:val="00214705"/>
    <w:rsid w:val="002151D6"/>
    <w:rsid w:val="00216512"/>
    <w:rsid w:val="002218DE"/>
    <w:rsid w:val="00227221"/>
    <w:rsid w:val="00233279"/>
    <w:rsid w:val="002363FD"/>
    <w:rsid w:val="0023640D"/>
    <w:rsid w:val="00241BCD"/>
    <w:rsid w:val="002449E8"/>
    <w:rsid w:val="00250BB6"/>
    <w:rsid w:val="00251B5F"/>
    <w:rsid w:val="00251E76"/>
    <w:rsid w:val="002524EE"/>
    <w:rsid w:val="0026403F"/>
    <w:rsid w:val="0026436A"/>
    <w:rsid w:val="0027476B"/>
    <w:rsid w:val="002774AC"/>
    <w:rsid w:val="0028664A"/>
    <w:rsid w:val="00287825"/>
    <w:rsid w:val="002926B8"/>
    <w:rsid w:val="00293BFE"/>
    <w:rsid w:val="002956EF"/>
    <w:rsid w:val="002A28D5"/>
    <w:rsid w:val="002A5878"/>
    <w:rsid w:val="002B1EFA"/>
    <w:rsid w:val="002B49A4"/>
    <w:rsid w:val="002B53D1"/>
    <w:rsid w:val="002C0035"/>
    <w:rsid w:val="002C1178"/>
    <w:rsid w:val="002C13F3"/>
    <w:rsid w:val="002C59B3"/>
    <w:rsid w:val="002D5E90"/>
    <w:rsid w:val="002E16B6"/>
    <w:rsid w:val="002E336D"/>
    <w:rsid w:val="002E6A85"/>
    <w:rsid w:val="002F2DF3"/>
    <w:rsid w:val="002F4BB3"/>
    <w:rsid w:val="002F62C3"/>
    <w:rsid w:val="0030012C"/>
    <w:rsid w:val="00310C20"/>
    <w:rsid w:val="0031238D"/>
    <w:rsid w:val="003206D0"/>
    <w:rsid w:val="0032242A"/>
    <w:rsid w:val="00324162"/>
    <w:rsid w:val="00325294"/>
    <w:rsid w:val="003321F9"/>
    <w:rsid w:val="00335A81"/>
    <w:rsid w:val="00337651"/>
    <w:rsid w:val="00342CEF"/>
    <w:rsid w:val="00346B3A"/>
    <w:rsid w:val="003564A1"/>
    <w:rsid w:val="003701E8"/>
    <w:rsid w:val="00372E50"/>
    <w:rsid w:val="00374309"/>
    <w:rsid w:val="0037661B"/>
    <w:rsid w:val="00382478"/>
    <w:rsid w:val="0038620C"/>
    <w:rsid w:val="003918CD"/>
    <w:rsid w:val="00394957"/>
    <w:rsid w:val="00394D2C"/>
    <w:rsid w:val="0039536B"/>
    <w:rsid w:val="003A108C"/>
    <w:rsid w:val="003A4F8C"/>
    <w:rsid w:val="003A5B1B"/>
    <w:rsid w:val="003A6731"/>
    <w:rsid w:val="003B0AF9"/>
    <w:rsid w:val="003B13C8"/>
    <w:rsid w:val="003B2A64"/>
    <w:rsid w:val="003B4B76"/>
    <w:rsid w:val="003B5C72"/>
    <w:rsid w:val="003B78F7"/>
    <w:rsid w:val="003C3931"/>
    <w:rsid w:val="003C52D3"/>
    <w:rsid w:val="003C7496"/>
    <w:rsid w:val="003D075C"/>
    <w:rsid w:val="003D10E4"/>
    <w:rsid w:val="003D5496"/>
    <w:rsid w:val="003E7825"/>
    <w:rsid w:val="003F220B"/>
    <w:rsid w:val="003F3666"/>
    <w:rsid w:val="003F49CB"/>
    <w:rsid w:val="003F5FA6"/>
    <w:rsid w:val="003F6D4E"/>
    <w:rsid w:val="0040049C"/>
    <w:rsid w:val="004011F4"/>
    <w:rsid w:val="0040170A"/>
    <w:rsid w:val="00403F04"/>
    <w:rsid w:val="00407565"/>
    <w:rsid w:val="00412D15"/>
    <w:rsid w:val="00416070"/>
    <w:rsid w:val="004203F1"/>
    <w:rsid w:val="0042123A"/>
    <w:rsid w:val="00424BF9"/>
    <w:rsid w:val="00425734"/>
    <w:rsid w:val="00425F91"/>
    <w:rsid w:val="00430BDE"/>
    <w:rsid w:val="004328A2"/>
    <w:rsid w:val="0043302B"/>
    <w:rsid w:val="004366B7"/>
    <w:rsid w:val="00441251"/>
    <w:rsid w:val="00445875"/>
    <w:rsid w:val="00447839"/>
    <w:rsid w:val="004540FA"/>
    <w:rsid w:val="0046104A"/>
    <w:rsid w:val="004658D0"/>
    <w:rsid w:val="00471427"/>
    <w:rsid w:val="00471783"/>
    <w:rsid w:val="00471DBE"/>
    <w:rsid w:val="004804B8"/>
    <w:rsid w:val="00483084"/>
    <w:rsid w:val="00484326"/>
    <w:rsid w:val="00485FD0"/>
    <w:rsid w:val="0048630C"/>
    <w:rsid w:val="00490324"/>
    <w:rsid w:val="00494B02"/>
    <w:rsid w:val="004956AB"/>
    <w:rsid w:val="00497413"/>
    <w:rsid w:val="004A58CA"/>
    <w:rsid w:val="004B06B3"/>
    <w:rsid w:val="004B4D55"/>
    <w:rsid w:val="004B5098"/>
    <w:rsid w:val="004B6FA1"/>
    <w:rsid w:val="004C07A4"/>
    <w:rsid w:val="004C55E1"/>
    <w:rsid w:val="004C73A5"/>
    <w:rsid w:val="004D103C"/>
    <w:rsid w:val="004D486B"/>
    <w:rsid w:val="004D629F"/>
    <w:rsid w:val="004D63DD"/>
    <w:rsid w:val="004D7EFE"/>
    <w:rsid w:val="004E3DEE"/>
    <w:rsid w:val="004F13D5"/>
    <w:rsid w:val="004F2E95"/>
    <w:rsid w:val="004F4C22"/>
    <w:rsid w:val="004F6CEE"/>
    <w:rsid w:val="005030FF"/>
    <w:rsid w:val="00506D44"/>
    <w:rsid w:val="00506E24"/>
    <w:rsid w:val="0050740A"/>
    <w:rsid w:val="00512EDD"/>
    <w:rsid w:val="00515029"/>
    <w:rsid w:val="00515153"/>
    <w:rsid w:val="005177AA"/>
    <w:rsid w:val="00521308"/>
    <w:rsid w:val="0052170B"/>
    <w:rsid w:val="00524A62"/>
    <w:rsid w:val="005253CD"/>
    <w:rsid w:val="00534226"/>
    <w:rsid w:val="00537AB0"/>
    <w:rsid w:val="00554E2F"/>
    <w:rsid w:val="00556A04"/>
    <w:rsid w:val="00563357"/>
    <w:rsid w:val="0056532F"/>
    <w:rsid w:val="00580EF6"/>
    <w:rsid w:val="005833D7"/>
    <w:rsid w:val="00591990"/>
    <w:rsid w:val="005A0B41"/>
    <w:rsid w:val="005A139E"/>
    <w:rsid w:val="005A3239"/>
    <w:rsid w:val="005A3D44"/>
    <w:rsid w:val="005A504C"/>
    <w:rsid w:val="005A57D6"/>
    <w:rsid w:val="005A6495"/>
    <w:rsid w:val="005A7BFF"/>
    <w:rsid w:val="005B006E"/>
    <w:rsid w:val="005B329A"/>
    <w:rsid w:val="005B4C98"/>
    <w:rsid w:val="005B760B"/>
    <w:rsid w:val="005C568E"/>
    <w:rsid w:val="005C78AB"/>
    <w:rsid w:val="005D2E14"/>
    <w:rsid w:val="005D5554"/>
    <w:rsid w:val="005D64A6"/>
    <w:rsid w:val="005D7FD0"/>
    <w:rsid w:val="005E5418"/>
    <w:rsid w:val="005F145B"/>
    <w:rsid w:val="00600215"/>
    <w:rsid w:val="00602A02"/>
    <w:rsid w:val="00603BB7"/>
    <w:rsid w:val="00604252"/>
    <w:rsid w:val="00604F9A"/>
    <w:rsid w:val="00604FE1"/>
    <w:rsid w:val="006142CA"/>
    <w:rsid w:val="0061593F"/>
    <w:rsid w:val="006161BD"/>
    <w:rsid w:val="0061700A"/>
    <w:rsid w:val="0062141B"/>
    <w:rsid w:val="00625209"/>
    <w:rsid w:val="00631132"/>
    <w:rsid w:val="006327EE"/>
    <w:rsid w:val="00634493"/>
    <w:rsid w:val="00635BD4"/>
    <w:rsid w:val="0064381F"/>
    <w:rsid w:val="00645FCE"/>
    <w:rsid w:val="00646B71"/>
    <w:rsid w:val="006478A0"/>
    <w:rsid w:val="00650CCF"/>
    <w:rsid w:val="00651FE8"/>
    <w:rsid w:val="0065454E"/>
    <w:rsid w:val="006632AC"/>
    <w:rsid w:val="00666124"/>
    <w:rsid w:val="00672E99"/>
    <w:rsid w:val="00674564"/>
    <w:rsid w:val="00677450"/>
    <w:rsid w:val="00681DCC"/>
    <w:rsid w:val="00682442"/>
    <w:rsid w:val="00682D51"/>
    <w:rsid w:val="00686FAD"/>
    <w:rsid w:val="006925A8"/>
    <w:rsid w:val="00695A41"/>
    <w:rsid w:val="006A5828"/>
    <w:rsid w:val="006A63A6"/>
    <w:rsid w:val="006B0C59"/>
    <w:rsid w:val="006B7EBA"/>
    <w:rsid w:val="006C04B7"/>
    <w:rsid w:val="006C0B8D"/>
    <w:rsid w:val="006C1B3B"/>
    <w:rsid w:val="006D3567"/>
    <w:rsid w:val="006F0084"/>
    <w:rsid w:val="006F1EFC"/>
    <w:rsid w:val="006F342F"/>
    <w:rsid w:val="007016EB"/>
    <w:rsid w:val="007026A7"/>
    <w:rsid w:val="00702E75"/>
    <w:rsid w:val="007032F2"/>
    <w:rsid w:val="00704405"/>
    <w:rsid w:val="00704F3E"/>
    <w:rsid w:val="007103E8"/>
    <w:rsid w:val="0071062A"/>
    <w:rsid w:val="007167D3"/>
    <w:rsid w:val="00717A95"/>
    <w:rsid w:val="00717F1A"/>
    <w:rsid w:val="0072051A"/>
    <w:rsid w:val="00722EB2"/>
    <w:rsid w:val="007238BD"/>
    <w:rsid w:val="0072433B"/>
    <w:rsid w:val="00725E19"/>
    <w:rsid w:val="007302D8"/>
    <w:rsid w:val="007310FB"/>
    <w:rsid w:val="00732F0F"/>
    <w:rsid w:val="00734991"/>
    <w:rsid w:val="007370D2"/>
    <w:rsid w:val="00737993"/>
    <w:rsid w:val="00750941"/>
    <w:rsid w:val="00751FDC"/>
    <w:rsid w:val="00752BFC"/>
    <w:rsid w:val="0075342A"/>
    <w:rsid w:val="00755439"/>
    <w:rsid w:val="00755CE2"/>
    <w:rsid w:val="0076269D"/>
    <w:rsid w:val="007737F1"/>
    <w:rsid w:val="00773CF9"/>
    <w:rsid w:val="00783019"/>
    <w:rsid w:val="0078457A"/>
    <w:rsid w:val="00787163"/>
    <w:rsid w:val="00791125"/>
    <w:rsid w:val="00791EA9"/>
    <w:rsid w:val="00792F61"/>
    <w:rsid w:val="00793793"/>
    <w:rsid w:val="00794C20"/>
    <w:rsid w:val="00797522"/>
    <w:rsid w:val="007B098D"/>
    <w:rsid w:val="007B0FB4"/>
    <w:rsid w:val="007B5090"/>
    <w:rsid w:val="007D1E7D"/>
    <w:rsid w:val="007D2C60"/>
    <w:rsid w:val="007D31F8"/>
    <w:rsid w:val="007D4926"/>
    <w:rsid w:val="007D71F6"/>
    <w:rsid w:val="007D7EA4"/>
    <w:rsid w:val="007E6FCD"/>
    <w:rsid w:val="007F27A0"/>
    <w:rsid w:val="007F3B31"/>
    <w:rsid w:val="007F4F86"/>
    <w:rsid w:val="007F548A"/>
    <w:rsid w:val="007F6CFF"/>
    <w:rsid w:val="007F7103"/>
    <w:rsid w:val="00800C2D"/>
    <w:rsid w:val="00802215"/>
    <w:rsid w:val="00807B83"/>
    <w:rsid w:val="00812138"/>
    <w:rsid w:val="008149CE"/>
    <w:rsid w:val="0082215B"/>
    <w:rsid w:val="0082404A"/>
    <w:rsid w:val="008255B5"/>
    <w:rsid w:val="00831FF4"/>
    <w:rsid w:val="0083211F"/>
    <w:rsid w:val="00833FD5"/>
    <w:rsid w:val="008369A5"/>
    <w:rsid w:val="00846115"/>
    <w:rsid w:val="008534E2"/>
    <w:rsid w:val="008562D3"/>
    <w:rsid w:val="008639ED"/>
    <w:rsid w:val="00865F74"/>
    <w:rsid w:val="00872F1D"/>
    <w:rsid w:val="00873B9B"/>
    <w:rsid w:val="00874D75"/>
    <w:rsid w:val="008800A2"/>
    <w:rsid w:val="00880CBD"/>
    <w:rsid w:val="00881C80"/>
    <w:rsid w:val="00883F7E"/>
    <w:rsid w:val="0088610C"/>
    <w:rsid w:val="00890F3F"/>
    <w:rsid w:val="00895E51"/>
    <w:rsid w:val="008A20A6"/>
    <w:rsid w:val="008A4719"/>
    <w:rsid w:val="008A499F"/>
    <w:rsid w:val="008B08D4"/>
    <w:rsid w:val="008B156E"/>
    <w:rsid w:val="008B5380"/>
    <w:rsid w:val="008B564D"/>
    <w:rsid w:val="008B6B3C"/>
    <w:rsid w:val="008B6C76"/>
    <w:rsid w:val="008C513C"/>
    <w:rsid w:val="008C54D0"/>
    <w:rsid w:val="008C5C89"/>
    <w:rsid w:val="008C6E6B"/>
    <w:rsid w:val="008D02DF"/>
    <w:rsid w:val="008D3745"/>
    <w:rsid w:val="008D65BD"/>
    <w:rsid w:val="008E2139"/>
    <w:rsid w:val="008E227F"/>
    <w:rsid w:val="008E3132"/>
    <w:rsid w:val="008E45C8"/>
    <w:rsid w:val="008E6124"/>
    <w:rsid w:val="008E67A3"/>
    <w:rsid w:val="008E70F3"/>
    <w:rsid w:val="008E7650"/>
    <w:rsid w:val="008F2BA3"/>
    <w:rsid w:val="009045EF"/>
    <w:rsid w:val="00911F63"/>
    <w:rsid w:val="00914E06"/>
    <w:rsid w:val="00915DA0"/>
    <w:rsid w:val="00920332"/>
    <w:rsid w:val="009272F9"/>
    <w:rsid w:val="009362F2"/>
    <w:rsid w:val="00937F86"/>
    <w:rsid w:val="00942774"/>
    <w:rsid w:val="009441DA"/>
    <w:rsid w:val="00944D5C"/>
    <w:rsid w:val="00951077"/>
    <w:rsid w:val="00952836"/>
    <w:rsid w:val="00953EC5"/>
    <w:rsid w:val="0095496F"/>
    <w:rsid w:val="00956474"/>
    <w:rsid w:val="00962044"/>
    <w:rsid w:val="0096263C"/>
    <w:rsid w:val="0096476E"/>
    <w:rsid w:val="0096583F"/>
    <w:rsid w:val="009672BA"/>
    <w:rsid w:val="009745F0"/>
    <w:rsid w:val="009875AA"/>
    <w:rsid w:val="00990E6F"/>
    <w:rsid w:val="009932E2"/>
    <w:rsid w:val="009A3A9E"/>
    <w:rsid w:val="009B29CA"/>
    <w:rsid w:val="009B4372"/>
    <w:rsid w:val="009B4D69"/>
    <w:rsid w:val="009C69C9"/>
    <w:rsid w:val="009D3200"/>
    <w:rsid w:val="009F0692"/>
    <w:rsid w:val="00A00ECF"/>
    <w:rsid w:val="00A01F74"/>
    <w:rsid w:val="00A024C4"/>
    <w:rsid w:val="00A031EF"/>
    <w:rsid w:val="00A03F20"/>
    <w:rsid w:val="00A079FB"/>
    <w:rsid w:val="00A129C4"/>
    <w:rsid w:val="00A22C1F"/>
    <w:rsid w:val="00A23DA2"/>
    <w:rsid w:val="00A26EA8"/>
    <w:rsid w:val="00A31731"/>
    <w:rsid w:val="00A32691"/>
    <w:rsid w:val="00A3322A"/>
    <w:rsid w:val="00A350A1"/>
    <w:rsid w:val="00A43D6E"/>
    <w:rsid w:val="00A46624"/>
    <w:rsid w:val="00A504CB"/>
    <w:rsid w:val="00A529E9"/>
    <w:rsid w:val="00A53B17"/>
    <w:rsid w:val="00A574E4"/>
    <w:rsid w:val="00A577A8"/>
    <w:rsid w:val="00A65550"/>
    <w:rsid w:val="00A65BBD"/>
    <w:rsid w:val="00A66175"/>
    <w:rsid w:val="00A71E9C"/>
    <w:rsid w:val="00A730B8"/>
    <w:rsid w:val="00A767C7"/>
    <w:rsid w:val="00A767E2"/>
    <w:rsid w:val="00A77DA2"/>
    <w:rsid w:val="00A814FB"/>
    <w:rsid w:val="00A81922"/>
    <w:rsid w:val="00A9193B"/>
    <w:rsid w:val="00A9317A"/>
    <w:rsid w:val="00A941FD"/>
    <w:rsid w:val="00A95A98"/>
    <w:rsid w:val="00A977C5"/>
    <w:rsid w:val="00AA2869"/>
    <w:rsid w:val="00AB06B8"/>
    <w:rsid w:val="00AB2A1E"/>
    <w:rsid w:val="00AB49F1"/>
    <w:rsid w:val="00AC0DA5"/>
    <w:rsid w:val="00AC1E25"/>
    <w:rsid w:val="00AC3522"/>
    <w:rsid w:val="00AC4005"/>
    <w:rsid w:val="00AC4AD6"/>
    <w:rsid w:val="00AC78ED"/>
    <w:rsid w:val="00AD46D2"/>
    <w:rsid w:val="00AD7212"/>
    <w:rsid w:val="00AE0BEE"/>
    <w:rsid w:val="00AE1DF9"/>
    <w:rsid w:val="00AE202C"/>
    <w:rsid w:val="00AE4B78"/>
    <w:rsid w:val="00AE586F"/>
    <w:rsid w:val="00AF19DF"/>
    <w:rsid w:val="00AF2CFA"/>
    <w:rsid w:val="00AF3791"/>
    <w:rsid w:val="00B01A26"/>
    <w:rsid w:val="00B050D9"/>
    <w:rsid w:val="00B05866"/>
    <w:rsid w:val="00B10E08"/>
    <w:rsid w:val="00B11F45"/>
    <w:rsid w:val="00B165E8"/>
    <w:rsid w:val="00B30A4B"/>
    <w:rsid w:val="00B35E4B"/>
    <w:rsid w:val="00B407F3"/>
    <w:rsid w:val="00B53D58"/>
    <w:rsid w:val="00B54262"/>
    <w:rsid w:val="00B542BF"/>
    <w:rsid w:val="00B56147"/>
    <w:rsid w:val="00B56C58"/>
    <w:rsid w:val="00B60476"/>
    <w:rsid w:val="00B6118F"/>
    <w:rsid w:val="00B62A00"/>
    <w:rsid w:val="00B65C91"/>
    <w:rsid w:val="00B66B37"/>
    <w:rsid w:val="00B7035E"/>
    <w:rsid w:val="00B75CD5"/>
    <w:rsid w:val="00B77153"/>
    <w:rsid w:val="00B820F6"/>
    <w:rsid w:val="00B83780"/>
    <w:rsid w:val="00B852C1"/>
    <w:rsid w:val="00BA1B44"/>
    <w:rsid w:val="00BA28BC"/>
    <w:rsid w:val="00BA4671"/>
    <w:rsid w:val="00BA47F7"/>
    <w:rsid w:val="00BA5152"/>
    <w:rsid w:val="00BA56E0"/>
    <w:rsid w:val="00BC057F"/>
    <w:rsid w:val="00BC0B9A"/>
    <w:rsid w:val="00BC236A"/>
    <w:rsid w:val="00BC5022"/>
    <w:rsid w:val="00BC50FF"/>
    <w:rsid w:val="00BC5AD2"/>
    <w:rsid w:val="00BC7CEF"/>
    <w:rsid w:val="00BC7D87"/>
    <w:rsid w:val="00BC7E58"/>
    <w:rsid w:val="00BD27CD"/>
    <w:rsid w:val="00BD48FE"/>
    <w:rsid w:val="00BD4F1E"/>
    <w:rsid w:val="00BD7B66"/>
    <w:rsid w:val="00BE268E"/>
    <w:rsid w:val="00BE2AA2"/>
    <w:rsid w:val="00BE332B"/>
    <w:rsid w:val="00BE68B2"/>
    <w:rsid w:val="00BE6BA9"/>
    <w:rsid w:val="00BE746B"/>
    <w:rsid w:val="00BF5D24"/>
    <w:rsid w:val="00C00156"/>
    <w:rsid w:val="00C02DED"/>
    <w:rsid w:val="00C03187"/>
    <w:rsid w:val="00C0454E"/>
    <w:rsid w:val="00C205C5"/>
    <w:rsid w:val="00C26E75"/>
    <w:rsid w:val="00C2716B"/>
    <w:rsid w:val="00C30EF0"/>
    <w:rsid w:val="00C3557A"/>
    <w:rsid w:val="00C37172"/>
    <w:rsid w:val="00C41605"/>
    <w:rsid w:val="00C42AA1"/>
    <w:rsid w:val="00C55463"/>
    <w:rsid w:val="00C56B6A"/>
    <w:rsid w:val="00C579C0"/>
    <w:rsid w:val="00C66F87"/>
    <w:rsid w:val="00C71070"/>
    <w:rsid w:val="00C71274"/>
    <w:rsid w:val="00C761F4"/>
    <w:rsid w:val="00C76807"/>
    <w:rsid w:val="00C77F69"/>
    <w:rsid w:val="00C85933"/>
    <w:rsid w:val="00C86D32"/>
    <w:rsid w:val="00C92022"/>
    <w:rsid w:val="00C9534B"/>
    <w:rsid w:val="00CA031A"/>
    <w:rsid w:val="00CA3217"/>
    <w:rsid w:val="00CA3BF9"/>
    <w:rsid w:val="00CB1750"/>
    <w:rsid w:val="00CB677C"/>
    <w:rsid w:val="00CC1166"/>
    <w:rsid w:val="00CC6D8E"/>
    <w:rsid w:val="00CD0735"/>
    <w:rsid w:val="00CD2EFC"/>
    <w:rsid w:val="00CD3D28"/>
    <w:rsid w:val="00CD5528"/>
    <w:rsid w:val="00CD7156"/>
    <w:rsid w:val="00CD71E0"/>
    <w:rsid w:val="00CE3C19"/>
    <w:rsid w:val="00CE7DC0"/>
    <w:rsid w:val="00CF0E1E"/>
    <w:rsid w:val="00CF1C2A"/>
    <w:rsid w:val="00CF29D6"/>
    <w:rsid w:val="00CF519E"/>
    <w:rsid w:val="00CF57BA"/>
    <w:rsid w:val="00CF6BF8"/>
    <w:rsid w:val="00D042A5"/>
    <w:rsid w:val="00D05C3D"/>
    <w:rsid w:val="00D06F3D"/>
    <w:rsid w:val="00D100B5"/>
    <w:rsid w:val="00D10A3C"/>
    <w:rsid w:val="00D1167F"/>
    <w:rsid w:val="00D12168"/>
    <w:rsid w:val="00D140CB"/>
    <w:rsid w:val="00D14966"/>
    <w:rsid w:val="00D153B6"/>
    <w:rsid w:val="00D23A3E"/>
    <w:rsid w:val="00D244AA"/>
    <w:rsid w:val="00D25F99"/>
    <w:rsid w:val="00D26809"/>
    <w:rsid w:val="00D27F2A"/>
    <w:rsid w:val="00D30761"/>
    <w:rsid w:val="00D32E5C"/>
    <w:rsid w:val="00D3478E"/>
    <w:rsid w:val="00D3538E"/>
    <w:rsid w:val="00D36AEA"/>
    <w:rsid w:val="00D37E99"/>
    <w:rsid w:val="00D40DFA"/>
    <w:rsid w:val="00D4169E"/>
    <w:rsid w:val="00D41874"/>
    <w:rsid w:val="00D46424"/>
    <w:rsid w:val="00D50FB3"/>
    <w:rsid w:val="00D555EA"/>
    <w:rsid w:val="00D56B7D"/>
    <w:rsid w:val="00D56E55"/>
    <w:rsid w:val="00D61411"/>
    <w:rsid w:val="00D66B6B"/>
    <w:rsid w:val="00D719F8"/>
    <w:rsid w:val="00D7675D"/>
    <w:rsid w:val="00D7753C"/>
    <w:rsid w:val="00D820AD"/>
    <w:rsid w:val="00D848D3"/>
    <w:rsid w:val="00D903C6"/>
    <w:rsid w:val="00D910AB"/>
    <w:rsid w:val="00D9273A"/>
    <w:rsid w:val="00D974AF"/>
    <w:rsid w:val="00DA19C2"/>
    <w:rsid w:val="00DA35DF"/>
    <w:rsid w:val="00DA3FD3"/>
    <w:rsid w:val="00DA7374"/>
    <w:rsid w:val="00DB4C8B"/>
    <w:rsid w:val="00DB4F70"/>
    <w:rsid w:val="00DB6E96"/>
    <w:rsid w:val="00DC10EF"/>
    <w:rsid w:val="00DC259E"/>
    <w:rsid w:val="00DC25D2"/>
    <w:rsid w:val="00DC42AE"/>
    <w:rsid w:val="00DC796A"/>
    <w:rsid w:val="00DD042D"/>
    <w:rsid w:val="00DD0C08"/>
    <w:rsid w:val="00DD0DD9"/>
    <w:rsid w:val="00DD118F"/>
    <w:rsid w:val="00DD61D0"/>
    <w:rsid w:val="00DE0102"/>
    <w:rsid w:val="00DE3213"/>
    <w:rsid w:val="00DE6DA1"/>
    <w:rsid w:val="00DE7D17"/>
    <w:rsid w:val="00DE7DFA"/>
    <w:rsid w:val="00DF1B70"/>
    <w:rsid w:val="00DF3564"/>
    <w:rsid w:val="00DF3C71"/>
    <w:rsid w:val="00E03110"/>
    <w:rsid w:val="00E05B36"/>
    <w:rsid w:val="00E10CFE"/>
    <w:rsid w:val="00E11EE8"/>
    <w:rsid w:val="00E16171"/>
    <w:rsid w:val="00E163E1"/>
    <w:rsid w:val="00E24634"/>
    <w:rsid w:val="00E405FF"/>
    <w:rsid w:val="00E40B28"/>
    <w:rsid w:val="00E410F6"/>
    <w:rsid w:val="00E41E16"/>
    <w:rsid w:val="00E50DD2"/>
    <w:rsid w:val="00E5147C"/>
    <w:rsid w:val="00E53AB1"/>
    <w:rsid w:val="00E54382"/>
    <w:rsid w:val="00E55105"/>
    <w:rsid w:val="00E57F3C"/>
    <w:rsid w:val="00E63D60"/>
    <w:rsid w:val="00E645CF"/>
    <w:rsid w:val="00E6549F"/>
    <w:rsid w:val="00E65539"/>
    <w:rsid w:val="00E709DD"/>
    <w:rsid w:val="00E713CC"/>
    <w:rsid w:val="00E72029"/>
    <w:rsid w:val="00E7436F"/>
    <w:rsid w:val="00E8277E"/>
    <w:rsid w:val="00E91258"/>
    <w:rsid w:val="00E919DD"/>
    <w:rsid w:val="00E94601"/>
    <w:rsid w:val="00EA1EF9"/>
    <w:rsid w:val="00EA6082"/>
    <w:rsid w:val="00EA6A1B"/>
    <w:rsid w:val="00EA74BF"/>
    <w:rsid w:val="00EB2F87"/>
    <w:rsid w:val="00EB4D0B"/>
    <w:rsid w:val="00EB5D8C"/>
    <w:rsid w:val="00EC2C2B"/>
    <w:rsid w:val="00EC533C"/>
    <w:rsid w:val="00EC6BA4"/>
    <w:rsid w:val="00ED20CE"/>
    <w:rsid w:val="00ED46CC"/>
    <w:rsid w:val="00ED5EFD"/>
    <w:rsid w:val="00ED6C2B"/>
    <w:rsid w:val="00ED6FD4"/>
    <w:rsid w:val="00EE0F0B"/>
    <w:rsid w:val="00EE41E2"/>
    <w:rsid w:val="00EE6173"/>
    <w:rsid w:val="00EE6769"/>
    <w:rsid w:val="00EE677A"/>
    <w:rsid w:val="00EE7798"/>
    <w:rsid w:val="00EF22DF"/>
    <w:rsid w:val="00EF42D3"/>
    <w:rsid w:val="00EF54C9"/>
    <w:rsid w:val="00F0611D"/>
    <w:rsid w:val="00F068CB"/>
    <w:rsid w:val="00F10189"/>
    <w:rsid w:val="00F115AA"/>
    <w:rsid w:val="00F314E2"/>
    <w:rsid w:val="00F3443B"/>
    <w:rsid w:val="00F34B36"/>
    <w:rsid w:val="00F34C70"/>
    <w:rsid w:val="00F35895"/>
    <w:rsid w:val="00F374E2"/>
    <w:rsid w:val="00F40027"/>
    <w:rsid w:val="00F42FFC"/>
    <w:rsid w:val="00F44290"/>
    <w:rsid w:val="00F46B60"/>
    <w:rsid w:val="00F50686"/>
    <w:rsid w:val="00F5454B"/>
    <w:rsid w:val="00F56BC1"/>
    <w:rsid w:val="00F65E5F"/>
    <w:rsid w:val="00F71158"/>
    <w:rsid w:val="00F7249E"/>
    <w:rsid w:val="00F73F05"/>
    <w:rsid w:val="00F76A1A"/>
    <w:rsid w:val="00F80051"/>
    <w:rsid w:val="00F826D8"/>
    <w:rsid w:val="00F852E3"/>
    <w:rsid w:val="00F93EF0"/>
    <w:rsid w:val="00FA0644"/>
    <w:rsid w:val="00FA49D8"/>
    <w:rsid w:val="00FA6684"/>
    <w:rsid w:val="00FB1A56"/>
    <w:rsid w:val="00FB3905"/>
    <w:rsid w:val="00FB43FC"/>
    <w:rsid w:val="00FB48FD"/>
    <w:rsid w:val="00FB5054"/>
    <w:rsid w:val="00FC2056"/>
    <w:rsid w:val="00FC3763"/>
    <w:rsid w:val="00FD0605"/>
    <w:rsid w:val="00FD1A8E"/>
    <w:rsid w:val="00FD3E5A"/>
    <w:rsid w:val="00FD4B31"/>
    <w:rsid w:val="00FE083B"/>
    <w:rsid w:val="00FE14F5"/>
    <w:rsid w:val="00FE2604"/>
    <w:rsid w:val="00FE6DA3"/>
    <w:rsid w:val="00FF33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8733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5D2"/>
    <w:pPr>
      <w:widowControl w:val="0"/>
      <w:wordWrap w:val="0"/>
      <w:autoSpaceDE w:val="0"/>
      <w:autoSpaceDN w:val="0"/>
      <w:jc w:val="both"/>
    </w:pPr>
    <w:rPr>
      <w:rFonts w:ascii="바탕"/>
      <w:kern w:val="2"/>
      <w:szCs w:val="24"/>
    </w:rPr>
  </w:style>
  <w:style w:type="paragraph" w:styleId="Heading3">
    <w:name w:val="heading 3"/>
    <w:basedOn w:val="Normal"/>
    <w:next w:val="Normal"/>
    <w:qFormat/>
    <w:rsid w:val="00CD71E0"/>
    <w:pPr>
      <w:keepNext/>
      <w:ind w:leftChars="300" w:left="300" w:hangingChars="200" w:hanging="2000"/>
      <w:outlineLvl w:val="2"/>
    </w:pPr>
    <w:rPr>
      <w:rFonts w:ascii="Arial" w:eastAsia="돋움" w:hAnsi="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C25D2"/>
    <w:rPr>
      <w:color w:val="0000FF"/>
      <w:u w:val="single"/>
    </w:rPr>
  </w:style>
  <w:style w:type="table" w:styleId="TableGrid">
    <w:name w:val="Table Grid"/>
    <w:basedOn w:val="TableNormal"/>
    <w:rsid w:val="00CD71E0"/>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C25D2"/>
    <w:rPr>
      <w:rFonts w:ascii="Arial" w:eastAsia="돋움" w:hAnsi="Arial"/>
      <w:sz w:val="18"/>
      <w:szCs w:val="18"/>
    </w:rPr>
  </w:style>
  <w:style w:type="paragraph" w:customStyle="1" w:styleId="a">
    <w:name w:val="바탕글"/>
    <w:rsid w:val="00EA6A1B"/>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바탕"/>
      <w:color w:val="000000"/>
    </w:rPr>
  </w:style>
  <w:style w:type="paragraph" w:styleId="Header">
    <w:name w:val="header"/>
    <w:basedOn w:val="Normal"/>
    <w:rsid w:val="007D2C60"/>
    <w:pPr>
      <w:tabs>
        <w:tab w:val="center" w:pos="4252"/>
        <w:tab w:val="right" w:pos="8504"/>
      </w:tabs>
      <w:snapToGrid w:val="0"/>
    </w:pPr>
  </w:style>
  <w:style w:type="paragraph" w:styleId="Footer">
    <w:name w:val="footer"/>
    <w:basedOn w:val="Normal"/>
    <w:rsid w:val="007D2C60"/>
    <w:pPr>
      <w:tabs>
        <w:tab w:val="center" w:pos="4252"/>
        <w:tab w:val="right" w:pos="8504"/>
      </w:tabs>
      <w:snapToGrid w:val="0"/>
    </w:pPr>
  </w:style>
  <w:style w:type="character" w:styleId="FollowedHyperlink">
    <w:name w:val="FollowedHyperlink"/>
    <w:rsid w:val="0019650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ntries.sicaf@gmail.com" TargetMode="External"/><Relationship Id="rId12" Type="http://schemas.openxmlformats.org/officeDocument/2006/relationships/hyperlink" Target="http://www.sicaf.org" TargetMode="External"/><Relationship Id="rId13" Type="http://schemas.openxmlformats.org/officeDocument/2006/relationships/hyperlink" Target="mailto:entries.sicaf@gmail.com)" TargetMode="External"/><Relationship Id="rId14" Type="http://schemas.openxmlformats.org/officeDocument/2006/relationships/hyperlink" Target="mailto:entries.sicaf@gmail.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sicaf.org" TargetMode="External"/><Relationship Id="rId10" Type="http://schemas.openxmlformats.org/officeDocument/2006/relationships/hyperlink" Target="mailto:entries.sicaf@gmail.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4FF08-BCCA-264E-855B-B90ECED0F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1953</Words>
  <Characters>11135</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August 4-10, 2004</vt:lpstr>
    </vt:vector>
  </TitlesOfParts>
  <Company>SICAF</Company>
  <LinksUpToDate>false</LinksUpToDate>
  <CharactersWithSpaces>13062</CharactersWithSpaces>
  <SharedDoc>false</SharedDoc>
  <HLinks>
    <vt:vector size="36" baseType="variant">
      <vt:variant>
        <vt:i4>8060944</vt:i4>
      </vt:variant>
      <vt:variant>
        <vt:i4>15</vt:i4>
      </vt:variant>
      <vt:variant>
        <vt:i4>0</vt:i4>
      </vt:variant>
      <vt:variant>
        <vt:i4>5</vt:i4>
      </vt:variant>
      <vt:variant>
        <vt:lpwstr>mailto:entries.sicaf@gmail.com)</vt:lpwstr>
      </vt:variant>
      <vt:variant>
        <vt:lpwstr/>
      </vt:variant>
      <vt:variant>
        <vt:i4>8060944</vt:i4>
      </vt:variant>
      <vt:variant>
        <vt:i4>12</vt:i4>
      </vt:variant>
      <vt:variant>
        <vt:i4>0</vt:i4>
      </vt:variant>
      <vt:variant>
        <vt:i4>5</vt:i4>
      </vt:variant>
      <vt:variant>
        <vt:lpwstr>mailto:entries.sicaf@gmail.com)</vt:lpwstr>
      </vt:variant>
      <vt:variant>
        <vt:lpwstr/>
      </vt:variant>
      <vt:variant>
        <vt:i4>5570564</vt:i4>
      </vt:variant>
      <vt:variant>
        <vt:i4>9</vt:i4>
      </vt:variant>
      <vt:variant>
        <vt:i4>0</vt:i4>
      </vt:variant>
      <vt:variant>
        <vt:i4>5</vt:i4>
      </vt:variant>
      <vt:variant>
        <vt:lpwstr>http://www.sicaf.org/</vt:lpwstr>
      </vt:variant>
      <vt:variant>
        <vt:lpwstr/>
      </vt:variant>
      <vt:variant>
        <vt:i4>8060944</vt:i4>
      </vt:variant>
      <vt:variant>
        <vt:i4>6</vt:i4>
      </vt:variant>
      <vt:variant>
        <vt:i4>0</vt:i4>
      </vt:variant>
      <vt:variant>
        <vt:i4>5</vt:i4>
      </vt:variant>
      <vt:variant>
        <vt:lpwstr>mailto:entries.sicaf@gmail.com</vt:lpwstr>
      </vt:variant>
      <vt:variant>
        <vt:lpwstr/>
      </vt:variant>
      <vt:variant>
        <vt:i4>8060944</vt:i4>
      </vt:variant>
      <vt:variant>
        <vt:i4>3</vt:i4>
      </vt:variant>
      <vt:variant>
        <vt:i4>0</vt:i4>
      </vt:variant>
      <vt:variant>
        <vt:i4>5</vt:i4>
      </vt:variant>
      <vt:variant>
        <vt:lpwstr>mailto:entries.sicaf@gmail.com</vt:lpwstr>
      </vt:variant>
      <vt:variant>
        <vt:lpwstr/>
      </vt:variant>
      <vt:variant>
        <vt:i4>5570564</vt:i4>
      </vt:variant>
      <vt:variant>
        <vt:i4>0</vt:i4>
      </vt:variant>
      <vt:variant>
        <vt:i4>0</vt:i4>
      </vt:variant>
      <vt:variant>
        <vt:i4>5</vt:i4>
      </vt:variant>
      <vt:variant>
        <vt:lpwstr>http://www.sicaf.org/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4-10, 2004</dc:title>
  <dc:creator>추혜진</dc:creator>
  <cp:lastModifiedBy>Heeseon Kim.Sun</cp:lastModifiedBy>
  <cp:revision>2</cp:revision>
  <cp:lastPrinted>2016-01-25T06:33:00Z</cp:lastPrinted>
  <dcterms:created xsi:type="dcterms:W3CDTF">2016-01-29T14:34:00Z</dcterms:created>
  <dcterms:modified xsi:type="dcterms:W3CDTF">2016-01-29T14:34:00Z</dcterms:modified>
</cp:coreProperties>
</file>